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D5F28" w14:textId="77777777" w:rsidR="004C5AF4" w:rsidRPr="00DD29C3" w:rsidRDefault="002F3EB3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Toc517632206"/>
      <w:bookmarkStart w:id="1" w:name="_Toc517978983"/>
      <w:bookmarkStart w:id="2" w:name="_Toc518251180"/>
      <w:bookmarkStart w:id="3" w:name="_Toc533063756"/>
      <w:r w:rsidRPr="007205F7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7205F7" w:rsidRPr="007205F7">
        <w:rPr>
          <w:rFonts w:asciiTheme="majorHAnsi" w:eastAsia="Times New Roman" w:hAnsiTheme="majorHAnsi" w:cs="Times New Roman"/>
          <w:lang w:eastAsia="cs-CZ"/>
        </w:rPr>
        <w:t>1</w:t>
      </w:r>
      <w:r w:rsidR="004C5AF4" w:rsidRPr="007205F7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6D587D63" w14:textId="77777777" w:rsidR="004C5AF4" w:rsidRPr="004C5AF4" w:rsidRDefault="004C5AF4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Specifikace plnění</w:t>
      </w:r>
    </w:p>
    <w:p w14:paraId="2DC5DC09" w14:textId="77777777" w:rsidR="000E00D4" w:rsidRPr="00221465" w:rsidRDefault="000E00D4" w:rsidP="00F7516D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4" w:name="_Toc517632207"/>
      <w:bookmarkStart w:id="5" w:name="_Toc517978984"/>
      <w:bookmarkStart w:id="6" w:name="_Toc518251181"/>
      <w:bookmarkStart w:id="7" w:name="_Toc533063757"/>
      <w:bookmarkEnd w:id="0"/>
      <w:bookmarkEnd w:id="1"/>
      <w:bookmarkEnd w:id="2"/>
      <w:bookmarkEnd w:id="3"/>
      <w:r>
        <w:rPr>
          <w:rFonts w:asciiTheme="majorHAnsi" w:eastAsia="Times New Roman" w:hAnsiTheme="majorHAnsi" w:cs="Arial"/>
          <w:b/>
          <w:bCs/>
          <w:caps/>
          <w:kern w:val="32"/>
        </w:rPr>
        <w:t>S</w:t>
      </w: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pecifikace hardware</w:t>
      </w:r>
    </w:p>
    <w:p w14:paraId="1A9713A6" w14:textId="77777777" w:rsidR="000E00D4" w:rsidRPr="00221465" w:rsidRDefault="000E00D4" w:rsidP="000E00D4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221465">
        <w:rPr>
          <w:rFonts w:asciiTheme="majorHAnsi" w:eastAsia="Times New Roman" w:hAnsiTheme="majorHAnsi" w:cs="Arial"/>
          <w:bCs/>
          <w:iCs/>
        </w:rPr>
        <w:t>Na základě této Smlouvy dodá Prodávající Hardware dle následujících požadavků Kupujícího:</w:t>
      </w:r>
    </w:p>
    <w:p w14:paraId="30D97AA2" w14:textId="4161B1CE" w:rsidR="000E00D4" w:rsidRDefault="000E00D4" w:rsidP="000E00D4">
      <w:pPr>
        <w:ind w:firstLine="426"/>
      </w:pPr>
      <w:r>
        <w:t>a)</w:t>
      </w:r>
      <w:r>
        <w:tab/>
      </w:r>
      <w:r w:rsidR="007F2B95" w:rsidRPr="002D127E">
        <w:rPr>
          <w:b/>
          <w:bCs/>
        </w:rPr>
        <w:t>Položka 1</w:t>
      </w:r>
      <w:r w:rsidR="00450943">
        <w:t xml:space="preserve"> </w:t>
      </w:r>
      <w:r w:rsidR="001B0385">
        <w:t>–</w:t>
      </w:r>
      <w:r w:rsidR="00450943">
        <w:t xml:space="preserve"> </w:t>
      </w:r>
      <w:r w:rsidR="004A29BB">
        <w:t>Pět</w:t>
      </w:r>
      <w:r w:rsidR="001B0385">
        <w:t xml:space="preserve"> (</w:t>
      </w:r>
      <w:r w:rsidR="004A29BB">
        <w:t>5</w:t>
      </w:r>
      <w:r w:rsidR="001B0385">
        <w:t>)</w:t>
      </w:r>
      <w:r w:rsidR="003661BA" w:rsidRPr="00143089">
        <w:t xml:space="preserve"> </w:t>
      </w:r>
      <w:r w:rsidR="00143089" w:rsidRPr="00143089">
        <w:t>serverov</w:t>
      </w:r>
      <w:r w:rsidR="00DD36FF">
        <w:t>ých</w:t>
      </w:r>
      <w:r w:rsidR="00143089" w:rsidRPr="00143089">
        <w:t xml:space="preserve"> nod</w:t>
      </w:r>
      <w:r w:rsidR="004B2588">
        <w:t>ů</w:t>
      </w:r>
      <w:r w:rsidR="00143089" w:rsidRPr="00143089">
        <w:t xml:space="preserve"> pro virtualizační farm</w:t>
      </w:r>
      <w:r w:rsidR="004A29BB">
        <w:t>u</w:t>
      </w:r>
      <w:r w:rsidR="004B2588">
        <w:t xml:space="preserve"> „KB TDS / CDP Praha“</w:t>
      </w:r>
      <w:r w:rsidR="001F59F2">
        <w:t xml:space="preserve"> v konfiguraci</w:t>
      </w:r>
      <w:r w:rsidR="00143089">
        <w:t>:</w:t>
      </w:r>
    </w:p>
    <w:p w14:paraId="646EA458" w14:textId="0C532BE0" w:rsidR="000B4A87" w:rsidRDefault="00C569B1" w:rsidP="002D127E">
      <w:r w:rsidRPr="005A5020">
        <w:rPr>
          <w:highlight w:val="green"/>
          <w:lang w:val="en-US"/>
        </w:rPr>
        <w:t>[</w:t>
      </w:r>
      <w:r w:rsidR="00FD5523">
        <w:rPr>
          <w:highlight w:val="green"/>
          <w:lang w:val="en-US"/>
        </w:rPr>
        <w:t>IDENTIFIKACE MODELU</w:t>
      </w:r>
      <w:r w:rsidRPr="005A5020">
        <w:rPr>
          <w:rFonts w:cstheme="minorHAnsi"/>
          <w:b/>
          <w:bCs/>
          <w:highlight w:val="green"/>
        </w:rPr>
        <w:t xml:space="preserve"> </w:t>
      </w:r>
      <w:r w:rsidR="00FD5523">
        <w:rPr>
          <w:rFonts w:cstheme="minorHAnsi"/>
          <w:b/>
          <w:bCs/>
          <w:highlight w:val="green"/>
        </w:rPr>
        <w:t xml:space="preserve">- </w:t>
      </w:r>
      <w:r w:rsidRPr="002D127E">
        <w:rPr>
          <w:rFonts w:cstheme="minorHAnsi"/>
          <w:highlight w:val="green"/>
        </w:rPr>
        <w:t>DOPLNÍ PRODÁVAJÍCÍ]</w:t>
      </w:r>
      <w:r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9B32C3" w:rsidRPr="0050706D" w14:paraId="550DD99D" w14:textId="77777777" w:rsidTr="00E969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6AE7F638" w14:textId="77777777" w:rsidR="009B32C3" w:rsidRPr="002D127E" w:rsidRDefault="009B32C3" w:rsidP="0060320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5FDDA4F3" w14:textId="77777777" w:rsidR="009B32C3" w:rsidRPr="002D127E" w:rsidRDefault="009B32C3" w:rsidP="00603205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9B32C3" w:rsidRPr="0050706D" w14:paraId="1AFA283E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F6245FD" w14:textId="60512A1B" w:rsidR="009B32C3" w:rsidRPr="002D127E" w:rsidRDefault="00891622" w:rsidP="00603205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5 </w:t>
            </w:r>
            <w:r w:rsidR="00AF0C3C">
              <w:rPr>
                <w:rFonts w:cstheme="minorHAnsi"/>
                <w:sz w:val="18"/>
              </w:rPr>
              <w:t>serverových nodů s</w:t>
            </w:r>
            <w:r w:rsidR="0001392D">
              <w:rPr>
                <w:rFonts w:cstheme="minorHAnsi"/>
                <w:sz w:val="18"/>
              </w:rPr>
              <w:t>e zcela</w:t>
            </w:r>
            <w:r w:rsidR="00AF0C3C">
              <w:rPr>
                <w:rFonts w:cstheme="minorHAnsi"/>
                <w:sz w:val="18"/>
              </w:rPr>
              <w:t> totožnou konfigurací</w:t>
            </w:r>
          </w:p>
        </w:tc>
        <w:tc>
          <w:tcPr>
            <w:tcW w:w="3288" w:type="dxa"/>
          </w:tcPr>
          <w:p w14:paraId="4823A83E" w14:textId="5B9A14B9" w:rsidR="009B32C3" w:rsidRPr="002D127E" w:rsidRDefault="00B40A66" w:rsidP="000B4A8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891622" w:rsidRPr="0050706D" w14:paraId="4D3A7EBC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944E9C9" w14:textId="0E326E76" w:rsidR="00891622" w:rsidRPr="002D127E" w:rsidRDefault="00891622" w:rsidP="008916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D127E">
              <w:rPr>
                <w:rFonts w:cstheme="minorHAnsi"/>
                <w:sz w:val="18"/>
              </w:rPr>
              <w:t>Provedení serveru pro instalaci do rackové skříně o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 xml:space="preserve">hloubce </w:t>
            </w:r>
            <w:r w:rsidR="003D264E">
              <w:rPr>
                <w:rFonts w:cstheme="minorHAnsi"/>
                <w:b/>
                <w:bCs/>
                <w:sz w:val="18"/>
              </w:rPr>
              <w:t>10</w:t>
            </w:r>
            <w:r w:rsidRPr="0001392D">
              <w:rPr>
                <w:rFonts w:cstheme="minorHAnsi"/>
                <w:b/>
                <w:bCs/>
                <w:sz w:val="18"/>
              </w:rPr>
              <w:t>0 cm</w:t>
            </w:r>
          </w:p>
        </w:tc>
        <w:tc>
          <w:tcPr>
            <w:tcW w:w="3288" w:type="dxa"/>
          </w:tcPr>
          <w:p w14:paraId="63C9BBE7" w14:textId="41717476" w:rsidR="00891622" w:rsidRPr="002D127E" w:rsidRDefault="00891622" w:rsidP="0089162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891622" w:rsidRPr="0050706D" w14:paraId="06FA8645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9E6A493" w14:textId="02E92AD2" w:rsidR="00891622" w:rsidRPr="002D127E" w:rsidRDefault="00891622" w:rsidP="0089162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Velikost skříně serveru o maximální výšce </w:t>
            </w:r>
            <w:r w:rsidRPr="0001392D">
              <w:rPr>
                <w:rFonts w:cstheme="minorHAnsi"/>
                <w:b/>
                <w:bCs/>
                <w:sz w:val="18"/>
              </w:rPr>
              <w:t>2 RU</w:t>
            </w:r>
            <w:r w:rsidRPr="002D127E">
              <w:rPr>
                <w:rFonts w:cstheme="minorHAnsi"/>
                <w:sz w:val="18"/>
              </w:rPr>
              <w:t xml:space="preserve"> (89 mm)</w:t>
            </w:r>
          </w:p>
        </w:tc>
        <w:tc>
          <w:tcPr>
            <w:tcW w:w="3288" w:type="dxa"/>
          </w:tcPr>
          <w:p w14:paraId="70444AE7" w14:textId="5B1FDAEF" w:rsidR="00891622" w:rsidRPr="002D127E" w:rsidRDefault="00891622" w:rsidP="0089162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891622" w:rsidRPr="0050706D" w14:paraId="376F0EB9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3FDAC67" w14:textId="6A0B4FF2" w:rsidR="00891622" w:rsidRPr="002D127E" w:rsidRDefault="00891622" w:rsidP="0089162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2x CPU</w:t>
            </w:r>
            <w:r w:rsidRPr="002D127E">
              <w:rPr>
                <w:rFonts w:cstheme="minorHAnsi"/>
                <w:sz w:val="18"/>
              </w:rPr>
              <w:t xml:space="preserve">, každý </w:t>
            </w:r>
            <w:r>
              <w:rPr>
                <w:rFonts w:cstheme="minorHAnsi"/>
                <w:sz w:val="18"/>
              </w:rPr>
              <w:t xml:space="preserve">minimálně </w:t>
            </w:r>
            <w:r w:rsidRPr="0001392D">
              <w:rPr>
                <w:rFonts w:cstheme="minorHAnsi"/>
                <w:b/>
                <w:bCs/>
                <w:sz w:val="18"/>
              </w:rPr>
              <w:t>32 jader</w:t>
            </w:r>
            <w:r w:rsidRPr="002D127E">
              <w:rPr>
                <w:rFonts w:cstheme="minorHAnsi"/>
                <w:sz w:val="18"/>
              </w:rPr>
              <w:t xml:space="preserve"> (64 vláken) se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>základní frekvencí minimálně 2.0 GHz a se spotřebou maximálně 2</w:t>
            </w:r>
            <w:r>
              <w:rPr>
                <w:rFonts w:cstheme="minorHAnsi"/>
                <w:sz w:val="18"/>
              </w:rPr>
              <w:t>30</w:t>
            </w:r>
            <w:r w:rsidRPr="002D127E">
              <w:rPr>
                <w:rFonts w:cstheme="minorHAnsi"/>
                <w:sz w:val="18"/>
              </w:rPr>
              <w:t xml:space="preserve"> W</w:t>
            </w:r>
          </w:p>
        </w:tc>
        <w:tc>
          <w:tcPr>
            <w:tcW w:w="3288" w:type="dxa"/>
          </w:tcPr>
          <w:p w14:paraId="45CBD31E" w14:textId="08DEC167" w:rsidR="00891622" w:rsidRPr="002D127E" w:rsidRDefault="00891622" w:rsidP="0089162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146DE" w:rsidRPr="0050706D" w14:paraId="7AEC932A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B0C568C" w14:textId="1F8B26E7" w:rsidR="007146DE" w:rsidRPr="002D127E" w:rsidRDefault="007146DE" w:rsidP="007146D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7146DE">
              <w:rPr>
                <w:rFonts w:cstheme="minorHAnsi"/>
                <w:sz w:val="18"/>
              </w:rPr>
              <w:t xml:space="preserve">Architektura </w:t>
            </w:r>
            <w:r w:rsidRPr="007146DE">
              <w:rPr>
                <w:rFonts w:cstheme="minorHAnsi"/>
                <w:b/>
                <w:bCs/>
                <w:sz w:val="18"/>
              </w:rPr>
              <w:t>Intel x86-64</w:t>
            </w:r>
            <w:r w:rsidRPr="007146DE">
              <w:rPr>
                <w:rFonts w:cstheme="minorHAnsi"/>
                <w:sz w:val="18"/>
              </w:rPr>
              <w:t xml:space="preserve"> z důvodu kompatibility současného </w:t>
            </w:r>
            <w:r>
              <w:rPr>
                <w:rFonts w:cstheme="minorHAnsi"/>
                <w:sz w:val="18"/>
              </w:rPr>
              <w:t xml:space="preserve">ICT </w:t>
            </w:r>
            <w:r w:rsidRPr="007146DE">
              <w:rPr>
                <w:rFonts w:cstheme="minorHAnsi"/>
                <w:sz w:val="18"/>
              </w:rPr>
              <w:t>prostředí</w:t>
            </w:r>
          </w:p>
        </w:tc>
        <w:tc>
          <w:tcPr>
            <w:tcW w:w="3288" w:type="dxa"/>
          </w:tcPr>
          <w:p w14:paraId="4360FD92" w14:textId="7DCEC462" w:rsidR="007146DE" w:rsidRPr="002D127E" w:rsidRDefault="007146DE" w:rsidP="007146D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146DE" w:rsidRPr="0050706D" w14:paraId="5B898AD8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A94AD78" w14:textId="3C322C9D" w:rsidR="007146DE" w:rsidRPr="002D127E" w:rsidRDefault="007146DE" w:rsidP="007146DE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sz w:val="18"/>
                <w:lang w:eastAsia="cs-CZ"/>
              </w:rPr>
              <w:t xml:space="preserve">Operační paměť minimálně </w:t>
            </w:r>
            <w:r>
              <w:rPr>
                <w:b/>
                <w:sz w:val="18"/>
                <w:lang w:eastAsia="cs-CZ"/>
              </w:rPr>
              <w:t>384</w:t>
            </w:r>
            <w:r w:rsidRPr="002D127E">
              <w:rPr>
                <w:b/>
                <w:sz w:val="18"/>
                <w:lang w:eastAsia="cs-CZ"/>
              </w:rPr>
              <w:t xml:space="preserve"> GB DDR5</w:t>
            </w:r>
            <w:r w:rsidRPr="002D127E">
              <w:rPr>
                <w:sz w:val="18"/>
                <w:lang w:eastAsia="cs-CZ"/>
              </w:rPr>
              <w:t xml:space="preserve"> s použitím modulů o maximální velikosti </w:t>
            </w:r>
            <w:r w:rsidR="0001392D">
              <w:rPr>
                <w:sz w:val="18"/>
                <w:lang w:eastAsia="cs-CZ"/>
              </w:rPr>
              <w:t>128</w:t>
            </w:r>
            <w:r w:rsidRPr="002D127E">
              <w:rPr>
                <w:sz w:val="18"/>
                <w:lang w:eastAsia="cs-CZ"/>
              </w:rPr>
              <w:t xml:space="preserve"> GB, rozšiřitelná minimálně do </w:t>
            </w:r>
            <w:r>
              <w:rPr>
                <w:sz w:val="18"/>
                <w:lang w:eastAsia="cs-CZ"/>
              </w:rPr>
              <w:t>1</w:t>
            </w:r>
            <w:r w:rsidRPr="002D127E">
              <w:rPr>
                <w:sz w:val="18"/>
                <w:lang w:eastAsia="cs-CZ"/>
              </w:rPr>
              <w:t>0</w:t>
            </w:r>
            <w:r>
              <w:rPr>
                <w:sz w:val="18"/>
                <w:lang w:eastAsia="cs-CZ"/>
              </w:rPr>
              <w:t>2</w:t>
            </w:r>
            <w:r w:rsidRPr="002D127E">
              <w:rPr>
                <w:sz w:val="18"/>
                <w:lang w:eastAsia="cs-CZ"/>
              </w:rPr>
              <w:t>4 GB jen přidáním dalších paměťových modulů</w:t>
            </w:r>
          </w:p>
        </w:tc>
        <w:tc>
          <w:tcPr>
            <w:tcW w:w="3288" w:type="dxa"/>
          </w:tcPr>
          <w:p w14:paraId="74CF9B66" w14:textId="64AE3B79" w:rsidR="007146DE" w:rsidRPr="002D127E" w:rsidRDefault="007146DE" w:rsidP="007146D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146DE" w:rsidRPr="0050706D" w14:paraId="66DAB098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6A064CC" w14:textId="383C4684" w:rsidR="007146DE" w:rsidRPr="002D127E" w:rsidRDefault="007146DE" w:rsidP="007146DE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2x SSD</w:t>
            </w:r>
            <w:r w:rsidRPr="002D127E">
              <w:rPr>
                <w:rFonts w:cstheme="minorHAnsi"/>
                <w:sz w:val="18"/>
              </w:rPr>
              <w:t xml:space="preserve">, každý o velikosti minimálně </w:t>
            </w:r>
            <w:r w:rsidRPr="002D127E">
              <w:rPr>
                <w:rFonts w:cstheme="minorHAnsi"/>
                <w:b/>
                <w:bCs/>
                <w:sz w:val="18"/>
              </w:rPr>
              <w:t>480 GB</w:t>
            </w:r>
            <w:r w:rsidRPr="002D127E">
              <w:rPr>
                <w:rFonts w:cstheme="minorHAnsi"/>
                <w:sz w:val="18"/>
              </w:rPr>
              <w:t xml:space="preserve"> v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 xml:space="preserve">konfiguraci RAID1 (zrcadlení) pro </w:t>
            </w:r>
            <w:proofErr w:type="spellStart"/>
            <w:r w:rsidR="00C3746D">
              <w:rPr>
                <w:rFonts w:cstheme="minorHAnsi"/>
                <w:sz w:val="18"/>
              </w:rPr>
              <w:t>boot</w:t>
            </w:r>
            <w:proofErr w:type="spellEnd"/>
            <w:r w:rsidR="00C3746D">
              <w:rPr>
                <w:rFonts w:cstheme="minorHAnsi"/>
                <w:sz w:val="18"/>
              </w:rPr>
              <w:t xml:space="preserve"> a </w:t>
            </w:r>
            <w:r w:rsidRPr="002D127E">
              <w:rPr>
                <w:rFonts w:cstheme="minorHAnsi"/>
                <w:sz w:val="18"/>
              </w:rPr>
              <w:t xml:space="preserve">běh </w:t>
            </w:r>
            <w:r w:rsidR="00C3746D">
              <w:rPr>
                <w:rFonts w:cstheme="minorHAnsi"/>
                <w:sz w:val="18"/>
              </w:rPr>
              <w:t xml:space="preserve">OS nebo </w:t>
            </w:r>
            <w:r w:rsidRPr="002D127E">
              <w:rPr>
                <w:rFonts w:cstheme="minorHAnsi"/>
                <w:sz w:val="18"/>
              </w:rPr>
              <w:t>virtualizační platformy</w:t>
            </w:r>
            <w:r w:rsidR="00375E19">
              <w:rPr>
                <w:rFonts w:cstheme="minorHAnsi"/>
                <w:sz w:val="18"/>
              </w:rPr>
              <w:t xml:space="preserve"> (hypervisor)</w:t>
            </w:r>
          </w:p>
        </w:tc>
        <w:tc>
          <w:tcPr>
            <w:tcW w:w="3288" w:type="dxa"/>
          </w:tcPr>
          <w:p w14:paraId="1247C845" w14:textId="0B2C6D7F" w:rsidR="007146DE" w:rsidRPr="002D127E" w:rsidRDefault="007146DE" w:rsidP="007146D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146DE" w:rsidRPr="0050706D" w14:paraId="64937489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474AD7C" w14:textId="7E5271C3" w:rsidR="007146DE" w:rsidRPr="002D127E" w:rsidRDefault="007146DE" w:rsidP="007146DE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026C2A">
              <w:rPr>
                <w:rFonts w:cstheme="minorHAnsi"/>
                <w:sz w:val="18"/>
              </w:rPr>
              <w:t xml:space="preserve">Minimálně </w:t>
            </w:r>
            <w:r>
              <w:rPr>
                <w:rFonts w:cstheme="minorHAnsi"/>
                <w:b/>
                <w:bCs/>
                <w:sz w:val="18"/>
              </w:rPr>
              <w:t>8</w:t>
            </w:r>
            <w:r w:rsidRPr="002D127E">
              <w:rPr>
                <w:rFonts w:cstheme="minorHAnsi"/>
                <w:b/>
                <w:bCs/>
                <w:sz w:val="18"/>
              </w:rPr>
              <w:t xml:space="preserve">x 25 </w:t>
            </w:r>
            <w:proofErr w:type="spellStart"/>
            <w:r w:rsidRPr="002D127E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SFP </w:t>
            </w:r>
            <w:r>
              <w:rPr>
                <w:rFonts w:cstheme="minorHAnsi"/>
                <w:sz w:val="18"/>
              </w:rPr>
              <w:t>LAN s podporou rychlosti 10 </w:t>
            </w:r>
            <w:proofErr w:type="spellStart"/>
            <w:r>
              <w:rPr>
                <w:rFonts w:cstheme="minorHAnsi"/>
                <w:sz w:val="18"/>
              </w:rPr>
              <w:t>Gbps</w:t>
            </w:r>
            <w:proofErr w:type="spellEnd"/>
            <w:r>
              <w:rPr>
                <w:rFonts w:cstheme="minorHAnsi"/>
                <w:sz w:val="18"/>
              </w:rPr>
              <w:t xml:space="preserve"> (</w:t>
            </w:r>
            <w:r w:rsidR="004A2FF5">
              <w:rPr>
                <w:rFonts w:cstheme="minorHAnsi"/>
                <w:sz w:val="18"/>
              </w:rPr>
              <w:t xml:space="preserve">tj. </w:t>
            </w:r>
            <w:r>
              <w:rPr>
                <w:rFonts w:cstheme="minorHAnsi"/>
                <w:sz w:val="18"/>
              </w:rPr>
              <w:t xml:space="preserve">10/25 </w:t>
            </w:r>
            <w:proofErr w:type="spellStart"/>
            <w:r>
              <w:rPr>
                <w:rFonts w:cstheme="minorHAnsi"/>
                <w:sz w:val="18"/>
              </w:rPr>
              <w:t>Gbps</w:t>
            </w:r>
            <w:proofErr w:type="spellEnd"/>
            <w:r>
              <w:rPr>
                <w:rFonts w:cstheme="minorHAnsi"/>
                <w:sz w:val="18"/>
              </w:rPr>
              <w:t>)</w:t>
            </w:r>
          </w:p>
        </w:tc>
        <w:tc>
          <w:tcPr>
            <w:tcW w:w="3288" w:type="dxa"/>
          </w:tcPr>
          <w:p w14:paraId="5B303CA5" w14:textId="6CADDC87" w:rsidR="007146DE" w:rsidRPr="002D127E" w:rsidRDefault="007146DE" w:rsidP="007146D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146DE" w:rsidRPr="00417FB4" w14:paraId="12C0FE62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3EF3CB5" w14:textId="45C67E59" w:rsidR="007146DE" w:rsidRPr="002D127E" w:rsidRDefault="007146DE" w:rsidP="007146DE">
            <w:pPr>
              <w:rPr>
                <w:sz w:val="18"/>
                <w:lang w:eastAsia="cs-CZ"/>
              </w:rPr>
            </w:pPr>
            <w:r w:rsidRPr="002D127E">
              <w:rPr>
                <w:sz w:val="18"/>
                <w:lang w:eastAsia="cs-CZ"/>
              </w:rPr>
              <w:t xml:space="preserve">Minimálně </w:t>
            </w:r>
            <w:r w:rsidRPr="00026C2A">
              <w:rPr>
                <w:b/>
                <w:bCs/>
                <w:sz w:val="18"/>
                <w:lang w:eastAsia="cs-CZ"/>
              </w:rPr>
              <w:t>4</w:t>
            </w:r>
            <w:r w:rsidRPr="002D127E">
              <w:rPr>
                <w:b/>
                <w:sz w:val="18"/>
                <w:lang w:eastAsia="cs-CZ"/>
              </w:rPr>
              <w:t>x</w:t>
            </w:r>
            <w:r w:rsidRPr="002D127E">
              <w:rPr>
                <w:sz w:val="18"/>
                <w:lang w:eastAsia="cs-CZ"/>
              </w:rPr>
              <w:t xml:space="preserve"> </w:t>
            </w:r>
            <w:r w:rsidRPr="002D127E">
              <w:rPr>
                <w:b/>
                <w:bCs/>
                <w:sz w:val="18"/>
                <w:lang w:eastAsia="cs-CZ"/>
              </w:rPr>
              <w:t xml:space="preserve">1 </w:t>
            </w:r>
            <w:proofErr w:type="spellStart"/>
            <w:r w:rsidRPr="002D127E">
              <w:rPr>
                <w:b/>
                <w:bCs/>
                <w:sz w:val="18"/>
                <w:lang w:eastAsia="cs-CZ"/>
              </w:rPr>
              <w:t>Gbps</w:t>
            </w:r>
            <w:proofErr w:type="spellEnd"/>
            <w:r w:rsidRPr="002D127E">
              <w:rPr>
                <w:sz w:val="18"/>
                <w:lang w:eastAsia="cs-CZ"/>
              </w:rPr>
              <w:t xml:space="preserve"> </w:t>
            </w:r>
            <w:r>
              <w:rPr>
                <w:sz w:val="18"/>
                <w:lang w:eastAsia="cs-CZ"/>
              </w:rPr>
              <w:t>RJ45</w:t>
            </w:r>
            <w:r w:rsidRPr="002D127E">
              <w:rPr>
                <w:sz w:val="18"/>
                <w:lang w:eastAsia="cs-CZ"/>
              </w:rPr>
              <w:t xml:space="preserve"> LAN</w:t>
            </w:r>
          </w:p>
        </w:tc>
        <w:tc>
          <w:tcPr>
            <w:tcW w:w="3288" w:type="dxa"/>
          </w:tcPr>
          <w:p w14:paraId="7BF8CC42" w14:textId="32281671" w:rsidR="007146DE" w:rsidRPr="002D127E" w:rsidRDefault="007146DE" w:rsidP="007146D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7146DE" w:rsidRPr="0050706D" w14:paraId="19E656D6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1778381" w14:textId="32E00E84" w:rsidR="007146DE" w:rsidRPr="002D127E" w:rsidRDefault="007146DE" w:rsidP="007146DE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Dedikovaný </w:t>
            </w:r>
            <w:r w:rsidRPr="002D127E">
              <w:rPr>
                <w:rFonts w:cstheme="minorHAnsi"/>
                <w:b/>
                <w:bCs/>
                <w:sz w:val="18"/>
              </w:rPr>
              <w:t xml:space="preserve">1 </w:t>
            </w:r>
            <w:proofErr w:type="spellStart"/>
            <w:r w:rsidRPr="002D127E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20FCB632" w14:textId="64F20C7E" w:rsidR="007146DE" w:rsidRPr="002D127E" w:rsidRDefault="007146DE" w:rsidP="007146D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146DE" w:rsidRPr="0050706D" w14:paraId="76A5256F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DDCDC10" w14:textId="2E427D96" w:rsidR="007146DE" w:rsidRPr="002D127E" w:rsidRDefault="007146DE" w:rsidP="007146D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26C2A">
              <w:rPr>
                <w:rFonts w:cstheme="minorHAnsi"/>
                <w:sz w:val="18"/>
              </w:rPr>
              <w:t xml:space="preserve">Minimálně </w:t>
            </w:r>
            <w:r w:rsidR="00FA1C4C" w:rsidRPr="00FA1C4C">
              <w:rPr>
                <w:rFonts w:cstheme="minorHAnsi"/>
                <w:b/>
                <w:bCs/>
                <w:sz w:val="18"/>
              </w:rPr>
              <w:t>2</w:t>
            </w:r>
            <w:r w:rsidRPr="002D127E">
              <w:rPr>
                <w:rFonts w:cstheme="minorHAnsi"/>
                <w:b/>
                <w:bCs/>
                <w:sz w:val="18"/>
              </w:rPr>
              <w:t xml:space="preserve">x </w:t>
            </w:r>
            <w:r>
              <w:rPr>
                <w:rFonts w:cstheme="minorHAnsi"/>
                <w:b/>
                <w:bCs/>
                <w:sz w:val="18"/>
              </w:rPr>
              <w:t>32</w:t>
            </w:r>
            <w:r w:rsidRPr="002D127E">
              <w:rPr>
                <w:rFonts w:cstheme="minorHAnsi"/>
                <w:b/>
                <w:bCs/>
                <w:sz w:val="18"/>
              </w:rPr>
              <w:t xml:space="preserve"> </w:t>
            </w:r>
            <w:proofErr w:type="spellStart"/>
            <w:r w:rsidRPr="002D127E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SFP </w:t>
            </w:r>
            <w:proofErr w:type="spellStart"/>
            <w:r>
              <w:rPr>
                <w:rFonts w:cstheme="minorHAnsi"/>
                <w:sz w:val="18"/>
              </w:rPr>
              <w:t>FibreChannel</w:t>
            </w:r>
            <w:proofErr w:type="spellEnd"/>
            <w:r>
              <w:rPr>
                <w:rFonts w:cstheme="minorHAnsi"/>
                <w:sz w:val="18"/>
              </w:rPr>
              <w:t xml:space="preserve"> SAN porty</w:t>
            </w:r>
            <w:r w:rsidR="008C6546">
              <w:rPr>
                <w:rFonts w:cstheme="minorHAnsi"/>
                <w:sz w:val="18"/>
              </w:rPr>
              <w:t xml:space="preserve"> HBA</w:t>
            </w:r>
          </w:p>
        </w:tc>
        <w:tc>
          <w:tcPr>
            <w:tcW w:w="3288" w:type="dxa"/>
          </w:tcPr>
          <w:p w14:paraId="5CF3237C" w14:textId="4EA9521F" w:rsidR="007146DE" w:rsidRPr="002D127E" w:rsidRDefault="007146DE" w:rsidP="007146D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146DE" w:rsidRPr="0050706D" w14:paraId="04802E97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FE8377A" w14:textId="38CDB361" w:rsidR="007146DE" w:rsidRPr="002D127E" w:rsidRDefault="007146DE" w:rsidP="007146DE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2D127E">
              <w:rPr>
                <w:rFonts w:cstheme="minorHAnsi"/>
                <w:sz w:val="18"/>
              </w:rPr>
              <w:t>Trusted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</w:rPr>
              <w:t>Platform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Module </w:t>
            </w:r>
            <w:r>
              <w:rPr>
                <w:rFonts w:cstheme="minorHAnsi"/>
                <w:sz w:val="18"/>
              </w:rPr>
              <w:t xml:space="preserve">minimálně ve verzi </w:t>
            </w:r>
            <w:r w:rsidRPr="002D127E">
              <w:rPr>
                <w:rFonts w:cstheme="minorHAnsi"/>
                <w:sz w:val="18"/>
              </w:rPr>
              <w:t>2.0</w:t>
            </w:r>
          </w:p>
        </w:tc>
        <w:tc>
          <w:tcPr>
            <w:tcW w:w="3288" w:type="dxa"/>
          </w:tcPr>
          <w:p w14:paraId="5AA4EF60" w14:textId="34D63BE1" w:rsidR="007146DE" w:rsidRPr="002D127E" w:rsidRDefault="007146DE" w:rsidP="007146D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146DE" w:rsidRPr="0050706D" w14:paraId="752C9253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623064C" w14:textId="0D080804" w:rsidR="007146DE" w:rsidRPr="002D127E" w:rsidRDefault="007146DE" w:rsidP="007146DE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2x</w:t>
            </w:r>
            <w:r w:rsidRPr="002D127E">
              <w:rPr>
                <w:rFonts w:cstheme="minorHAnsi"/>
                <w:sz w:val="18"/>
              </w:rPr>
              <w:t xml:space="preserve"> hot-swap napájecí zdroj, každý minimálně o výkonu 800 W s minimální certifikací „80+ </w:t>
            </w:r>
            <w:proofErr w:type="spellStart"/>
            <w:r w:rsidR="001B7820">
              <w:rPr>
                <w:rFonts w:cstheme="minorHAnsi"/>
                <w:sz w:val="18"/>
              </w:rPr>
              <w:t>Platinum</w:t>
            </w:r>
            <w:proofErr w:type="spellEnd"/>
            <w:r w:rsidRPr="002D127E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48B57A95" w14:textId="19C3F51E" w:rsidR="007146DE" w:rsidRPr="002D127E" w:rsidRDefault="007146DE" w:rsidP="007146D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146DE" w:rsidRPr="0050706D" w14:paraId="464BEF0F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0D223DE" w14:textId="044A1DAE" w:rsidR="007146DE" w:rsidRPr="002D127E" w:rsidRDefault="006B7946" w:rsidP="007146D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>
              <w:rPr>
                <w:sz w:val="18"/>
                <w:lang w:eastAsia="cs-CZ"/>
              </w:rPr>
              <w:t>Výsuvné l</w:t>
            </w:r>
            <w:r w:rsidR="007146DE" w:rsidRPr="002D127E">
              <w:rPr>
                <w:sz w:val="18"/>
                <w:lang w:eastAsia="cs-CZ"/>
              </w:rPr>
              <w:t xml:space="preserve">ižiny do rackové skříně </w:t>
            </w:r>
            <w:r w:rsidR="00956CE2">
              <w:rPr>
                <w:sz w:val="18"/>
                <w:lang w:eastAsia="cs-CZ"/>
              </w:rPr>
              <w:t>s</w:t>
            </w:r>
            <w:r w:rsidR="007146DE" w:rsidRPr="002D127E">
              <w:rPr>
                <w:sz w:val="18"/>
                <w:lang w:eastAsia="cs-CZ"/>
              </w:rPr>
              <w:t xml:space="preserve"> „</w:t>
            </w:r>
            <w:proofErr w:type="spellStart"/>
            <w:r w:rsidR="007146DE" w:rsidRPr="002D127E">
              <w:rPr>
                <w:sz w:val="18"/>
                <w:lang w:eastAsia="cs-CZ"/>
              </w:rPr>
              <w:t>cable</w:t>
            </w:r>
            <w:proofErr w:type="spellEnd"/>
            <w:r w:rsidR="007146DE" w:rsidRPr="002D127E">
              <w:rPr>
                <w:sz w:val="18"/>
                <w:lang w:eastAsia="cs-CZ"/>
              </w:rPr>
              <w:t xml:space="preserve"> management</w:t>
            </w:r>
            <w:r w:rsidR="007146DE">
              <w:rPr>
                <w:sz w:val="18"/>
                <w:lang w:eastAsia="cs-CZ"/>
              </w:rPr>
              <w:t xml:space="preserve"> </w:t>
            </w:r>
            <w:proofErr w:type="spellStart"/>
            <w:r w:rsidR="007146DE">
              <w:rPr>
                <w:sz w:val="18"/>
                <w:lang w:eastAsia="cs-CZ"/>
              </w:rPr>
              <w:t>arm</w:t>
            </w:r>
            <w:proofErr w:type="spellEnd"/>
            <w:r w:rsidR="007146DE" w:rsidRPr="002D127E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68B6C261" w14:textId="410ABB19" w:rsidR="007146DE" w:rsidRPr="00BC57E5" w:rsidRDefault="007146DE" w:rsidP="007146D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7146DE" w:rsidRPr="004A049E" w14:paraId="21BB6B29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791E79D" w14:textId="6B44254A" w:rsidR="007146DE" w:rsidRPr="002D127E" w:rsidRDefault="007146DE" w:rsidP="007146DE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2D127E">
              <w:rPr>
                <w:rFonts w:cstheme="minorHAnsi"/>
                <w:sz w:val="18"/>
              </w:rPr>
              <w:t xml:space="preserve">napájecí kabel 230V CEE7/7 v délce minimálně </w:t>
            </w:r>
            <w:r w:rsidR="00426602">
              <w:rPr>
                <w:rFonts w:cstheme="minorHAnsi"/>
                <w:sz w:val="18"/>
              </w:rPr>
              <w:t>2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>metr</w:t>
            </w:r>
            <w:r>
              <w:rPr>
                <w:rFonts w:cstheme="minorHAnsi"/>
                <w:sz w:val="18"/>
              </w:rPr>
              <w:t>y</w:t>
            </w:r>
            <w:r w:rsidRPr="002D127E">
              <w:rPr>
                <w:rFonts w:cstheme="minorHAnsi"/>
                <w:sz w:val="18"/>
              </w:rPr>
              <w:t>, každý v jiné barvě (černá, červená)</w:t>
            </w:r>
          </w:p>
        </w:tc>
        <w:tc>
          <w:tcPr>
            <w:tcW w:w="3288" w:type="dxa"/>
          </w:tcPr>
          <w:p w14:paraId="436F5923" w14:textId="25DBCD64" w:rsidR="007146DE" w:rsidRPr="002D127E" w:rsidRDefault="007146DE" w:rsidP="007146D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57428" w:rsidRPr="004A049E" w14:paraId="281B1955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6B5FADE" w14:textId="6077628B" w:rsidR="00357428" w:rsidRPr="002D127E" w:rsidRDefault="00357428" w:rsidP="0035742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2D127E">
              <w:rPr>
                <w:rFonts w:cstheme="minorHAnsi"/>
                <w:sz w:val="18"/>
              </w:rPr>
              <w:t xml:space="preserve">napájecí kabel 230V </w:t>
            </w:r>
            <w:r>
              <w:rPr>
                <w:rFonts w:cstheme="minorHAnsi"/>
                <w:sz w:val="18"/>
              </w:rPr>
              <w:t>IEC C13</w:t>
            </w:r>
            <w:r w:rsidRPr="002D127E">
              <w:rPr>
                <w:rFonts w:cstheme="minorHAnsi"/>
                <w:sz w:val="18"/>
              </w:rPr>
              <w:t xml:space="preserve"> v délce minimálně </w:t>
            </w:r>
            <w:r>
              <w:rPr>
                <w:rFonts w:cstheme="minorHAnsi"/>
                <w:sz w:val="18"/>
              </w:rPr>
              <w:t>2 </w:t>
            </w:r>
            <w:r w:rsidRPr="002D127E">
              <w:rPr>
                <w:rFonts w:cstheme="minorHAnsi"/>
                <w:sz w:val="18"/>
              </w:rPr>
              <w:t>metr</w:t>
            </w:r>
            <w:r>
              <w:rPr>
                <w:rFonts w:cstheme="minorHAnsi"/>
                <w:sz w:val="18"/>
              </w:rPr>
              <w:t>y</w:t>
            </w:r>
            <w:r w:rsidRPr="002D127E">
              <w:rPr>
                <w:rFonts w:cstheme="minorHAnsi"/>
                <w:sz w:val="18"/>
              </w:rPr>
              <w:t>, každý v jiné barvě (černá, červená)</w:t>
            </w:r>
          </w:p>
        </w:tc>
        <w:tc>
          <w:tcPr>
            <w:tcW w:w="3288" w:type="dxa"/>
          </w:tcPr>
          <w:p w14:paraId="7E65F2A8" w14:textId="379E5FB4" w:rsidR="00357428" w:rsidRPr="00927BA6" w:rsidRDefault="00357428" w:rsidP="003574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57428" w:rsidRPr="004A049E" w14:paraId="65AD020A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086A160" w14:textId="3785FE62" w:rsidR="00357428" w:rsidRPr="00A9399D" w:rsidRDefault="00357428" w:rsidP="00357428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A9399D">
              <w:rPr>
                <w:rFonts w:cstheme="minorHAnsi"/>
                <w:sz w:val="18"/>
              </w:rPr>
              <w:t>Podpora OS</w:t>
            </w:r>
            <w:r>
              <w:rPr>
                <w:rFonts w:cstheme="minorHAnsi"/>
                <w:sz w:val="18"/>
              </w:rPr>
              <w:t xml:space="preserve"> Windows Server 2019, 2022; RHEL 8, 9; </w:t>
            </w:r>
            <w:proofErr w:type="spellStart"/>
            <w:r>
              <w:rPr>
                <w:rFonts w:cstheme="minorHAnsi"/>
                <w:sz w:val="18"/>
              </w:rPr>
              <w:t>VMware</w:t>
            </w:r>
            <w:proofErr w:type="spellEnd"/>
            <w:r>
              <w:rPr>
                <w:rFonts w:cstheme="minorHAnsi"/>
                <w:sz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</w:rPr>
              <w:t>vSphere</w:t>
            </w:r>
            <w:proofErr w:type="spellEnd"/>
            <w:r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47E98C02" w14:textId="4C6E05EF" w:rsidR="00357428" w:rsidRPr="00927BA6" w:rsidRDefault="00357428" w:rsidP="003574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57428" w:rsidRPr="0050706D" w14:paraId="25791CFF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9F65F15" w14:textId="5E997EA5" w:rsidR="00357428" w:rsidRPr="002D127E" w:rsidRDefault="00357428" w:rsidP="00357428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lastRenderedPageBreak/>
              <w:t xml:space="preserve">Webová nebo mobilní bezpečnostní aplikace, sloužící k ověření, že mezi expedicí zařízení a jeho zprovozněním v datovém centru zákazníka, nedošlo k neautorizovanému zásahu do </w:t>
            </w:r>
            <w:r w:rsidR="006B5EBD">
              <w:rPr>
                <w:rFonts w:cstheme="minorHAnsi"/>
                <w:sz w:val="18"/>
              </w:rPr>
              <w:t>firmware</w:t>
            </w:r>
            <w:r w:rsidRPr="002D127E">
              <w:rPr>
                <w:rFonts w:cstheme="minorHAnsi"/>
                <w:sz w:val="18"/>
              </w:rPr>
              <w:t xml:space="preserve"> či hardware (HW) ani k výměně některé klíčové komponenty za jinou.</w:t>
            </w:r>
          </w:p>
        </w:tc>
        <w:tc>
          <w:tcPr>
            <w:tcW w:w="3288" w:type="dxa"/>
          </w:tcPr>
          <w:p w14:paraId="0BAA75E2" w14:textId="0D9F333A" w:rsidR="00357428" w:rsidRPr="002D127E" w:rsidRDefault="00357428" w:rsidP="003574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357428" w:rsidRPr="0050706D" w14:paraId="3279C4AD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25A1776" w14:textId="5484D4A8" w:rsidR="00357428" w:rsidRPr="002D127E" w:rsidRDefault="00357428" w:rsidP="00357428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Integrační pluginy pro monitoring zdravotního stavu a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>správu HW přímo z</w:t>
            </w:r>
            <w:r w:rsidR="00276A27">
              <w:rPr>
                <w:rFonts w:cstheme="minorHAnsi"/>
                <w:sz w:val="18"/>
              </w:rPr>
              <w:t> </w:t>
            </w:r>
            <w:proofErr w:type="spellStart"/>
            <w:r w:rsidR="00276A27">
              <w:rPr>
                <w:rFonts w:cstheme="minorHAnsi"/>
                <w:sz w:val="18"/>
              </w:rPr>
              <w:t>VMware</w:t>
            </w:r>
            <w:proofErr w:type="spellEnd"/>
            <w:r w:rsidR="00276A27">
              <w:rPr>
                <w:rFonts w:cstheme="minorHAnsi"/>
                <w:sz w:val="18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</w:rPr>
              <w:t>vCenter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a MS </w:t>
            </w:r>
            <w:proofErr w:type="spellStart"/>
            <w:r w:rsidRPr="002D127E">
              <w:rPr>
                <w:rFonts w:cstheme="minorHAnsi"/>
                <w:sz w:val="18"/>
              </w:rPr>
              <w:t>System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Center.</w:t>
            </w:r>
          </w:p>
        </w:tc>
        <w:tc>
          <w:tcPr>
            <w:tcW w:w="3288" w:type="dxa"/>
          </w:tcPr>
          <w:p w14:paraId="4542E5E1" w14:textId="2F7CFBCF" w:rsidR="00357428" w:rsidRPr="002D127E" w:rsidRDefault="00357428" w:rsidP="003574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357428" w:rsidRPr="0050706D" w14:paraId="54AAAD52" w14:textId="77777777" w:rsidTr="002D12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3869865" w14:textId="1291AFC5" w:rsidR="00357428" w:rsidRPr="002D127E" w:rsidRDefault="00357428" w:rsidP="00357428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2D127E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4D9127A4" w14:textId="77777777" w:rsidR="00357428" w:rsidRPr="002D127E" w:rsidRDefault="00357428" w:rsidP="003574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357428" w:rsidRPr="002E3BD1" w14:paraId="5EF225A5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4FE07F6" w14:textId="6416D8A9" w:rsidR="00357428" w:rsidRPr="002D127E" w:rsidRDefault="00357428" w:rsidP="00357428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Podpora výrobce na </w:t>
            </w:r>
            <w:r w:rsidRPr="002D127E">
              <w:rPr>
                <w:rFonts w:cstheme="minorHAnsi"/>
                <w:b/>
                <w:bCs/>
                <w:sz w:val="18"/>
              </w:rPr>
              <w:t>5 let</w:t>
            </w:r>
            <w:r w:rsidRPr="002D127E">
              <w:rPr>
                <w:rFonts w:cstheme="minorHAnsi"/>
                <w:sz w:val="18"/>
              </w:rPr>
              <w:t xml:space="preserve"> v rozsahu „</w:t>
            </w:r>
            <w:r w:rsidRPr="002D127E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2D127E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2D127E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30844FB2" w14:textId="6F3E785B" w:rsidR="00357428" w:rsidRPr="002D127E" w:rsidRDefault="00357428" w:rsidP="003574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57428" w:rsidRPr="00D730ED" w14:paraId="69985713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33BBABC" w14:textId="67BD174C" w:rsidR="00357428" w:rsidRPr="002D127E" w:rsidRDefault="00357428" w:rsidP="00357428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U všech disků</w:t>
            </w:r>
            <w:r>
              <w:rPr>
                <w:rFonts w:cstheme="minorHAnsi"/>
                <w:sz w:val="18"/>
              </w:rPr>
              <w:t xml:space="preserve">, SSD, </w:t>
            </w:r>
            <w:proofErr w:type="spellStart"/>
            <w:r>
              <w:rPr>
                <w:rFonts w:cstheme="minorHAnsi"/>
                <w:sz w:val="18"/>
              </w:rPr>
              <w:t>NVMe</w:t>
            </w:r>
            <w:proofErr w:type="spellEnd"/>
            <w:r>
              <w:rPr>
                <w:rFonts w:cstheme="minorHAnsi"/>
                <w:sz w:val="18"/>
              </w:rPr>
              <w:t xml:space="preserve"> a médií</w:t>
            </w:r>
            <w:r w:rsidRPr="002D127E">
              <w:rPr>
                <w:rFonts w:cstheme="minorHAnsi"/>
                <w:sz w:val="18"/>
              </w:rPr>
              <w:t xml:space="preserve"> je požadováno ponechání disku Kupujícímu při jeho poruše a</w:t>
            </w:r>
            <w:r>
              <w:rPr>
                <w:rFonts w:cstheme="minorHAnsi"/>
                <w:sz w:val="18"/>
              </w:rPr>
              <w:t>/nebo</w:t>
            </w:r>
            <w:r w:rsidRPr="002D127E">
              <w:rPr>
                <w:rFonts w:cstheme="minorHAnsi"/>
                <w:sz w:val="18"/>
              </w:rPr>
              <w:t xml:space="preserve"> reklamaci</w:t>
            </w:r>
          </w:p>
        </w:tc>
        <w:tc>
          <w:tcPr>
            <w:tcW w:w="3288" w:type="dxa"/>
          </w:tcPr>
          <w:p w14:paraId="5577A240" w14:textId="34C2E40A" w:rsidR="00357428" w:rsidRPr="002D127E" w:rsidRDefault="00357428" w:rsidP="003574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57428" w:rsidRPr="00D730ED" w14:paraId="6D80CD73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FE1A0A9" w14:textId="77777777" w:rsidR="00357428" w:rsidRPr="00A05703" w:rsidRDefault="00357428" w:rsidP="00357428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 xml:space="preserve">Vzdálená správa HW serveru </w:t>
            </w:r>
          </w:p>
          <w:p w14:paraId="0DDD7AB8" w14:textId="2DAE85F7" w:rsidR="00357428" w:rsidRPr="00A05703" w:rsidRDefault="00357428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Vzdálená správa s dedikovaným vlastním portem 1G</w:t>
            </w:r>
            <w:r>
              <w:rPr>
                <w:rFonts w:cstheme="minorHAnsi"/>
                <w:sz w:val="18"/>
              </w:rPr>
              <w:t>bE</w:t>
            </w:r>
            <w:r w:rsidRPr="00A05703">
              <w:rPr>
                <w:rFonts w:cstheme="minorHAnsi"/>
                <w:sz w:val="18"/>
              </w:rPr>
              <w:t xml:space="preserve"> a možností převzít plně vzdálené ovládání serveru.</w:t>
            </w:r>
          </w:p>
          <w:p w14:paraId="04B99A1F" w14:textId="77777777" w:rsidR="00357428" w:rsidRPr="00A05703" w:rsidRDefault="00357428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Možnost přesměrování management portu pomocí NSCI na jinou síťovou kartu.</w:t>
            </w:r>
          </w:p>
          <w:p w14:paraId="5F5A505B" w14:textId="77777777" w:rsidR="00357428" w:rsidRPr="00A05703" w:rsidRDefault="00357428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 xml:space="preserve">Možnost vzdáleného </w:t>
            </w:r>
            <w:proofErr w:type="spellStart"/>
            <w:r w:rsidRPr="00A05703">
              <w:rPr>
                <w:rFonts w:cstheme="minorHAnsi"/>
                <w:sz w:val="18"/>
              </w:rPr>
              <w:t>mountování</w:t>
            </w:r>
            <w:proofErr w:type="spellEnd"/>
            <w:r w:rsidRPr="00A05703">
              <w:rPr>
                <w:rFonts w:cstheme="minorHAnsi"/>
                <w:sz w:val="18"/>
              </w:rPr>
              <w:t xml:space="preserve"> ISO image.</w:t>
            </w:r>
          </w:p>
          <w:p w14:paraId="26C99CA2" w14:textId="77777777" w:rsidR="00357428" w:rsidRPr="00A05703" w:rsidRDefault="00357428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Možnost sdílet jednu virtuální konzoli až šesti uživateli.</w:t>
            </w:r>
          </w:p>
          <w:p w14:paraId="1F8ACA12" w14:textId="52082D9B" w:rsidR="00357428" w:rsidRPr="00A05703" w:rsidRDefault="00357428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Podpora standartních Webových prohlížečů</w:t>
            </w:r>
            <w:r>
              <w:rPr>
                <w:rFonts w:cstheme="minorHAnsi"/>
                <w:sz w:val="18"/>
              </w:rPr>
              <w:t xml:space="preserve"> (Google Chrome, MS </w:t>
            </w:r>
            <w:proofErr w:type="spellStart"/>
            <w:r>
              <w:rPr>
                <w:rFonts w:cstheme="minorHAnsi"/>
                <w:sz w:val="18"/>
              </w:rPr>
              <w:t>Edge</w:t>
            </w:r>
            <w:proofErr w:type="spellEnd"/>
            <w:r>
              <w:rPr>
                <w:rFonts w:cstheme="minorHAnsi"/>
                <w:sz w:val="18"/>
              </w:rPr>
              <w:t>, Mozilla Firefox)</w:t>
            </w:r>
            <w:r w:rsidRPr="00A05703">
              <w:rPr>
                <w:rFonts w:cstheme="minorHAnsi"/>
                <w:sz w:val="18"/>
              </w:rPr>
              <w:t xml:space="preserve"> a</w:t>
            </w:r>
            <w:r>
              <w:rPr>
                <w:rFonts w:cstheme="minorHAnsi"/>
                <w:sz w:val="18"/>
              </w:rPr>
              <w:t> </w:t>
            </w:r>
            <w:r w:rsidRPr="00A05703">
              <w:rPr>
                <w:rFonts w:cstheme="minorHAnsi"/>
                <w:sz w:val="18"/>
              </w:rPr>
              <w:t>HTML5.</w:t>
            </w:r>
          </w:p>
          <w:p w14:paraId="2A76D880" w14:textId="1CDA4FBB" w:rsidR="00357428" w:rsidRPr="00A05703" w:rsidRDefault="00357428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 xml:space="preserve">Inventarizace a možnost sledování stavu jednotlivých komponent včetně úrovní </w:t>
            </w:r>
            <w:r>
              <w:rPr>
                <w:rFonts w:cstheme="minorHAnsi"/>
                <w:sz w:val="18"/>
              </w:rPr>
              <w:t>firmware</w:t>
            </w:r>
            <w:r w:rsidRPr="00A05703">
              <w:rPr>
                <w:rFonts w:cstheme="minorHAnsi"/>
                <w:sz w:val="18"/>
              </w:rPr>
              <w:t>.</w:t>
            </w:r>
          </w:p>
          <w:p w14:paraId="2C5C76AD" w14:textId="7B161E43" w:rsidR="00357428" w:rsidRPr="00A05703" w:rsidRDefault="00357428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 xml:space="preserve">Real </w:t>
            </w:r>
            <w:proofErr w:type="spellStart"/>
            <w:r w:rsidRPr="00A05703">
              <w:rPr>
                <w:rFonts w:cstheme="minorHAnsi"/>
                <w:sz w:val="18"/>
              </w:rPr>
              <w:t>time</w:t>
            </w:r>
            <w:proofErr w:type="spellEnd"/>
            <w:r w:rsidRPr="00A05703">
              <w:rPr>
                <w:rFonts w:cstheme="minorHAnsi"/>
                <w:sz w:val="18"/>
              </w:rPr>
              <w:t xml:space="preserve"> sledování vytíženosti CPU, paměti a</w:t>
            </w:r>
            <w:r>
              <w:rPr>
                <w:rFonts w:cstheme="minorHAnsi"/>
                <w:sz w:val="18"/>
              </w:rPr>
              <w:t> </w:t>
            </w:r>
            <w:r w:rsidRPr="00A05703">
              <w:rPr>
                <w:rFonts w:cstheme="minorHAnsi"/>
                <w:sz w:val="18"/>
              </w:rPr>
              <w:t>spotřeby</w:t>
            </w:r>
            <w:r>
              <w:rPr>
                <w:rFonts w:cstheme="minorHAnsi"/>
                <w:sz w:val="18"/>
              </w:rPr>
              <w:t xml:space="preserve"> elektrické energie</w:t>
            </w:r>
            <w:r w:rsidRPr="00A05703">
              <w:rPr>
                <w:rFonts w:cstheme="minorHAnsi"/>
                <w:sz w:val="18"/>
              </w:rPr>
              <w:t xml:space="preserve">, možnost </w:t>
            </w:r>
            <w:proofErr w:type="spellStart"/>
            <w:r w:rsidRPr="00A05703">
              <w:rPr>
                <w:rFonts w:cstheme="minorHAnsi"/>
                <w:sz w:val="18"/>
              </w:rPr>
              <w:t>Power</w:t>
            </w:r>
            <w:proofErr w:type="spellEnd"/>
            <w:r w:rsidRPr="00A05703">
              <w:rPr>
                <w:rFonts w:cstheme="minorHAnsi"/>
                <w:sz w:val="18"/>
              </w:rPr>
              <w:t xml:space="preserve"> </w:t>
            </w:r>
            <w:proofErr w:type="spellStart"/>
            <w:r w:rsidRPr="00A05703">
              <w:rPr>
                <w:rFonts w:cstheme="minorHAnsi"/>
                <w:sz w:val="18"/>
              </w:rPr>
              <w:t>cappingu</w:t>
            </w:r>
            <w:proofErr w:type="spellEnd"/>
            <w:r w:rsidRPr="00A05703">
              <w:rPr>
                <w:rFonts w:cstheme="minorHAnsi"/>
                <w:sz w:val="18"/>
              </w:rPr>
              <w:t>.</w:t>
            </w:r>
          </w:p>
          <w:p w14:paraId="72418BF5" w14:textId="77777777" w:rsidR="00357428" w:rsidRPr="00A05703" w:rsidRDefault="00357428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Možnost asistované instalace OS bez dalších nástrojů, médií, ISO apod.</w:t>
            </w:r>
          </w:p>
          <w:p w14:paraId="57A33049" w14:textId="77777777" w:rsidR="00357428" w:rsidRPr="00A05703" w:rsidRDefault="00357428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Podpora REDFISH a RESTAPI skriptů.</w:t>
            </w:r>
          </w:p>
          <w:p w14:paraId="388F64AD" w14:textId="77777777" w:rsidR="00357428" w:rsidRDefault="00357428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Nejvyšší licence pro správu serveru bez jakéhokoli omezení.</w:t>
            </w:r>
          </w:p>
          <w:p w14:paraId="63B11132" w14:textId="77777777" w:rsidR="00357428" w:rsidRDefault="00357428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972D04">
              <w:rPr>
                <w:rFonts w:cstheme="minorHAnsi"/>
                <w:sz w:val="18"/>
              </w:rPr>
              <w:t>Všechny licence potřebné k provozu managementu a HW, (management, mapování ISO, KVM přístup).</w:t>
            </w:r>
          </w:p>
          <w:p w14:paraId="7378C158" w14:textId="77777777" w:rsidR="00357428" w:rsidRDefault="00357428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Integrace s centrální vzdálenou správou serverového HW </w:t>
            </w:r>
            <w:r w:rsidRPr="00F42FFE">
              <w:rPr>
                <w:rFonts w:cstheme="minorHAnsi"/>
                <w:sz w:val="18"/>
              </w:rPr>
              <w:t>bez použití jakéhokoli dalšího HW či SW třetích stran</w:t>
            </w:r>
          </w:p>
          <w:p w14:paraId="55381441" w14:textId="77777777" w:rsidR="00357428" w:rsidRDefault="00357428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Podpora </w:t>
            </w:r>
            <w:r w:rsidRPr="00C507ED">
              <w:rPr>
                <w:rFonts w:cstheme="minorHAnsi"/>
                <w:sz w:val="18"/>
              </w:rPr>
              <w:t>protokolů SNMP 2c a IPMI</w:t>
            </w:r>
          </w:p>
          <w:p w14:paraId="1C099273" w14:textId="5D3B5DBC" w:rsidR="001A33CD" w:rsidRPr="00972D04" w:rsidRDefault="001A33CD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Podpora </w:t>
            </w:r>
            <w:r w:rsidR="003107AC">
              <w:rPr>
                <w:rFonts w:cstheme="minorHAnsi"/>
                <w:sz w:val="18"/>
              </w:rPr>
              <w:t xml:space="preserve">protokolu </w:t>
            </w:r>
            <w:proofErr w:type="spellStart"/>
            <w:r w:rsidR="003107AC">
              <w:rPr>
                <w:rFonts w:cstheme="minorHAnsi"/>
                <w:sz w:val="18"/>
              </w:rPr>
              <w:t>Syslog</w:t>
            </w:r>
            <w:proofErr w:type="spellEnd"/>
            <w:r w:rsidR="003107AC">
              <w:rPr>
                <w:rFonts w:cstheme="minorHAnsi"/>
                <w:sz w:val="18"/>
              </w:rPr>
              <w:t xml:space="preserve"> a předávání logů na vzdálený systém</w:t>
            </w:r>
          </w:p>
        </w:tc>
        <w:tc>
          <w:tcPr>
            <w:tcW w:w="3288" w:type="dxa"/>
          </w:tcPr>
          <w:p w14:paraId="36441906" w14:textId="303DA009" w:rsidR="00357428" w:rsidRPr="00927BA6" w:rsidRDefault="00357428" w:rsidP="003574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57428" w:rsidRPr="00D730ED" w14:paraId="13B90B2A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7BC975D" w14:textId="77777777" w:rsidR="00357428" w:rsidRPr="00C06A42" w:rsidRDefault="00357428" w:rsidP="00357428">
            <w:pPr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 xml:space="preserve">Hromadná správa </w:t>
            </w:r>
          </w:p>
          <w:p w14:paraId="390779EA" w14:textId="77777777" w:rsidR="00357428" w:rsidRPr="00C06A42" w:rsidRDefault="00357428" w:rsidP="00357428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 xml:space="preserve">Časově neomezená licence na hromadnou správu serverů, inventarizace a </w:t>
            </w:r>
            <w:proofErr w:type="spellStart"/>
            <w:r w:rsidRPr="00C06A42">
              <w:rPr>
                <w:rFonts w:cstheme="minorHAnsi"/>
                <w:sz w:val="18"/>
              </w:rPr>
              <w:t>alerting</w:t>
            </w:r>
            <w:proofErr w:type="spellEnd"/>
            <w:r w:rsidRPr="00C06A42">
              <w:rPr>
                <w:rFonts w:cstheme="minorHAnsi"/>
                <w:sz w:val="18"/>
              </w:rPr>
              <w:t>.</w:t>
            </w:r>
          </w:p>
          <w:p w14:paraId="6EDCE983" w14:textId="77777777" w:rsidR="00357428" w:rsidRPr="00C06A42" w:rsidRDefault="00357428" w:rsidP="00357428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>Možnost hromadného sledováni a upgrade úrovní FW jednotlivých komponent serverů.</w:t>
            </w:r>
          </w:p>
          <w:p w14:paraId="2BF728D3" w14:textId="77777777" w:rsidR="00357428" w:rsidRPr="00C06A42" w:rsidRDefault="00357428" w:rsidP="00357428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 xml:space="preserve">Call </w:t>
            </w:r>
            <w:proofErr w:type="spellStart"/>
            <w:r w:rsidRPr="00C06A42">
              <w:rPr>
                <w:rFonts w:cstheme="minorHAnsi"/>
                <w:sz w:val="18"/>
              </w:rPr>
              <w:t>Home</w:t>
            </w:r>
            <w:proofErr w:type="spellEnd"/>
            <w:r w:rsidRPr="00C06A42">
              <w:rPr>
                <w:rFonts w:cstheme="minorHAnsi"/>
                <w:sz w:val="18"/>
              </w:rPr>
              <w:t xml:space="preserve"> funkce.</w:t>
            </w:r>
          </w:p>
          <w:p w14:paraId="43E5DF39" w14:textId="77777777" w:rsidR="00357428" w:rsidRPr="00C06A42" w:rsidRDefault="00357428" w:rsidP="00357428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>Přístup přes mobilní aplikaci.</w:t>
            </w:r>
          </w:p>
          <w:p w14:paraId="64B16CDD" w14:textId="48EC58E9" w:rsidR="00357428" w:rsidRPr="00C06A42" w:rsidRDefault="00357428" w:rsidP="00357428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>Splňující standardy NIST 800-131A a</w:t>
            </w:r>
            <w:r>
              <w:rPr>
                <w:rFonts w:cstheme="minorHAnsi"/>
                <w:sz w:val="18"/>
              </w:rPr>
              <w:t> </w:t>
            </w:r>
            <w:r w:rsidRPr="00C06A42">
              <w:rPr>
                <w:rFonts w:cstheme="minorHAnsi"/>
                <w:sz w:val="18"/>
              </w:rPr>
              <w:t>FIPS</w:t>
            </w:r>
            <w:r>
              <w:rPr>
                <w:rFonts w:cstheme="minorHAnsi"/>
                <w:sz w:val="18"/>
              </w:rPr>
              <w:t> </w:t>
            </w:r>
            <w:r w:rsidRPr="00C06A42">
              <w:rPr>
                <w:rFonts w:cstheme="minorHAnsi"/>
                <w:sz w:val="18"/>
              </w:rPr>
              <w:t>140</w:t>
            </w:r>
            <w:r>
              <w:rPr>
                <w:rFonts w:cstheme="minorHAnsi"/>
                <w:sz w:val="18"/>
              </w:rPr>
              <w:noBreakHyphen/>
            </w:r>
            <w:r w:rsidRPr="00C06A42">
              <w:rPr>
                <w:rFonts w:cstheme="minorHAnsi"/>
                <w:sz w:val="18"/>
              </w:rPr>
              <w:t>2.</w:t>
            </w:r>
          </w:p>
          <w:p w14:paraId="00671C11" w14:textId="77777777" w:rsidR="00357428" w:rsidRDefault="00357428" w:rsidP="00357428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>Plug-in do management nodů virtualizačních hypervizorů.</w:t>
            </w:r>
          </w:p>
          <w:p w14:paraId="24B7B5D3" w14:textId="2FF90CA6" w:rsidR="00357428" w:rsidRPr="00C06A42" w:rsidRDefault="00357428" w:rsidP="00357428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 xml:space="preserve">Podpora REST-API a </w:t>
            </w:r>
            <w:proofErr w:type="spellStart"/>
            <w:r w:rsidRPr="00C06A42">
              <w:rPr>
                <w:rFonts w:cstheme="minorHAnsi"/>
                <w:sz w:val="18"/>
              </w:rPr>
              <w:t>Redfish</w:t>
            </w:r>
            <w:proofErr w:type="spellEnd"/>
            <w:r w:rsidRPr="00C06A42">
              <w:rPr>
                <w:rFonts w:cstheme="minorHAnsi"/>
                <w:sz w:val="18"/>
              </w:rPr>
              <w:t xml:space="preserve"> standardů.</w:t>
            </w:r>
          </w:p>
        </w:tc>
        <w:tc>
          <w:tcPr>
            <w:tcW w:w="3288" w:type="dxa"/>
          </w:tcPr>
          <w:p w14:paraId="36C737EB" w14:textId="247FBA07" w:rsidR="00357428" w:rsidRPr="00927BA6" w:rsidRDefault="00357428" w:rsidP="003574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57428" w:rsidRPr="00D730ED" w14:paraId="310935E3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AF13976" w14:textId="7C059A6D" w:rsidR="00357428" w:rsidRDefault="00357428" w:rsidP="00357428">
            <w:pPr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Napojení na systém centralizované vzdálené správy a</w:t>
            </w:r>
            <w:r>
              <w:rPr>
                <w:rFonts w:cstheme="minorHAnsi"/>
                <w:sz w:val="18"/>
              </w:rPr>
              <w:t> </w:t>
            </w:r>
            <w:r w:rsidRPr="009C394F">
              <w:rPr>
                <w:rFonts w:cstheme="minorHAnsi"/>
                <w:sz w:val="18"/>
              </w:rPr>
              <w:t>dohledu</w:t>
            </w:r>
            <w:r w:rsidRPr="008B75F1">
              <w:rPr>
                <w:rFonts w:cstheme="minorHAnsi"/>
                <w:i/>
                <w:iCs/>
                <w:sz w:val="18"/>
              </w:rPr>
              <w:t xml:space="preserve"> (Zadavatel provozuje centralizovanou </w:t>
            </w:r>
            <w:r w:rsidRPr="008B75F1">
              <w:rPr>
                <w:rFonts w:cstheme="minorHAnsi"/>
                <w:i/>
                <w:iCs/>
                <w:sz w:val="18"/>
              </w:rPr>
              <w:lastRenderedPageBreak/>
              <w:t xml:space="preserve">vzdálenou správy na technologiích </w:t>
            </w:r>
            <w:r w:rsidRPr="008B75F1">
              <w:rPr>
                <w:rFonts w:cstheme="minorHAnsi"/>
                <w:b/>
                <w:bCs/>
                <w:i/>
                <w:iCs/>
                <w:sz w:val="18"/>
              </w:rPr>
              <w:t xml:space="preserve">Dell </w:t>
            </w:r>
            <w:proofErr w:type="spellStart"/>
            <w:r w:rsidRPr="008B75F1">
              <w:rPr>
                <w:rFonts w:cstheme="minorHAnsi"/>
                <w:b/>
                <w:bCs/>
                <w:i/>
                <w:iCs/>
                <w:sz w:val="18"/>
              </w:rPr>
              <w:t>OpenManage</w:t>
            </w:r>
            <w:proofErr w:type="spellEnd"/>
            <w:r w:rsidRPr="008B75F1">
              <w:rPr>
                <w:rFonts w:cstheme="minorHAnsi"/>
                <w:i/>
                <w:iCs/>
                <w:sz w:val="18"/>
              </w:rPr>
              <w:t xml:space="preserve"> a </w:t>
            </w:r>
            <w:r w:rsidRPr="008B75F1">
              <w:rPr>
                <w:rFonts w:cstheme="minorHAnsi"/>
                <w:b/>
                <w:bCs/>
                <w:i/>
                <w:iCs/>
                <w:sz w:val="18"/>
              </w:rPr>
              <w:t xml:space="preserve">Lenovo </w:t>
            </w:r>
            <w:proofErr w:type="spellStart"/>
            <w:r w:rsidRPr="008B75F1">
              <w:rPr>
                <w:rFonts w:cstheme="minorHAnsi"/>
                <w:b/>
                <w:bCs/>
                <w:i/>
                <w:iCs/>
                <w:sz w:val="18"/>
              </w:rPr>
              <w:t>xClarity</w:t>
            </w:r>
            <w:proofErr w:type="spellEnd"/>
            <w:r w:rsidRPr="008B75F1">
              <w:rPr>
                <w:rFonts w:cstheme="minorHAnsi"/>
                <w:i/>
                <w:iCs/>
                <w:sz w:val="18"/>
              </w:rPr>
              <w:t>)</w:t>
            </w:r>
            <w:r>
              <w:rPr>
                <w:rFonts w:cstheme="minorHAnsi"/>
                <w:sz w:val="18"/>
              </w:rPr>
              <w:t>:</w:t>
            </w:r>
          </w:p>
          <w:p w14:paraId="173EFF83" w14:textId="12DA623F" w:rsidR="00357428" w:rsidRDefault="00357428" w:rsidP="00357428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Napojení na již provozované řešení centralizované vzdálené správy</w:t>
            </w:r>
            <w:r w:rsidRPr="00D75FF1">
              <w:rPr>
                <w:rFonts w:cstheme="minorHAnsi"/>
                <w:sz w:val="18"/>
              </w:rPr>
              <w:t xml:space="preserve"> bez nutnosti pořizovat, instalovat či provozovat jakýkoliv další software, </w:t>
            </w:r>
            <w:r>
              <w:rPr>
                <w:rFonts w:cstheme="minorHAnsi"/>
                <w:sz w:val="18"/>
              </w:rPr>
              <w:t>hardware</w:t>
            </w:r>
            <w:r w:rsidRPr="00D75FF1">
              <w:rPr>
                <w:rFonts w:cstheme="minorHAnsi"/>
                <w:sz w:val="18"/>
              </w:rPr>
              <w:t xml:space="preserve"> nebo </w:t>
            </w:r>
            <w:proofErr w:type="spellStart"/>
            <w:r w:rsidRPr="00D75FF1">
              <w:rPr>
                <w:rFonts w:cstheme="minorHAnsi"/>
                <w:sz w:val="18"/>
              </w:rPr>
              <w:t>appliance</w:t>
            </w:r>
            <w:proofErr w:type="spellEnd"/>
            <w:r>
              <w:rPr>
                <w:rFonts w:cstheme="minorHAnsi"/>
                <w:sz w:val="18"/>
              </w:rPr>
              <w:t xml:space="preserve"> třetích stran</w:t>
            </w:r>
            <w:r w:rsidRPr="00D75FF1">
              <w:rPr>
                <w:rFonts w:cstheme="minorHAnsi"/>
                <w:sz w:val="18"/>
              </w:rPr>
              <w:t>.</w:t>
            </w:r>
          </w:p>
          <w:p w14:paraId="7AB91001" w14:textId="356C4FD2" w:rsidR="00357428" w:rsidRPr="009C394F" w:rsidRDefault="00357428" w:rsidP="00357428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Přehled modelů a sériových čísel</w:t>
            </w:r>
          </w:p>
          <w:p w14:paraId="28A7F080" w14:textId="77777777" w:rsidR="00357428" w:rsidRPr="009C394F" w:rsidRDefault="00357428" w:rsidP="00357428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Přehled platnosti servisních kontraktů</w:t>
            </w:r>
          </w:p>
          <w:p w14:paraId="4DC214F9" w14:textId="77777777" w:rsidR="00357428" w:rsidRPr="009C394F" w:rsidRDefault="00357428" w:rsidP="00357428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Inventarizace konfigurace</w:t>
            </w:r>
          </w:p>
          <w:p w14:paraId="29AB7052" w14:textId="41D9EA1A" w:rsidR="00357428" w:rsidRPr="009C394F" w:rsidRDefault="00357428" w:rsidP="00357428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 xml:space="preserve">Přehled verzí firmware a </w:t>
            </w:r>
            <w:proofErr w:type="spellStart"/>
            <w:r w:rsidRPr="009C394F">
              <w:rPr>
                <w:rFonts w:cstheme="minorHAnsi"/>
                <w:sz w:val="18"/>
              </w:rPr>
              <w:t>BIOSu</w:t>
            </w:r>
            <w:proofErr w:type="spellEnd"/>
            <w:r w:rsidRPr="009C394F">
              <w:rPr>
                <w:rFonts w:cstheme="minorHAnsi"/>
                <w:sz w:val="18"/>
              </w:rPr>
              <w:t xml:space="preserve"> jednotlivých komponent</w:t>
            </w:r>
          </w:p>
          <w:p w14:paraId="3100C7CA" w14:textId="155A9290" w:rsidR="00357428" w:rsidRPr="009C394F" w:rsidRDefault="00357428" w:rsidP="00357428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 xml:space="preserve">Kontrola verzí </w:t>
            </w:r>
            <w:r>
              <w:rPr>
                <w:rFonts w:cstheme="minorHAnsi"/>
                <w:sz w:val="18"/>
              </w:rPr>
              <w:t xml:space="preserve">firmware </w:t>
            </w:r>
            <w:r w:rsidRPr="009C394F">
              <w:rPr>
                <w:rFonts w:cstheme="minorHAnsi"/>
                <w:sz w:val="18"/>
              </w:rPr>
              <w:t xml:space="preserve">a </w:t>
            </w:r>
            <w:proofErr w:type="spellStart"/>
            <w:r w:rsidRPr="009C394F">
              <w:rPr>
                <w:rFonts w:cstheme="minorHAnsi"/>
                <w:sz w:val="18"/>
              </w:rPr>
              <w:t>BIOSu</w:t>
            </w:r>
            <w:proofErr w:type="spellEnd"/>
            <w:r w:rsidRPr="009C394F">
              <w:rPr>
                <w:rFonts w:cstheme="minorHAnsi"/>
                <w:sz w:val="18"/>
              </w:rPr>
              <w:t xml:space="preserve"> oproti definovaným politikám</w:t>
            </w:r>
          </w:p>
          <w:p w14:paraId="05FD6D99" w14:textId="77777777" w:rsidR="00357428" w:rsidRPr="009C394F" w:rsidRDefault="00357428" w:rsidP="00357428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Monitoring zatížení CPU a RAM</w:t>
            </w:r>
          </w:p>
          <w:p w14:paraId="6662388F" w14:textId="77777777" w:rsidR="00357428" w:rsidRPr="009C394F" w:rsidRDefault="00357428" w:rsidP="00357428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Monitoring spotřeby elektrické energie</w:t>
            </w:r>
          </w:p>
          <w:p w14:paraId="6120A5B5" w14:textId="77777777" w:rsidR="00357428" w:rsidRPr="009C394F" w:rsidRDefault="00357428" w:rsidP="00357428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Centrální řízení spotřeby elektrické energie</w:t>
            </w:r>
          </w:p>
          <w:p w14:paraId="3C81EFD7" w14:textId="29C5E418" w:rsidR="00357428" w:rsidRPr="009C394F" w:rsidRDefault="00357428" w:rsidP="00357428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 xml:space="preserve">Centrální provádění updatů </w:t>
            </w:r>
            <w:r>
              <w:rPr>
                <w:rFonts w:cstheme="minorHAnsi"/>
                <w:sz w:val="18"/>
              </w:rPr>
              <w:t xml:space="preserve">firmware </w:t>
            </w:r>
            <w:r w:rsidRPr="009C394F">
              <w:rPr>
                <w:rFonts w:cstheme="minorHAnsi"/>
                <w:sz w:val="18"/>
              </w:rPr>
              <w:t xml:space="preserve">a </w:t>
            </w:r>
            <w:proofErr w:type="spellStart"/>
            <w:r w:rsidRPr="009C394F">
              <w:rPr>
                <w:rFonts w:cstheme="minorHAnsi"/>
                <w:sz w:val="18"/>
              </w:rPr>
              <w:t>BIOSu</w:t>
            </w:r>
            <w:proofErr w:type="spellEnd"/>
          </w:p>
          <w:p w14:paraId="5FDAD1D6" w14:textId="77777777" w:rsidR="00357428" w:rsidRPr="009C394F" w:rsidRDefault="00357428" w:rsidP="00357428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Dálkové zapnutí/vypnutí jednotlivého serveru</w:t>
            </w:r>
          </w:p>
          <w:p w14:paraId="68B0EA90" w14:textId="77777777" w:rsidR="00357428" w:rsidRPr="009C394F" w:rsidRDefault="00357428" w:rsidP="00357428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Dálkový přístup do konzole jednotlivého serveru (</w:t>
            </w:r>
            <w:proofErr w:type="spellStart"/>
            <w:r w:rsidRPr="009C394F">
              <w:rPr>
                <w:rFonts w:cstheme="minorHAnsi"/>
                <w:sz w:val="18"/>
              </w:rPr>
              <w:t>remote</w:t>
            </w:r>
            <w:proofErr w:type="spellEnd"/>
            <w:r w:rsidRPr="009C394F">
              <w:rPr>
                <w:rFonts w:cstheme="minorHAnsi"/>
                <w:sz w:val="18"/>
              </w:rPr>
              <w:t xml:space="preserve"> KVM)</w:t>
            </w:r>
          </w:p>
          <w:p w14:paraId="6F822452" w14:textId="5677A320" w:rsidR="00357428" w:rsidRPr="00FA52B8" w:rsidRDefault="00357428" w:rsidP="00357428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Re-instalace OS pomocí dálkově připojené optické mechaniky</w:t>
            </w:r>
            <w:r>
              <w:rPr>
                <w:rFonts w:cstheme="minorHAnsi"/>
                <w:sz w:val="18"/>
              </w:rPr>
              <w:t xml:space="preserve"> či disku</w:t>
            </w:r>
            <w:r w:rsidRPr="009C394F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>s</w:t>
            </w:r>
            <w:r w:rsidRPr="009C394F">
              <w:rPr>
                <w:rFonts w:cstheme="minorHAnsi"/>
                <w:sz w:val="18"/>
              </w:rPr>
              <w:t xml:space="preserve"> ISO soubor</w:t>
            </w:r>
            <w:r>
              <w:rPr>
                <w:rFonts w:cstheme="minorHAnsi"/>
                <w:sz w:val="18"/>
              </w:rPr>
              <w:t>em</w:t>
            </w:r>
            <w:r w:rsidRPr="009C394F">
              <w:rPr>
                <w:rFonts w:cstheme="minorHAnsi"/>
                <w:sz w:val="18"/>
              </w:rPr>
              <w:t>.</w:t>
            </w:r>
          </w:p>
        </w:tc>
        <w:tc>
          <w:tcPr>
            <w:tcW w:w="3288" w:type="dxa"/>
          </w:tcPr>
          <w:p w14:paraId="6EB857B2" w14:textId="736FA044" w:rsidR="00357428" w:rsidRPr="00927BA6" w:rsidRDefault="00357428" w:rsidP="003574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357428" w:rsidRPr="00CC018F" w14:paraId="2DF25894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8271CB5" w14:textId="3B9E2247" w:rsidR="00357428" w:rsidRPr="009777EF" w:rsidRDefault="00357428" w:rsidP="00357428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9777EF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7F850A8A" w14:textId="2266C89B" w:rsidR="00357428" w:rsidRPr="00927BA6" w:rsidRDefault="00357428" w:rsidP="003574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57428" w:rsidRPr="00CC018F" w14:paraId="6DF0B5A7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A1AB1F8" w14:textId="01FC3329" w:rsidR="00357428" w:rsidRPr="002D127E" w:rsidRDefault="00357428" w:rsidP="00357428">
            <w:pPr>
              <w:rPr>
                <w:sz w:val="18"/>
                <w:lang w:eastAsia="cs-CZ"/>
              </w:rPr>
            </w:pPr>
            <w:r w:rsidRPr="002D127E">
              <w:rPr>
                <w:sz w:val="18"/>
                <w:lang w:eastAsia="cs-CZ"/>
              </w:rPr>
              <w:t>Síťové optické moduly pro každý optický port (</w:t>
            </w:r>
            <w:r w:rsidRPr="002D127E">
              <w:rPr>
                <w:b/>
                <w:bCs/>
                <w:sz w:val="18"/>
                <w:lang w:eastAsia="cs-CZ"/>
              </w:rPr>
              <w:t>SFP</w:t>
            </w:r>
            <w:r>
              <w:rPr>
                <w:b/>
                <w:bCs/>
                <w:sz w:val="18"/>
                <w:lang w:eastAsia="cs-CZ"/>
              </w:rPr>
              <w:t xml:space="preserve"> LAN</w:t>
            </w:r>
            <w:r w:rsidRPr="002D127E">
              <w:rPr>
                <w:sz w:val="18"/>
                <w:lang w:eastAsia="cs-CZ"/>
              </w:rPr>
              <w:t>), plně kompatibilní s dodávaným serverem v provedení „</w:t>
            </w:r>
            <w:r w:rsidRPr="00E31E6A">
              <w:rPr>
                <w:b/>
                <w:bCs/>
                <w:sz w:val="18"/>
                <w:lang w:eastAsia="cs-CZ"/>
              </w:rPr>
              <w:t>10/25Gbps</w:t>
            </w:r>
            <w:r>
              <w:rPr>
                <w:sz w:val="18"/>
                <w:lang w:eastAsia="cs-CZ"/>
              </w:rPr>
              <w:t xml:space="preserve"> nebo </w:t>
            </w:r>
            <w:r w:rsidRPr="00E31E6A">
              <w:rPr>
                <w:b/>
                <w:bCs/>
                <w:sz w:val="18"/>
                <w:lang w:eastAsia="cs-CZ"/>
              </w:rPr>
              <w:t>25Gbps</w:t>
            </w:r>
            <w:r>
              <w:rPr>
                <w:sz w:val="18"/>
                <w:lang w:eastAsia="cs-CZ"/>
              </w:rPr>
              <w:t xml:space="preserve">, </w:t>
            </w:r>
            <w:proofErr w:type="spellStart"/>
            <w:r w:rsidRPr="002D127E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2D127E">
              <w:rPr>
                <w:b/>
                <w:bCs/>
                <w:sz w:val="18"/>
                <w:lang w:eastAsia="cs-CZ"/>
              </w:rPr>
              <w:t xml:space="preserve">, LC, </w:t>
            </w:r>
            <w:proofErr w:type="spellStart"/>
            <w:r w:rsidRPr="002D127E">
              <w:rPr>
                <w:b/>
                <w:bCs/>
                <w:sz w:val="18"/>
                <w:lang w:eastAsia="cs-CZ"/>
              </w:rPr>
              <w:t>Short</w:t>
            </w:r>
            <w:proofErr w:type="spellEnd"/>
            <w:r w:rsidRPr="002D127E">
              <w:rPr>
                <w:b/>
                <w:bCs/>
                <w:sz w:val="18"/>
                <w:lang w:eastAsia="cs-CZ"/>
              </w:rPr>
              <w:t xml:space="preserve"> </w:t>
            </w:r>
            <w:proofErr w:type="spellStart"/>
            <w:r w:rsidRPr="002D127E">
              <w:rPr>
                <w:b/>
                <w:bCs/>
                <w:sz w:val="18"/>
                <w:lang w:eastAsia="cs-CZ"/>
              </w:rPr>
              <w:t>Range</w:t>
            </w:r>
            <w:proofErr w:type="spellEnd"/>
            <w:r w:rsidRPr="002D127E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4D2A61A4" w14:textId="03332DDF" w:rsidR="00357428" w:rsidRPr="00927BA6" w:rsidRDefault="00357428" w:rsidP="003574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57428" w:rsidRPr="00CC018F" w14:paraId="67554491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5263B01" w14:textId="0689E21B" w:rsidR="00357428" w:rsidRPr="002D127E" w:rsidRDefault="00357428" w:rsidP="00357428">
            <w:pPr>
              <w:rPr>
                <w:lang w:eastAsia="cs-CZ"/>
              </w:rPr>
            </w:pPr>
            <w:r w:rsidRPr="002D127E">
              <w:rPr>
                <w:sz w:val="18"/>
                <w:lang w:eastAsia="cs-CZ"/>
              </w:rPr>
              <w:t xml:space="preserve">Síťové optické moduly pro každý </w:t>
            </w:r>
            <w:proofErr w:type="spellStart"/>
            <w:r>
              <w:rPr>
                <w:sz w:val="18"/>
                <w:lang w:eastAsia="cs-CZ"/>
              </w:rPr>
              <w:t>FibreChannel</w:t>
            </w:r>
            <w:proofErr w:type="spellEnd"/>
            <w:r w:rsidRPr="002D127E">
              <w:rPr>
                <w:sz w:val="18"/>
                <w:lang w:eastAsia="cs-CZ"/>
              </w:rPr>
              <w:t xml:space="preserve"> port (</w:t>
            </w:r>
            <w:r w:rsidRPr="002D127E">
              <w:rPr>
                <w:b/>
                <w:bCs/>
                <w:sz w:val="18"/>
                <w:lang w:eastAsia="cs-CZ"/>
              </w:rPr>
              <w:t>SFP</w:t>
            </w:r>
            <w:r>
              <w:rPr>
                <w:b/>
                <w:bCs/>
                <w:sz w:val="18"/>
                <w:lang w:eastAsia="cs-CZ"/>
              </w:rPr>
              <w:t xml:space="preserve"> FC</w:t>
            </w:r>
            <w:r w:rsidRPr="002D127E">
              <w:rPr>
                <w:sz w:val="18"/>
                <w:lang w:eastAsia="cs-CZ"/>
              </w:rPr>
              <w:t>), plně kompatibilní s dodávaným serverem</w:t>
            </w:r>
            <w:r>
              <w:rPr>
                <w:sz w:val="18"/>
                <w:lang w:eastAsia="cs-CZ"/>
              </w:rPr>
              <w:t xml:space="preserve"> v provedení „</w:t>
            </w:r>
            <w:r w:rsidRPr="00E31E6A">
              <w:rPr>
                <w:b/>
                <w:bCs/>
                <w:sz w:val="18"/>
                <w:lang w:eastAsia="cs-CZ"/>
              </w:rPr>
              <w:t>32Gbps</w:t>
            </w:r>
            <w:r>
              <w:rPr>
                <w:b/>
                <w:bCs/>
                <w:sz w:val="18"/>
                <w:lang w:eastAsia="cs-CZ"/>
              </w:rPr>
              <w:t xml:space="preserve">, </w:t>
            </w:r>
            <w:r w:rsidR="00236E68">
              <w:rPr>
                <w:b/>
                <w:bCs/>
                <w:sz w:val="18"/>
                <w:lang w:eastAsia="cs-CZ"/>
              </w:rPr>
              <w:t xml:space="preserve">SW, </w:t>
            </w:r>
            <w:proofErr w:type="spellStart"/>
            <w:r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>
              <w:rPr>
                <w:b/>
                <w:bCs/>
                <w:sz w:val="18"/>
                <w:lang w:eastAsia="cs-CZ"/>
              </w:rPr>
              <w:t>, LC</w:t>
            </w:r>
            <w:r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66B27592" w14:textId="4E4BC1FC" w:rsidR="00357428" w:rsidRPr="00927BA6" w:rsidRDefault="00357428" w:rsidP="003574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037998CF" w14:textId="77777777" w:rsidR="009B32C3" w:rsidRDefault="009B32C3" w:rsidP="00FF6A2C">
      <w:pPr>
        <w:spacing w:after="160" w:line="259" w:lineRule="auto"/>
      </w:pPr>
    </w:p>
    <w:p w14:paraId="782E962D" w14:textId="56B03C20" w:rsidR="00EE277F" w:rsidRDefault="00A36165" w:rsidP="002D127E">
      <w:pPr>
        <w:spacing w:after="160" w:line="259" w:lineRule="auto"/>
      </w:pPr>
      <w:r>
        <w:t>Pro</w:t>
      </w:r>
      <w:r w:rsidR="00EE277F">
        <w:t xml:space="preserve"> </w:t>
      </w:r>
      <w:r w:rsidR="001F59F2">
        <w:t>5</w:t>
      </w:r>
      <w:r w:rsidR="00EE277F">
        <w:t xml:space="preserve"> serverov</w:t>
      </w:r>
      <w:r w:rsidR="001F59F2">
        <w:t>ých</w:t>
      </w:r>
      <w:r w:rsidR="00EE277F">
        <w:t xml:space="preserve"> nod</w:t>
      </w:r>
      <w:r w:rsidR="001F59F2">
        <w:t xml:space="preserve">ů </w:t>
      </w:r>
      <w:r>
        <w:t xml:space="preserve">v rámci </w:t>
      </w:r>
      <w:r w:rsidR="001F59F2">
        <w:rPr>
          <w:b/>
          <w:bCs/>
        </w:rPr>
        <w:t>P</w:t>
      </w:r>
      <w:r w:rsidRPr="002D127E">
        <w:rPr>
          <w:b/>
          <w:bCs/>
        </w:rPr>
        <w:t>oložky 1</w:t>
      </w:r>
      <w:r>
        <w:t xml:space="preserve"> je místem plnění</w:t>
      </w:r>
      <w:r w:rsidR="001945C7">
        <w:t xml:space="preserve"> </w:t>
      </w:r>
      <w:r w:rsidR="001945C7" w:rsidRPr="002D127E">
        <w:rPr>
          <w:b/>
          <w:bCs/>
        </w:rPr>
        <w:t>CDP Praha, V</w:t>
      </w:r>
      <w:r w:rsidR="001255B2">
        <w:rPr>
          <w:b/>
          <w:bCs/>
        </w:rPr>
        <w:t> </w:t>
      </w:r>
      <w:r w:rsidR="001945C7" w:rsidRPr="002D127E">
        <w:rPr>
          <w:b/>
          <w:bCs/>
        </w:rPr>
        <w:t>Trianglu</w:t>
      </w:r>
      <w:r w:rsidR="001255B2">
        <w:rPr>
          <w:b/>
          <w:bCs/>
        </w:rPr>
        <w:t> 2474</w:t>
      </w:r>
      <w:r w:rsidR="001945C7" w:rsidRPr="002D127E">
        <w:rPr>
          <w:b/>
          <w:bCs/>
        </w:rPr>
        <w:t>, Praha 9</w:t>
      </w:r>
      <w:r w:rsidR="001945C7">
        <w:t>.</w:t>
      </w:r>
    </w:p>
    <w:p w14:paraId="4B458885" w14:textId="77777777" w:rsidR="001828B2" w:rsidRDefault="001828B2" w:rsidP="00DB4C33">
      <w:pPr>
        <w:spacing w:after="160" w:line="259" w:lineRule="auto"/>
      </w:pPr>
    </w:p>
    <w:p w14:paraId="625E56E7" w14:textId="0316AF41" w:rsidR="009B32C3" w:rsidRDefault="006B498B" w:rsidP="009B32C3">
      <w:pPr>
        <w:ind w:firstLine="426"/>
      </w:pPr>
      <w:r>
        <w:t>b</w:t>
      </w:r>
      <w:r w:rsidR="000E00D4">
        <w:t>)</w:t>
      </w:r>
      <w:r w:rsidR="000E00D4">
        <w:tab/>
      </w:r>
      <w:r w:rsidR="00D84990" w:rsidRPr="002D127E">
        <w:rPr>
          <w:b/>
          <w:bCs/>
        </w:rPr>
        <w:t xml:space="preserve">Položka </w:t>
      </w:r>
      <w:r>
        <w:rPr>
          <w:b/>
          <w:bCs/>
        </w:rPr>
        <w:t>2</w:t>
      </w:r>
      <w:r w:rsidR="00D84990" w:rsidRPr="00D84990">
        <w:t xml:space="preserve"> – </w:t>
      </w:r>
      <w:r w:rsidR="00C53602">
        <w:t xml:space="preserve">Úložiště SAN </w:t>
      </w:r>
      <w:r w:rsidR="00C53602" w:rsidRPr="00C53602">
        <w:t>pro virtualizační farmu „KB TDS / CDP Praha“ v konfiguraci</w:t>
      </w:r>
      <w:r w:rsidR="00D84990">
        <w:t>:</w:t>
      </w:r>
    </w:p>
    <w:p w14:paraId="3226CA9B" w14:textId="77777777" w:rsidR="0095229A" w:rsidRDefault="0095229A" w:rsidP="0095229A">
      <w:pPr>
        <w:rPr>
          <w:rFonts w:cstheme="minorHAnsi"/>
          <w:b/>
          <w:bCs/>
        </w:rPr>
      </w:pPr>
      <w:r w:rsidRPr="005A5020">
        <w:rPr>
          <w:highlight w:val="green"/>
          <w:lang w:val="en-US"/>
        </w:rPr>
        <w:t>[</w:t>
      </w:r>
      <w:r>
        <w:rPr>
          <w:highlight w:val="green"/>
          <w:lang w:val="en-US"/>
        </w:rPr>
        <w:t>IDENTIFIKACE MODELU</w:t>
      </w:r>
      <w:r w:rsidRPr="005A5020">
        <w:rPr>
          <w:rFonts w:cstheme="minorHAnsi"/>
          <w:b/>
          <w:bCs/>
          <w:highlight w:val="green"/>
        </w:rPr>
        <w:t xml:space="preserve"> </w:t>
      </w:r>
      <w:r>
        <w:rPr>
          <w:rFonts w:cstheme="minorHAnsi"/>
          <w:b/>
          <w:bCs/>
          <w:highlight w:val="green"/>
        </w:rPr>
        <w:t xml:space="preserve">- </w:t>
      </w:r>
      <w:r w:rsidRPr="00927BA6">
        <w:rPr>
          <w:rFonts w:cstheme="minorHAnsi"/>
          <w:highlight w:val="green"/>
        </w:rPr>
        <w:t>DOPLNÍ PRODÁVAJÍCÍ]</w:t>
      </w:r>
      <w:r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6B498B" w:rsidRPr="0050706D" w14:paraId="71C0DCC3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609BF0F7" w14:textId="77777777" w:rsidR="006B498B" w:rsidRPr="00927BA6" w:rsidRDefault="006B498B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597828C4" w14:textId="77777777" w:rsidR="006B498B" w:rsidRPr="00927BA6" w:rsidRDefault="006B498B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6B498B" w:rsidRPr="0050706D" w14:paraId="0A1E83D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EE224D2" w14:textId="502E92CA" w:rsidR="006B498B" w:rsidRPr="002D127E" w:rsidRDefault="006B498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Provedení </w:t>
            </w:r>
            <w:r>
              <w:rPr>
                <w:rFonts w:cstheme="minorHAnsi"/>
                <w:sz w:val="18"/>
              </w:rPr>
              <w:t xml:space="preserve">úložiště </w:t>
            </w:r>
            <w:r w:rsidRPr="002D127E">
              <w:rPr>
                <w:rFonts w:cstheme="minorHAnsi"/>
                <w:sz w:val="18"/>
              </w:rPr>
              <w:t>pro instalaci do rackové skříně o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 xml:space="preserve">hloubce </w:t>
            </w:r>
            <w:r w:rsidR="003D264E">
              <w:rPr>
                <w:rFonts w:cstheme="minorHAnsi"/>
                <w:b/>
                <w:bCs/>
                <w:sz w:val="18"/>
              </w:rPr>
              <w:t>10</w:t>
            </w:r>
            <w:r w:rsidRPr="00C03DA8">
              <w:rPr>
                <w:rFonts w:cstheme="minorHAnsi"/>
                <w:b/>
                <w:bCs/>
                <w:sz w:val="18"/>
              </w:rPr>
              <w:t>0 cm</w:t>
            </w:r>
          </w:p>
        </w:tc>
        <w:tc>
          <w:tcPr>
            <w:tcW w:w="3288" w:type="dxa"/>
          </w:tcPr>
          <w:p w14:paraId="14AB490F" w14:textId="77777777" w:rsidR="006B498B" w:rsidRPr="00927BA6" w:rsidRDefault="006B498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6B498B" w:rsidRPr="0050706D" w14:paraId="57338B7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FB49C35" w14:textId="70069F8D" w:rsidR="006B498B" w:rsidRPr="002D127E" w:rsidRDefault="006B498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Velikost skříně serveru o maximální výšce </w:t>
            </w:r>
            <w:r w:rsidR="000507EF">
              <w:rPr>
                <w:rFonts w:cstheme="minorHAnsi"/>
                <w:b/>
                <w:bCs/>
                <w:sz w:val="18"/>
              </w:rPr>
              <w:t>7</w:t>
            </w:r>
            <w:r w:rsidRPr="00C03DA8">
              <w:rPr>
                <w:rFonts w:cstheme="minorHAnsi"/>
                <w:b/>
                <w:bCs/>
                <w:sz w:val="18"/>
              </w:rPr>
              <w:t xml:space="preserve"> RU</w:t>
            </w:r>
            <w:r w:rsidRPr="002D127E">
              <w:rPr>
                <w:rFonts w:cstheme="minorHAnsi"/>
                <w:sz w:val="18"/>
              </w:rPr>
              <w:t xml:space="preserve"> (</w:t>
            </w:r>
            <w:r w:rsidR="005D0929">
              <w:rPr>
                <w:rFonts w:cstheme="minorHAnsi"/>
                <w:sz w:val="18"/>
              </w:rPr>
              <w:t>312</w:t>
            </w:r>
            <w:r w:rsidRPr="002D127E">
              <w:rPr>
                <w:rFonts w:cstheme="minorHAnsi"/>
                <w:sz w:val="18"/>
              </w:rPr>
              <w:t> mm)</w:t>
            </w:r>
          </w:p>
        </w:tc>
        <w:tc>
          <w:tcPr>
            <w:tcW w:w="3288" w:type="dxa"/>
          </w:tcPr>
          <w:p w14:paraId="5ED97392" w14:textId="77777777" w:rsidR="006B498B" w:rsidRPr="00927BA6" w:rsidRDefault="006B498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6B498B" w:rsidRPr="0050706D" w14:paraId="0641A70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F7A55DB" w14:textId="6877234B" w:rsidR="006B498B" w:rsidRPr="00803A7B" w:rsidRDefault="006B498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803A7B">
              <w:rPr>
                <w:rFonts w:cstheme="minorHAnsi"/>
                <w:b/>
                <w:bCs/>
                <w:sz w:val="18"/>
              </w:rPr>
              <w:t>Dual</w:t>
            </w:r>
            <w:proofErr w:type="spellEnd"/>
            <w:r w:rsidRPr="00803A7B">
              <w:rPr>
                <w:rFonts w:cstheme="minorHAnsi"/>
                <w:b/>
                <w:bCs/>
                <w:sz w:val="18"/>
              </w:rPr>
              <w:t xml:space="preserve"> </w:t>
            </w:r>
            <w:proofErr w:type="spellStart"/>
            <w:r w:rsidRPr="00803A7B">
              <w:rPr>
                <w:rFonts w:cstheme="minorHAnsi"/>
                <w:b/>
                <w:bCs/>
                <w:sz w:val="18"/>
              </w:rPr>
              <w:t>controller</w:t>
            </w:r>
            <w:proofErr w:type="spellEnd"/>
            <w:r w:rsidRPr="009F7C95">
              <w:rPr>
                <w:rFonts w:cstheme="minorHAnsi"/>
                <w:sz w:val="18"/>
              </w:rPr>
              <w:t xml:space="preserve"> SAN FC</w:t>
            </w:r>
            <w:r w:rsidR="00AD588D" w:rsidRPr="009F7C95">
              <w:rPr>
                <w:rFonts w:cstheme="minorHAnsi"/>
                <w:sz w:val="18"/>
              </w:rPr>
              <w:t xml:space="preserve"> v režimu </w:t>
            </w:r>
            <w:proofErr w:type="spellStart"/>
            <w:r w:rsidR="00AD588D" w:rsidRPr="009F7C95">
              <w:rPr>
                <w:rFonts w:cstheme="minorHAnsi"/>
                <w:sz w:val="18"/>
              </w:rPr>
              <w:t>Active-Active</w:t>
            </w:r>
            <w:proofErr w:type="spellEnd"/>
          </w:p>
        </w:tc>
        <w:tc>
          <w:tcPr>
            <w:tcW w:w="3288" w:type="dxa"/>
          </w:tcPr>
          <w:p w14:paraId="433C958A" w14:textId="77777777" w:rsidR="006B498B" w:rsidRPr="00927BA6" w:rsidRDefault="006B498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90778" w:rsidRPr="0050706D" w14:paraId="2CA1BB69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7A66C93" w14:textId="7F2DDD21" w:rsidR="00090778" w:rsidRDefault="00090778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Kapacita </w:t>
            </w:r>
            <w:r w:rsidR="00F43FF9">
              <w:rPr>
                <w:rFonts w:cstheme="minorHAnsi"/>
                <w:sz w:val="18"/>
              </w:rPr>
              <w:t>SAN úložiště</w:t>
            </w:r>
          </w:p>
          <w:p w14:paraId="76A03F1B" w14:textId="3551914E" w:rsidR="00090778" w:rsidRPr="00A132AC" w:rsidRDefault="00090778" w:rsidP="00090778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b/>
                <w:bCs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Uživatelsky použitelná čistá nekomprimovaná </w:t>
            </w:r>
            <w:r>
              <w:rPr>
                <w:rFonts w:cstheme="minorHAnsi"/>
                <w:sz w:val="18"/>
                <w:szCs w:val="22"/>
              </w:rPr>
              <w:t xml:space="preserve">(bez </w:t>
            </w:r>
            <w:proofErr w:type="spellStart"/>
            <w:r>
              <w:rPr>
                <w:rFonts w:cstheme="minorHAnsi"/>
                <w:sz w:val="18"/>
                <w:szCs w:val="22"/>
              </w:rPr>
              <w:t>deduplikace</w:t>
            </w:r>
            <w:proofErr w:type="spellEnd"/>
            <w:r>
              <w:rPr>
                <w:rFonts w:cstheme="minorHAnsi"/>
                <w:sz w:val="18"/>
                <w:szCs w:val="22"/>
              </w:rPr>
              <w:t xml:space="preserve">) </w:t>
            </w:r>
            <w:r w:rsidRPr="00A132AC">
              <w:rPr>
                <w:rFonts w:cstheme="minorHAnsi"/>
                <w:sz w:val="18"/>
                <w:szCs w:val="22"/>
              </w:rPr>
              <w:t xml:space="preserve">kapacita minimálně </w:t>
            </w:r>
            <w:r w:rsidR="00F43FF9" w:rsidRPr="00F43FF9">
              <w:rPr>
                <w:rFonts w:cstheme="minorHAnsi"/>
                <w:b/>
                <w:bCs/>
                <w:sz w:val="18"/>
                <w:szCs w:val="22"/>
              </w:rPr>
              <w:t>6</w:t>
            </w:r>
            <w:r>
              <w:rPr>
                <w:rFonts w:cstheme="minorHAnsi"/>
                <w:b/>
                <w:bCs/>
                <w:sz w:val="18"/>
                <w:szCs w:val="22"/>
              </w:rPr>
              <w:t>0</w:t>
            </w:r>
            <w:r w:rsidRPr="00A132AC">
              <w:rPr>
                <w:rFonts w:cstheme="minorHAnsi"/>
                <w:b/>
                <w:bCs/>
                <w:sz w:val="18"/>
                <w:szCs w:val="22"/>
              </w:rPr>
              <w:t xml:space="preserve"> </w:t>
            </w:r>
            <w:proofErr w:type="spellStart"/>
            <w:r w:rsidRPr="00A132AC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7CA1EABD" w14:textId="5C74A0CD" w:rsidR="00090778" w:rsidRPr="00A132AC" w:rsidRDefault="00090778" w:rsidP="00090778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>Umožňuje rozšíření minimálně na 1</w:t>
            </w:r>
            <w:r w:rsidR="00F43FF9">
              <w:rPr>
                <w:rFonts w:cstheme="minorHAnsi"/>
                <w:sz w:val="18"/>
                <w:szCs w:val="22"/>
              </w:rPr>
              <w:t>0</w:t>
            </w:r>
            <w:r>
              <w:rPr>
                <w:rFonts w:cstheme="minorHAnsi"/>
                <w:sz w:val="18"/>
                <w:szCs w:val="22"/>
              </w:rPr>
              <w:t>0</w:t>
            </w:r>
            <w:r w:rsidRPr="00A132AC">
              <w:rPr>
                <w:rFonts w:cstheme="minorHAnsi"/>
                <w:sz w:val="18"/>
                <w:szCs w:val="22"/>
              </w:rPr>
              <w:t xml:space="preserve"> </w:t>
            </w:r>
            <w:proofErr w:type="spellStart"/>
            <w:r w:rsidRPr="00A132AC">
              <w:rPr>
                <w:rFonts w:cstheme="minorHAnsi"/>
                <w:sz w:val="18"/>
                <w:szCs w:val="22"/>
              </w:rPr>
              <w:t>TiB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 xml:space="preserve"> jen přidáním disků.</w:t>
            </w:r>
          </w:p>
          <w:p w14:paraId="6AB73F48" w14:textId="2EBD2D53" w:rsidR="00090778" w:rsidRPr="00A132AC" w:rsidRDefault="00090778" w:rsidP="00090778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>Zajišťuje redundanci uložených dat minimálně na</w:t>
            </w:r>
            <w:r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 xml:space="preserve">úrovni odpovídající </w:t>
            </w:r>
            <w:r w:rsidRPr="009036B9">
              <w:rPr>
                <w:rFonts w:cstheme="minorHAnsi"/>
                <w:b/>
                <w:bCs/>
                <w:sz w:val="18"/>
                <w:szCs w:val="22"/>
              </w:rPr>
              <w:t>RAID</w:t>
            </w:r>
            <w:r w:rsidR="00F43FF9">
              <w:rPr>
                <w:rFonts w:cstheme="minorHAnsi"/>
                <w:b/>
                <w:bCs/>
                <w:sz w:val="18"/>
                <w:szCs w:val="22"/>
              </w:rPr>
              <w:t>6</w:t>
            </w:r>
            <w:r w:rsidR="00294666" w:rsidRPr="00294666">
              <w:rPr>
                <w:rFonts w:cstheme="minorHAnsi"/>
                <w:sz w:val="18"/>
                <w:szCs w:val="22"/>
              </w:rPr>
              <w:t xml:space="preserve"> (výpadek dvou disků)</w:t>
            </w:r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13039948" w14:textId="6EC90850" w:rsidR="00090778" w:rsidRPr="00A132AC" w:rsidRDefault="00090778" w:rsidP="00090778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</w:rPr>
            </w:pPr>
            <w:r w:rsidRPr="00A132AC">
              <w:rPr>
                <w:rFonts w:cstheme="minorHAnsi"/>
                <w:sz w:val="18"/>
                <w:szCs w:val="22"/>
              </w:rPr>
              <w:lastRenderedPageBreak/>
              <w:t xml:space="preserve">Použití výhradně </w:t>
            </w:r>
            <w:proofErr w:type="spellStart"/>
            <w:r w:rsidR="00F43FF9" w:rsidRPr="00F43FF9">
              <w:rPr>
                <w:rFonts w:cstheme="minorHAnsi"/>
                <w:b/>
                <w:bCs/>
                <w:sz w:val="18"/>
                <w:szCs w:val="22"/>
              </w:rPr>
              <w:t>NVMe</w:t>
            </w:r>
            <w:proofErr w:type="spellEnd"/>
            <w:r>
              <w:rPr>
                <w:rFonts w:cstheme="minorHAnsi"/>
                <w:sz w:val="18"/>
                <w:szCs w:val="22"/>
              </w:rPr>
              <w:t xml:space="preserve"> </w:t>
            </w:r>
            <w:r w:rsidRPr="00A132AC">
              <w:rPr>
                <w:rFonts w:cstheme="minorHAnsi"/>
                <w:sz w:val="18"/>
                <w:szCs w:val="22"/>
              </w:rPr>
              <w:t xml:space="preserve">o velikosti maximálně </w:t>
            </w:r>
            <w:r>
              <w:rPr>
                <w:rFonts w:cstheme="minorHAnsi"/>
                <w:sz w:val="18"/>
                <w:szCs w:val="22"/>
              </w:rPr>
              <w:t>1</w:t>
            </w:r>
            <w:r w:rsidR="00F43FF9">
              <w:rPr>
                <w:rFonts w:cstheme="minorHAnsi"/>
                <w:sz w:val="18"/>
                <w:szCs w:val="22"/>
              </w:rPr>
              <w:t>0</w:t>
            </w:r>
            <w:r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>TB.</w:t>
            </w:r>
          </w:p>
        </w:tc>
        <w:tc>
          <w:tcPr>
            <w:tcW w:w="3288" w:type="dxa"/>
          </w:tcPr>
          <w:p w14:paraId="0C1C16C2" w14:textId="77777777" w:rsidR="00090778" w:rsidRPr="00927BA6" w:rsidRDefault="00090778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6B498B" w:rsidRPr="0050706D" w14:paraId="2F4D617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C0218DB" w14:textId="44FD60E9" w:rsidR="006B498B" w:rsidRPr="00803A7B" w:rsidRDefault="006B498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sz w:val="18"/>
              </w:rPr>
              <w:t xml:space="preserve">Minimálně </w:t>
            </w:r>
            <w:r w:rsidR="00CA1588">
              <w:rPr>
                <w:rFonts w:cstheme="minorHAnsi"/>
                <w:b/>
                <w:bCs/>
                <w:sz w:val="18"/>
              </w:rPr>
              <w:t>1</w:t>
            </w:r>
            <w:r w:rsidR="00973F52">
              <w:rPr>
                <w:rFonts w:cstheme="minorHAnsi"/>
                <w:b/>
                <w:bCs/>
                <w:sz w:val="18"/>
              </w:rPr>
              <w:t>6</w:t>
            </w:r>
            <w:r w:rsidR="00CA1588">
              <w:rPr>
                <w:rFonts w:cstheme="minorHAnsi"/>
                <w:b/>
                <w:bCs/>
                <w:sz w:val="18"/>
              </w:rPr>
              <w:t>x</w:t>
            </w:r>
            <w:r w:rsidRPr="00803A7B">
              <w:rPr>
                <w:rFonts w:cstheme="minorHAnsi"/>
                <w:b/>
                <w:bCs/>
                <w:sz w:val="18"/>
              </w:rPr>
              <w:t xml:space="preserve"> </w:t>
            </w:r>
            <w:r w:rsidR="00807CD5">
              <w:rPr>
                <w:rFonts w:cstheme="minorHAnsi"/>
                <w:b/>
                <w:bCs/>
                <w:sz w:val="18"/>
              </w:rPr>
              <w:t>32</w:t>
            </w:r>
            <w:r w:rsidRPr="00803A7B">
              <w:rPr>
                <w:rFonts w:cstheme="minorHAnsi"/>
                <w:b/>
                <w:bCs/>
                <w:sz w:val="18"/>
              </w:rPr>
              <w:t xml:space="preserve"> </w:t>
            </w:r>
            <w:proofErr w:type="spellStart"/>
            <w:r w:rsidRPr="00803A7B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803A7B">
              <w:rPr>
                <w:rFonts w:cstheme="minorHAnsi"/>
                <w:sz w:val="18"/>
              </w:rPr>
              <w:t xml:space="preserve"> </w:t>
            </w:r>
            <w:r w:rsidR="00807CD5">
              <w:rPr>
                <w:rFonts w:cstheme="minorHAnsi"/>
                <w:sz w:val="18"/>
              </w:rPr>
              <w:t xml:space="preserve">FC </w:t>
            </w:r>
            <w:r w:rsidRPr="00803A7B">
              <w:rPr>
                <w:rFonts w:cstheme="minorHAnsi"/>
                <w:sz w:val="18"/>
              </w:rPr>
              <w:t xml:space="preserve">SFP port pro </w:t>
            </w:r>
            <w:r w:rsidR="00807CD5">
              <w:rPr>
                <w:rFonts w:cstheme="minorHAnsi"/>
                <w:sz w:val="18"/>
              </w:rPr>
              <w:t>SAN</w:t>
            </w:r>
          </w:p>
        </w:tc>
        <w:tc>
          <w:tcPr>
            <w:tcW w:w="3288" w:type="dxa"/>
          </w:tcPr>
          <w:p w14:paraId="178047C0" w14:textId="77777777" w:rsidR="006B498B" w:rsidRPr="00927BA6" w:rsidRDefault="006B498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6B498B" w:rsidRPr="0050706D" w14:paraId="1A0D0FD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6A0444E" w14:textId="77777777" w:rsidR="006B498B" w:rsidRPr="00803A7B" w:rsidRDefault="006B498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Minimálně jeden d</w:t>
            </w:r>
            <w:r w:rsidRPr="00803A7B">
              <w:rPr>
                <w:rFonts w:cstheme="minorHAnsi"/>
                <w:sz w:val="18"/>
              </w:rPr>
              <w:t xml:space="preserve">edikovaný </w:t>
            </w:r>
            <w:r w:rsidRPr="00803A7B">
              <w:rPr>
                <w:rFonts w:cstheme="minorHAnsi"/>
                <w:b/>
                <w:bCs/>
                <w:sz w:val="18"/>
              </w:rPr>
              <w:t xml:space="preserve">1 </w:t>
            </w:r>
            <w:proofErr w:type="spellStart"/>
            <w:r w:rsidRPr="00803A7B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803A7B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0D6941C6" w14:textId="77777777" w:rsidR="006B498B" w:rsidRPr="00927BA6" w:rsidRDefault="006B498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6B498B" w:rsidRPr="0050706D" w14:paraId="3D8C8E2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22471F6" w14:textId="40A658F1" w:rsidR="006B498B" w:rsidRPr="00803A7B" w:rsidRDefault="006B498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b/>
                <w:bCs/>
                <w:sz w:val="18"/>
              </w:rPr>
              <w:t>2x</w:t>
            </w:r>
            <w:r w:rsidRPr="00803A7B">
              <w:rPr>
                <w:rFonts w:cstheme="minorHAnsi"/>
                <w:sz w:val="18"/>
              </w:rPr>
              <w:t xml:space="preserve"> hot-swap napájecí zdroj, každý minimálně o výkonu </w:t>
            </w:r>
            <w:r w:rsidR="00272298">
              <w:rPr>
                <w:rFonts w:cstheme="minorHAnsi"/>
                <w:sz w:val="18"/>
              </w:rPr>
              <w:t>1</w:t>
            </w:r>
            <w:r w:rsidR="00C01A25">
              <w:rPr>
                <w:rFonts w:cstheme="minorHAnsi"/>
                <w:sz w:val="18"/>
              </w:rPr>
              <w:t>0</w:t>
            </w:r>
            <w:r w:rsidRPr="00803A7B">
              <w:rPr>
                <w:rFonts w:cstheme="minorHAnsi"/>
                <w:sz w:val="18"/>
              </w:rPr>
              <w:t xml:space="preserve">00 W s minimální certifikací „80+ </w:t>
            </w:r>
            <w:proofErr w:type="spellStart"/>
            <w:r w:rsidR="001B7820">
              <w:rPr>
                <w:rFonts w:cstheme="minorHAnsi"/>
                <w:sz w:val="18"/>
              </w:rPr>
              <w:t>Platinum</w:t>
            </w:r>
            <w:proofErr w:type="spellEnd"/>
            <w:r w:rsidRPr="00803A7B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4B34A436" w14:textId="77777777" w:rsidR="006B498B" w:rsidRPr="00927BA6" w:rsidRDefault="006B498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6B498B" w:rsidRPr="0050706D" w14:paraId="0AA392D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436332D" w14:textId="284E583A" w:rsidR="006B498B" w:rsidRPr="00803A7B" w:rsidRDefault="00C03DA8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>
              <w:rPr>
                <w:sz w:val="18"/>
                <w:lang w:eastAsia="cs-CZ"/>
              </w:rPr>
              <w:t>Výsuvné l</w:t>
            </w:r>
            <w:r w:rsidR="006B498B" w:rsidRPr="00803A7B">
              <w:rPr>
                <w:sz w:val="18"/>
                <w:lang w:eastAsia="cs-CZ"/>
              </w:rPr>
              <w:t>ižiny do rackové skříně</w:t>
            </w:r>
          </w:p>
        </w:tc>
        <w:tc>
          <w:tcPr>
            <w:tcW w:w="3288" w:type="dxa"/>
          </w:tcPr>
          <w:p w14:paraId="3E562A5A" w14:textId="77777777" w:rsidR="006B498B" w:rsidRPr="00BC57E5" w:rsidRDefault="006B498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6B498B" w:rsidRPr="004A049E" w14:paraId="04CD6ED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0451B45" w14:textId="20F8F399" w:rsidR="006B498B" w:rsidRPr="00803A7B" w:rsidRDefault="006B498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b/>
                <w:bCs/>
                <w:sz w:val="18"/>
              </w:rPr>
              <w:t>2x</w:t>
            </w:r>
            <w:r w:rsidRPr="00803A7B">
              <w:rPr>
                <w:rFonts w:cstheme="minorHAnsi"/>
                <w:sz w:val="18"/>
              </w:rPr>
              <w:t xml:space="preserve"> napájecí kabel 230V CEE7/7 v délce minimálně </w:t>
            </w:r>
            <w:r w:rsidR="005322F9">
              <w:rPr>
                <w:rFonts w:cstheme="minorHAnsi"/>
                <w:sz w:val="18"/>
              </w:rPr>
              <w:t>2</w:t>
            </w:r>
            <w:r w:rsidR="00272298">
              <w:rPr>
                <w:rFonts w:cstheme="minorHAnsi"/>
                <w:sz w:val="18"/>
              </w:rPr>
              <w:t> </w:t>
            </w:r>
            <w:r w:rsidRPr="00803A7B">
              <w:rPr>
                <w:rFonts w:cstheme="minorHAnsi"/>
                <w:sz w:val="18"/>
              </w:rPr>
              <w:t>metr</w:t>
            </w:r>
            <w:r w:rsidR="00272298">
              <w:rPr>
                <w:rFonts w:cstheme="minorHAnsi"/>
                <w:sz w:val="18"/>
              </w:rPr>
              <w:t>y</w:t>
            </w:r>
            <w:r w:rsidRPr="00803A7B">
              <w:rPr>
                <w:rFonts w:cstheme="minorHAnsi"/>
                <w:sz w:val="18"/>
              </w:rPr>
              <w:t>, každý v jiné barvě (černá, červená)</w:t>
            </w:r>
          </w:p>
        </w:tc>
        <w:tc>
          <w:tcPr>
            <w:tcW w:w="3288" w:type="dxa"/>
          </w:tcPr>
          <w:p w14:paraId="363405C0" w14:textId="77777777" w:rsidR="006B498B" w:rsidRPr="00927BA6" w:rsidRDefault="006B498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322F9" w:rsidRPr="004A049E" w14:paraId="78ED3D9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3E83EB6" w14:textId="307FABB4" w:rsidR="005322F9" w:rsidRPr="00803A7B" w:rsidRDefault="005322F9" w:rsidP="005322F9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803A7B">
              <w:rPr>
                <w:rFonts w:cstheme="minorHAnsi"/>
                <w:b/>
                <w:bCs/>
                <w:sz w:val="18"/>
              </w:rPr>
              <w:t>2x</w:t>
            </w:r>
            <w:r w:rsidRPr="00803A7B">
              <w:rPr>
                <w:rFonts w:cstheme="minorHAnsi"/>
                <w:sz w:val="18"/>
              </w:rPr>
              <w:t xml:space="preserve"> napájecí kabel 230V </w:t>
            </w:r>
            <w:r>
              <w:rPr>
                <w:rFonts w:cstheme="minorHAnsi"/>
                <w:sz w:val="18"/>
              </w:rPr>
              <w:t>IEC C13</w:t>
            </w:r>
            <w:r w:rsidRPr="00803A7B">
              <w:rPr>
                <w:rFonts w:cstheme="minorHAnsi"/>
                <w:sz w:val="18"/>
              </w:rPr>
              <w:t xml:space="preserve"> v délce minimálně </w:t>
            </w:r>
            <w:r>
              <w:rPr>
                <w:rFonts w:cstheme="minorHAnsi"/>
                <w:sz w:val="18"/>
              </w:rPr>
              <w:t>2 </w:t>
            </w:r>
            <w:r w:rsidRPr="00803A7B">
              <w:rPr>
                <w:rFonts w:cstheme="minorHAnsi"/>
                <w:sz w:val="18"/>
              </w:rPr>
              <w:t>metr</w:t>
            </w:r>
            <w:r>
              <w:rPr>
                <w:rFonts w:cstheme="minorHAnsi"/>
                <w:sz w:val="18"/>
              </w:rPr>
              <w:t>y</w:t>
            </w:r>
            <w:r w:rsidRPr="00803A7B">
              <w:rPr>
                <w:rFonts w:cstheme="minorHAnsi"/>
                <w:sz w:val="18"/>
              </w:rPr>
              <w:t>, každý v jiné barvě (černá, červená)</w:t>
            </w:r>
          </w:p>
        </w:tc>
        <w:tc>
          <w:tcPr>
            <w:tcW w:w="3288" w:type="dxa"/>
          </w:tcPr>
          <w:p w14:paraId="3FBAB637" w14:textId="58C4F26C" w:rsidR="005322F9" w:rsidRPr="00927BA6" w:rsidRDefault="005322F9" w:rsidP="005322F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A40DA" w:rsidRPr="004A049E" w14:paraId="50FAA01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2F136DE" w14:textId="3395BCD0" w:rsidR="003A40DA" w:rsidRPr="00803A7B" w:rsidRDefault="003A40DA" w:rsidP="003A40D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A9399D">
              <w:rPr>
                <w:rFonts w:cstheme="minorHAnsi"/>
                <w:sz w:val="18"/>
              </w:rPr>
              <w:t>Podpora OS</w:t>
            </w:r>
            <w:r>
              <w:rPr>
                <w:rFonts w:cstheme="minorHAnsi"/>
                <w:sz w:val="18"/>
              </w:rPr>
              <w:t xml:space="preserve"> Windows Server 2019, 2022; RHEL 8, 9; </w:t>
            </w:r>
            <w:proofErr w:type="spellStart"/>
            <w:r>
              <w:rPr>
                <w:rFonts w:cstheme="minorHAnsi"/>
                <w:sz w:val="18"/>
              </w:rPr>
              <w:t>VMware</w:t>
            </w:r>
            <w:proofErr w:type="spellEnd"/>
            <w:r>
              <w:rPr>
                <w:rFonts w:cstheme="minorHAnsi"/>
                <w:sz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</w:rPr>
              <w:t>vSphere</w:t>
            </w:r>
            <w:proofErr w:type="spellEnd"/>
            <w:r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0AD2B872" w14:textId="76AE480B" w:rsidR="003A40DA" w:rsidRPr="00927BA6" w:rsidRDefault="003A40DA" w:rsidP="003A40D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A40DA" w:rsidRPr="0050706D" w14:paraId="02C031E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8230580" w14:textId="018D6DE3" w:rsidR="003A40DA" w:rsidRPr="00803A7B" w:rsidRDefault="003A40DA" w:rsidP="003A40DA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sz w:val="18"/>
              </w:rPr>
              <w:t xml:space="preserve">Webová nebo mobilní bezpečnostní aplikace, sloužící k ověření, že mezi expedicí zařízení a jeho zprovozněním v datovém centru zákazníka, nedošlo k neautorizovanému zásahu do </w:t>
            </w:r>
            <w:r>
              <w:rPr>
                <w:rFonts w:cstheme="minorHAnsi"/>
                <w:sz w:val="18"/>
              </w:rPr>
              <w:t>firmware</w:t>
            </w:r>
            <w:r w:rsidRPr="00803A7B">
              <w:rPr>
                <w:rFonts w:cstheme="minorHAnsi"/>
                <w:sz w:val="18"/>
              </w:rPr>
              <w:t xml:space="preserve"> či hardware (HW) ani k výměně některé klíčové komponenty za jinou.</w:t>
            </w:r>
          </w:p>
        </w:tc>
        <w:tc>
          <w:tcPr>
            <w:tcW w:w="3288" w:type="dxa"/>
          </w:tcPr>
          <w:p w14:paraId="5296EAF2" w14:textId="77777777" w:rsidR="003A40DA" w:rsidRPr="00927BA6" w:rsidRDefault="003A40DA" w:rsidP="003A40D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A40DA" w:rsidRPr="0050706D" w14:paraId="52F38A7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246A17E" w14:textId="77777777" w:rsidR="003A40DA" w:rsidRPr="00803A7B" w:rsidRDefault="003A40DA" w:rsidP="003A40DA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803A7B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803A7B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803A7B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803A7B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803A7B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803A7B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803A7B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803A7B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803A7B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803A7B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803A7B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803A7B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803A7B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803A7B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803A7B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0AAE11F5" w14:textId="77777777" w:rsidR="003A40DA" w:rsidRPr="00927BA6" w:rsidRDefault="003A40DA" w:rsidP="003A40D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A40DA" w:rsidRPr="002E3BD1" w14:paraId="23C9C5B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412F1DB" w14:textId="77777777" w:rsidR="003A40DA" w:rsidRPr="00803A7B" w:rsidRDefault="003A40DA" w:rsidP="003A40DA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sz w:val="18"/>
              </w:rPr>
              <w:t xml:space="preserve">Podpora výrobce na </w:t>
            </w:r>
            <w:r w:rsidRPr="00803A7B">
              <w:rPr>
                <w:rFonts w:cstheme="minorHAnsi"/>
                <w:b/>
                <w:bCs/>
                <w:sz w:val="18"/>
              </w:rPr>
              <w:t>5 let</w:t>
            </w:r>
            <w:r w:rsidRPr="00803A7B">
              <w:rPr>
                <w:rFonts w:cstheme="minorHAnsi"/>
                <w:sz w:val="18"/>
              </w:rPr>
              <w:t xml:space="preserve"> v rozsahu „</w:t>
            </w:r>
            <w:r w:rsidRPr="00803A7B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803A7B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803A7B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45D55279" w14:textId="77777777" w:rsidR="003A40DA" w:rsidRPr="00927BA6" w:rsidRDefault="003A40DA" w:rsidP="003A40D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A40DA" w:rsidRPr="00D730ED" w14:paraId="3F7D286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EB314EA" w14:textId="37E305D8" w:rsidR="003A40DA" w:rsidRPr="00803A7B" w:rsidRDefault="003A40DA" w:rsidP="003A40DA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sz w:val="18"/>
              </w:rPr>
              <w:t>U všech disků</w:t>
            </w:r>
            <w:r>
              <w:rPr>
                <w:rFonts w:cstheme="minorHAnsi"/>
                <w:sz w:val="18"/>
              </w:rPr>
              <w:t xml:space="preserve">, SSD, </w:t>
            </w:r>
            <w:proofErr w:type="spellStart"/>
            <w:r>
              <w:rPr>
                <w:rFonts w:cstheme="minorHAnsi"/>
                <w:sz w:val="18"/>
              </w:rPr>
              <w:t>NVMe</w:t>
            </w:r>
            <w:proofErr w:type="spellEnd"/>
            <w:r>
              <w:rPr>
                <w:rFonts w:cstheme="minorHAnsi"/>
                <w:sz w:val="18"/>
              </w:rPr>
              <w:t xml:space="preserve"> a médií</w:t>
            </w:r>
            <w:r w:rsidRPr="00803A7B">
              <w:rPr>
                <w:rFonts w:cstheme="minorHAnsi"/>
                <w:sz w:val="18"/>
              </w:rPr>
              <w:t xml:space="preserve"> je požadováno ponechání disku Kupujícímu při jeho poruše a reklamaci</w:t>
            </w:r>
          </w:p>
        </w:tc>
        <w:tc>
          <w:tcPr>
            <w:tcW w:w="3288" w:type="dxa"/>
          </w:tcPr>
          <w:p w14:paraId="07360C29" w14:textId="77777777" w:rsidR="003A40DA" w:rsidRPr="00927BA6" w:rsidRDefault="003A40DA" w:rsidP="003A40D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A40DA" w:rsidRPr="00D730ED" w14:paraId="7B33E42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1E9CCF5" w14:textId="400A6B1A" w:rsidR="003A40DA" w:rsidRPr="00803A7B" w:rsidRDefault="003A40DA" w:rsidP="003A40DA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777EF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1168C400" w14:textId="052E0791" w:rsidR="003A40DA" w:rsidRPr="00927BA6" w:rsidRDefault="003A40DA" w:rsidP="003A40D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100730" w:rsidRPr="00CC018F" w14:paraId="7324590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F8306E0" w14:textId="44EE6282" w:rsidR="00100730" w:rsidRPr="002D127E" w:rsidRDefault="00100730" w:rsidP="00100730">
            <w:pPr>
              <w:rPr>
                <w:sz w:val="18"/>
                <w:lang w:eastAsia="cs-CZ"/>
              </w:rPr>
            </w:pPr>
            <w:r>
              <w:rPr>
                <w:sz w:val="18"/>
                <w:lang w:eastAsia="cs-CZ"/>
              </w:rPr>
              <w:t xml:space="preserve">Pokud úložiště vyžaduje použití SFP, </w:t>
            </w:r>
            <w:r w:rsidRPr="006B0BFC">
              <w:rPr>
                <w:sz w:val="18"/>
                <w:lang w:eastAsia="cs-CZ"/>
              </w:rPr>
              <w:t xml:space="preserve">optické moduly pro každý </w:t>
            </w:r>
            <w:proofErr w:type="spellStart"/>
            <w:r w:rsidRPr="006B0BFC">
              <w:rPr>
                <w:sz w:val="18"/>
                <w:lang w:eastAsia="cs-CZ"/>
              </w:rPr>
              <w:t>FibreChannel</w:t>
            </w:r>
            <w:proofErr w:type="spellEnd"/>
            <w:r w:rsidRPr="006B0BFC">
              <w:rPr>
                <w:sz w:val="18"/>
                <w:lang w:eastAsia="cs-CZ"/>
              </w:rPr>
              <w:t xml:space="preserve"> port plně kompatibilní s</w:t>
            </w:r>
            <w:r>
              <w:rPr>
                <w:sz w:val="18"/>
                <w:lang w:eastAsia="cs-CZ"/>
              </w:rPr>
              <w:t> </w:t>
            </w:r>
            <w:r w:rsidRPr="006B0BFC">
              <w:rPr>
                <w:sz w:val="18"/>
                <w:lang w:eastAsia="cs-CZ"/>
              </w:rPr>
              <w:t>dodávan</w:t>
            </w:r>
            <w:r>
              <w:rPr>
                <w:sz w:val="18"/>
                <w:lang w:eastAsia="cs-CZ"/>
              </w:rPr>
              <w:t>ým úložištěm</w:t>
            </w:r>
          </w:p>
        </w:tc>
        <w:tc>
          <w:tcPr>
            <w:tcW w:w="3288" w:type="dxa"/>
          </w:tcPr>
          <w:p w14:paraId="20AB9FF6" w14:textId="77777777" w:rsidR="00100730" w:rsidRPr="00927BA6" w:rsidRDefault="00100730" w:rsidP="0010073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4A84BD47" w14:textId="206E23C5" w:rsidR="006B498B" w:rsidRDefault="00FB677B" w:rsidP="006B498B">
      <w:pPr>
        <w:spacing w:after="160" w:line="259" w:lineRule="auto"/>
      </w:pPr>
      <w:r>
        <w:br/>
      </w:r>
      <w:r w:rsidR="006B498B">
        <w:t xml:space="preserve">Pro </w:t>
      </w:r>
      <w:r w:rsidR="006B498B">
        <w:rPr>
          <w:b/>
          <w:bCs/>
        </w:rPr>
        <w:t>P</w:t>
      </w:r>
      <w:r w:rsidR="006B498B" w:rsidRPr="002D127E">
        <w:rPr>
          <w:b/>
          <w:bCs/>
        </w:rPr>
        <w:t>oložk</w:t>
      </w:r>
      <w:r w:rsidR="006B498B">
        <w:rPr>
          <w:b/>
          <w:bCs/>
        </w:rPr>
        <w:t>u</w:t>
      </w:r>
      <w:r w:rsidR="006B498B" w:rsidRPr="002D127E">
        <w:rPr>
          <w:b/>
          <w:bCs/>
        </w:rPr>
        <w:t xml:space="preserve"> </w:t>
      </w:r>
      <w:r w:rsidR="006B498B">
        <w:rPr>
          <w:b/>
          <w:bCs/>
        </w:rPr>
        <w:t>2</w:t>
      </w:r>
      <w:r w:rsidR="006B498B">
        <w:t xml:space="preserve"> je místem plnění </w:t>
      </w:r>
      <w:r w:rsidR="006B498B" w:rsidRPr="002D127E">
        <w:rPr>
          <w:b/>
          <w:bCs/>
        </w:rPr>
        <w:t>CDP Praha, V</w:t>
      </w:r>
      <w:r w:rsidR="006B498B">
        <w:rPr>
          <w:b/>
          <w:bCs/>
        </w:rPr>
        <w:t> </w:t>
      </w:r>
      <w:r w:rsidR="006B498B" w:rsidRPr="002D127E">
        <w:rPr>
          <w:b/>
          <w:bCs/>
        </w:rPr>
        <w:t>Trianglu</w:t>
      </w:r>
      <w:r w:rsidR="006B498B">
        <w:rPr>
          <w:b/>
          <w:bCs/>
        </w:rPr>
        <w:t> 2474</w:t>
      </w:r>
      <w:r w:rsidR="006B498B" w:rsidRPr="002D127E">
        <w:rPr>
          <w:b/>
          <w:bCs/>
        </w:rPr>
        <w:t>, Praha 9</w:t>
      </w:r>
      <w:r w:rsidR="006B498B">
        <w:t>.</w:t>
      </w:r>
    </w:p>
    <w:p w14:paraId="11C8F85E" w14:textId="77777777" w:rsidR="009856D3" w:rsidRDefault="009856D3" w:rsidP="001D004B">
      <w:pPr>
        <w:ind w:firstLine="426"/>
      </w:pPr>
    </w:p>
    <w:p w14:paraId="1D6FDC71" w14:textId="3A8D2B60" w:rsidR="00000A1A" w:rsidRDefault="00000A1A" w:rsidP="00000A1A">
      <w:pPr>
        <w:ind w:firstLine="426"/>
      </w:pPr>
      <w:r>
        <w:t>c)</w:t>
      </w:r>
      <w:r>
        <w:tab/>
      </w:r>
      <w:r w:rsidRPr="002D127E">
        <w:rPr>
          <w:b/>
          <w:bCs/>
        </w:rPr>
        <w:t xml:space="preserve">Položka </w:t>
      </w:r>
      <w:r>
        <w:rPr>
          <w:b/>
          <w:bCs/>
        </w:rPr>
        <w:t>3</w:t>
      </w:r>
      <w:r>
        <w:t xml:space="preserve"> – Jeden (1)</w:t>
      </w:r>
      <w:r w:rsidRPr="00143089">
        <w:t xml:space="preserve"> server pro </w:t>
      </w:r>
      <w:r w:rsidR="0046140A">
        <w:t xml:space="preserve">zálohování </w:t>
      </w:r>
      <w:r w:rsidRPr="00143089">
        <w:t>virtualizační farm</w:t>
      </w:r>
      <w:r w:rsidR="0046140A">
        <w:t>y</w:t>
      </w:r>
      <w:r>
        <w:t xml:space="preserve"> „KB TDS / CDP Praha“ v konfiguraci:</w:t>
      </w:r>
    </w:p>
    <w:p w14:paraId="67688BD4" w14:textId="77777777" w:rsidR="00000A1A" w:rsidRDefault="00000A1A" w:rsidP="00000A1A">
      <w:pPr>
        <w:rPr>
          <w:rFonts w:cstheme="minorHAnsi"/>
          <w:b/>
          <w:bCs/>
        </w:rPr>
      </w:pPr>
      <w:r w:rsidRPr="005A5020">
        <w:rPr>
          <w:highlight w:val="green"/>
          <w:lang w:val="en-US"/>
        </w:rPr>
        <w:t>[</w:t>
      </w:r>
      <w:r>
        <w:rPr>
          <w:highlight w:val="green"/>
          <w:lang w:val="en-US"/>
        </w:rPr>
        <w:t>IDENTIFIKACE MODELU</w:t>
      </w:r>
      <w:r w:rsidRPr="005A5020">
        <w:rPr>
          <w:rFonts w:cstheme="minorHAnsi"/>
          <w:b/>
          <w:bCs/>
          <w:highlight w:val="green"/>
        </w:rPr>
        <w:t xml:space="preserve"> </w:t>
      </w:r>
      <w:r>
        <w:rPr>
          <w:rFonts w:cstheme="minorHAnsi"/>
          <w:b/>
          <w:bCs/>
          <w:highlight w:val="green"/>
        </w:rPr>
        <w:t xml:space="preserve">- </w:t>
      </w:r>
      <w:r w:rsidRPr="002D127E">
        <w:rPr>
          <w:rFonts w:cstheme="minorHAnsi"/>
          <w:highlight w:val="green"/>
        </w:rPr>
        <w:t>DOPLNÍ PRODÁVAJÍCÍ]</w:t>
      </w:r>
      <w:r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4B2D76" w:rsidRPr="0050706D" w14:paraId="0929D579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7A9CAFD0" w14:textId="77777777" w:rsidR="004B2D76" w:rsidRPr="002D127E" w:rsidRDefault="004B2D76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6811AD14" w14:textId="77777777" w:rsidR="004B2D76" w:rsidRPr="002D127E" w:rsidRDefault="004B2D76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4B2D76" w:rsidRPr="0050706D" w14:paraId="6BE4A5E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374A9E7" w14:textId="5DC83087" w:rsidR="004B2D76" w:rsidRPr="002D127E" w:rsidRDefault="004B2D76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D127E">
              <w:rPr>
                <w:rFonts w:cstheme="minorHAnsi"/>
                <w:sz w:val="18"/>
              </w:rPr>
              <w:t>Provedení serveru pro instalaci do rackové skříně o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 xml:space="preserve">hloubce </w:t>
            </w:r>
            <w:r w:rsidR="003D264E">
              <w:rPr>
                <w:rFonts w:cstheme="minorHAnsi"/>
                <w:b/>
                <w:bCs/>
                <w:sz w:val="18"/>
              </w:rPr>
              <w:t>10</w:t>
            </w:r>
            <w:r w:rsidRPr="0001392D">
              <w:rPr>
                <w:rFonts w:cstheme="minorHAnsi"/>
                <w:b/>
                <w:bCs/>
                <w:sz w:val="18"/>
              </w:rPr>
              <w:t>0 cm</w:t>
            </w:r>
          </w:p>
        </w:tc>
        <w:tc>
          <w:tcPr>
            <w:tcW w:w="3288" w:type="dxa"/>
          </w:tcPr>
          <w:p w14:paraId="5DA707D7" w14:textId="77777777" w:rsidR="004B2D76" w:rsidRPr="002D127E" w:rsidRDefault="004B2D76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4B2D76" w:rsidRPr="0050706D" w14:paraId="4B82B46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DBEB211" w14:textId="77777777" w:rsidR="004B2D76" w:rsidRPr="002D127E" w:rsidRDefault="004B2D76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Velikost skříně serveru o maximální výšce </w:t>
            </w:r>
            <w:r w:rsidRPr="0001392D">
              <w:rPr>
                <w:rFonts w:cstheme="minorHAnsi"/>
                <w:b/>
                <w:bCs/>
                <w:sz w:val="18"/>
              </w:rPr>
              <w:t>2 RU</w:t>
            </w:r>
            <w:r w:rsidRPr="002D127E">
              <w:rPr>
                <w:rFonts w:cstheme="minorHAnsi"/>
                <w:sz w:val="18"/>
              </w:rPr>
              <w:t xml:space="preserve"> (89 mm)</w:t>
            </w:r>
          </w:p>
        </w:tc>
        <w:tc>
          <w:tcPr>
            <w:tcW w:w="3288" w:type="dxa"/>
          </w:tcPr>
          <w:p w14:paraId="57C213E9" w14:textId="77777777" w:rsidR="004B2D76" w:rsidRPr="002D127E" w:rsidRDefault="004B2D76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4B2D76" w:rsidRPr="0050706D" w14:paraId="1560BD2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04F9654" w14:textId="133FC9AD" w:rsidR="004B2D76" w:rsidRPr="002D127E" w:rsidRDefault="005C11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5C11D7">
              <w:rPr>
                <w:rFonts w:cstheme="minorHAnsi"/>
                <w:b/>
                <w:bCs/>
                <w:sz w:val="18"/>
              </w:rPr>
              <w:t xml:space="preserve">2x CPU, </w:t>
            </w:r>
            <w:r w:rsidRPr="00BE2099">
              <w:rPr>
                <w:rFonts w:cstheme="minorHAnsi"/>
                <w:sz w:val="18"/>
              </w:rPr>
              <w:t>každ</w:t>
            </w:r>
            <w:r w:rsidR="00BE2099" w:rsidRPr="00BE2099">
              <w:rPr>
                <w:rFonts w:cstheme="minorHAnsi"/>
                <w:sz w:val="18"/>
              </w:rPr>
              <w:t>ý</w:t>
            </w:r>
            <w:r w:rsidR="004B2D76" w:rsidRPr="002D127E">
              <w:rPr>
                <w:rFonts w:cstheme="minorHAnsi"/>
                <w:sz w:val="18"/>
              </w:rPr>
              <w:t xml:space="preserve"> </w:t>
            </w:r>
            <w:r w:rsidR="004B2D76">
              <w:rPr>
                <w:rFonts w:cstheme="minorHAnsi"/>
                <w:sz w:val="18"/>
              </w:rPr>
              <w:t xml:space="preserve">minimálně </w:t>
            </w:r>
            <w:r>
              <w:rPr>
                <w:rFonts w:cstheme="minorHAnsi"/>
                <w:b/>
                <w:bCs/>
                <w:sz w:val="18"/>
              </w:rPr>
              <w:t>16</w:t>
            </w:r>
            <w:r w:rsidR="004B2D76" w:rsidRPr="0001392D">
              <w:rPr>
                <w:rFonts w:cstheme="minorHAnsi"/>
                <w:b/>
                <w:bCs/>
                <w:sz w:val="18"/>
              </w:rPr>
              <w:t xml:space="preserve"> jader</w:t>
            </w:r>
            <w:r w:rsidR="004B2D76" w:rsidRPr="002D127E">
              <w:rPr>
                <w:rFonts w:cstheme="minorHAnsi"/>
                <w:sz w:val="18"/>
              </w:rPr>
              <w:t xml:space="preserve"> (</w:t>
            </w:r>
            <w:r>
              <w:rPr>
                <w:rFonts w:cstheme="minorHAnsi"/>
                <w:sz w:val="18"/>
              </w:rPr>
              <w:t>32</w:t>
            </w:r>
            <w:r w:rsidR="004B2D76" w:rsidRPr="002D127E">
              <w:rPr>
                <w:rFonts w:cstheme="minorHAnsi"/>
                <w:sz w:val="18"/>
              </w:rPr>
              <w:t xml:space="preserve"> vláken) se</w:t>
            </w:r>
            <w:r w:rsidR="004B2D76">
              <w:rPr>
                <w:rFonts w:cstheme="minorHAnsi"/>
                <w:sz w:val="18"/>
              </w:rPr>
              <w:t> </w:t>
            </w:r>
            <w:r w:rsidR="004B2D76" w:rsidRPr="002D127E">
              <w:rPr>
                <w:rFonts w:cstheme="minorHAnsi"/>
                <w:sz w:val="18"/>
              </w:rPr>
              <w:t xml:space="preserve">základní frekvencí minimálně 2.0 GHz a se spotřebou maximálně </w:t>
            </w:r>
            <w:r w:rsidR="00BE2099">
              <w:rPr>
                <w:rFonts w:cstheme="minorHAnsi"/>
                <w:sz w:val="18"/>
              </w:rPr>
              <w:t>230</w:t>
            </w:r>
            <w:r w:rsidR="004B2D76" w:rsidRPr="002D127E">
              <w:rPr>
                <w:rFonts w:cstheme="minorHAnsi"/>
                <w:sz w:val="18"/>
              </w:rPr>
              <w:t xml:space="preserve"> W</w:t>
            </w:r>
          </w:p>
        </w:tc>
        <w:tc>
          <w:tcPr>
            <w:tcW w:w="3288" w:type="dxa"/>
          </w:tcPr>
          <w:p w14:paraId="3846F639" w14:textId="77777777" w:rsidR="004B2D76" w:rsidRPr="002D127E" w:rsidRDefault="004B2D76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4B2D76" w:rsidRPr="0050706D" w14:paraId="54FBD9B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B454FD8" w14:textId="77777777" w:rsidR="004B2D76" w:rsidRPr="002D127E" w:rsidRDefault="004B2D76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7146DE">
              <w:rPr>
                <w:rFonts w:cstheme="minorHAnsi"/>
                <w:sz w:val="18"/>
              </w:rPr>
              <w:t xml:space="preserve">Architektura </w:t>
            </w:r>
            <w:r w:rsidRPr="007146DE">
              <w:rPr>
                <w:rFonts w:cstheme="minorHAnsi"/>
                <w:b/>
                <w:bCs/>
                <w:sz w:val="18"/>
              </w:rPr>
              <w:t>Intel x86-64</w:t>
            </w:r>
            <w:r w:rsidRPr="007146DE">
              <w:rPr>
                <w:rFonts w:cstheme="minorHAnsi"/>
                <w:sz w:val="18"/>
              </w:rPr>
              <w:t xml:space="preserve"> z důvodu kompatibility současného </w:t>
            </w:r>
            <w:r>
              <w:rPr>
                <w:rFonts w:cstheme="minorHAnsi"/>
                <w:sz w:val="18"/>
              </w:rPr>
              <w:t xml:space="preserve">ICT </w:t>
            </w:r>
            <w:r w:rsidRPr="007146DE">
              <w:rPr>
                <w:rFonts w:cstheme="minorHAnsi"/>
                <w:sz w:val="18"/>
              </w:rPr>
              <w:t>prostředí</w:t>
            </w:r>
          </w:p>
        </w:tc>
        <w:tc>
          <w:tcPr>
            <w:tcW w:w="3288" w:type="dxa"/>
          </w:tcPr>
          <w:p w14:paraId="6D14E0AA" w14:textId="77777777" w:rsidR="004B2D76" w:rsidRPr="002D127E" w:rsidRDefault="004B2D76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4B2D76" w:rsidRPr="0050706D" w14:paraId="653DBCC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CDCE46D" w14:textId="1B525B41" w:rsidR="004B2D76" w:rsidRPr="002D127E" w:rsidRDefault="004B2D76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sz w:val="18"/>
                <w:lang w:eastAsia="cs-CZ"/>
              </w:rPr>
              <w:t xml:space="preserve">Operační paměť minimálně </w:t>
            </w:r>
            <w:r w:rsidR="007F3AD6" w:rsidRPr="007F3AD6">
              <w:rPr>
                <w:b/>
                <w:bCs/>
                <w:sz w:val="18"/>
                <w:lang w:eastAsia="cs-CZ"/>
              </w:rPr>
              <w:t>128</w:t>
            </w:r>
            <w:r w:rsidRPr="007F3AD6">
              <w:rPr>
                <w:b/>
                <w:bCs/>
                <w:sz w:val="18"/>
                <w:lang w:eastAsia="cs-CZ"/>
              </w:rPr>
              <w:t xml:space="preserve"> </w:t>
            </w:r>
            <w:r w:rsidRPr="002D127E">
              <w:rPr>
                <w:b/>
                <w:sz w:val="18"/>
                <w:lang w:eastAsia="cs-CZ"/>
              </w:rPr>
              <w:t>GB DDR5</w:t>
            </w:r>
            <w:r w:rsidRPr="002D127E">
              <w:rPr>
                <w:sz w:val="18"/>
                <w:lang w:eastAsia="cs-CZ"/>
              </w:rPr>
              <w:t xml:space="preserve"> s použitím modulů o maximální velikosti </w:t>
            </w:r>
            <w:r w:rsidR="007F3AD6">
              <w:rPr>
                <w:sz w:val="18"/>
                <w:lang w:eastAsia="cs-CZ"/>
              </w:rPr>
              <w:t>64</w:t>
            </w:r>
            <w:r w:rsidRPr="002D127E">
              <w:rPr>
                <w:sz w:val="18"/>
                <w:lang w:eastAsia="cs-CZ"/>
              </w:rPr>
              <w:t xml:space="preserve"> GB, rozšiřitelná </w:t>
            </w:r>
            <w:r w:rsidRPr="002D127E">
              <w:rPr>
                <w:sz w:val="18"/>
                <w:lang w:eastAsia="cs-CZ"/>
              </w:rPr>
              <w:lastRenderedPageBreak/>
              <w:t xml:space="preserve">minimálně do </w:t>
            </w:r>
            <w:r w:rsidR="007F3AD6">
              <w:rPr>
                <w:sz w:val="18"/>
                <w:lang w:eastAsia="cs-CZ"/>
              </w:rPr>
              <w:t>512</w:t>
            </w:r>
            <w:r w:rsidRPr="002D127E">
              <w:rPr>
                <w:sz w:val="18"/>
                <w:lang w:eastAsia="cs-CZ"/>
              </w:rPr>
              <w:t xml:space="preserve"> GB jen přidáním dalších paměťových modulů</w:t>
            </w:r>
          </w:p>
        </w:tc>
        <w:tc>
          <w:tcPr>
            <w:tcW w:w="3288" w:type="dxa"/>
          </w:tcPr>
          <w:p w14:paraId="21340F5A" w14:textId="77777777" w:rsidR="004B2D76" w:rsidRPr="002D127E" w:rsidRDefault="004B2D76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C63473" w:rsidRPr="0050706D" w14:paraId="6748355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BB3FCF2" w14:textId="5DAFA61B" w:rsidR="00C63473" w:rsidRPr="002D127E" w:rsidRDefault="00C63473" w:rsidP="00C63473">
            <w:pPr>
              <w:autoSpaceDE w:val="0"/>
              <w:autoSpaceDN w:val="0"/>
              <w:adjustRightInd w:val="0"/>
              <w:rPr>
                <w:lang w:eastAsia="cs-CZ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2x SSD</w:t>
            </w:r>
            <w:r w:rsidRPr="002D127E">
              <w:rPr>
                <w:rFonts w:cstheme="minorHAnsi"/>
                <w:sz w:val="18"/>
              </w:rPr>
              <w:t xml:space="preserve">, každý o velikosti minimálně </w:t>
            </w:r>
            <w:r w:rsidRPr="002D127E">
              <w:rPr>
                <w:rFonts w:cstheme="minorHAnsi"/>
                <w:b/>
                <w:bCs/>
                <w:sz w:val="18"/>
              </w:rPr>
              <w:t>480 GB</w:t>
            </w:r>
            <w:r w:rsidRPr="002D127E">
              <w:rPr>
                <w:rFonts w:cstheme="minorHAnsi"/>
                <w:sz w:val="18"/>
              </w:rPr>
              <w:t xml:space="preserve"> v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 xml:space="preserve">konfiguraci RAID1 (zrcadlení) pro </w:t>
            </w:r>
            <w:proofErr w:type="spellStart"/>
            <w:r>
              <w:rPr>
                <w:rFonts w:cstheme="minorHAnsi"/>
                <w:sz w:val="18"/>
              </w:rPr>
              <w:t>boot</w:t>
            </w:r>
            <w:proofErr w:type="spellEnd"/>
            <w:r>
              <w:rPr>
                <w:rFonts w:cstheme="minorHAnsi"/>
                <w:sz w:val="18"/>
              </w:rPr>
              <w:t xml:space="preserve"> a </w:t>
            </w:r>
            <w:r w:rsidRPr="002D127E">
              <w:rPr>
                <w:rFonts w:cstheme="minorHAnsi"/>
                <w:sz w:val="18"/>
              </w:rPr>
              <w:t xml:space="preserve">běh </w:t>
            </w:r>
            <w:r>
              <w:rPr>
                <w:rFonts w:cstheme="minorHAnsi"/>
                <w:sz w:val="18"/>
              </w:rPr>
              <w:t>OS</w:t>
            </w:r>
          </w:p>
        </w:tc>
        <w:tc>
          <w:tcPr>
            <w:tcW w:w="3288" w:type="dxa"/>
          </w:tcPr>
          <w:p w14:paraId="62FB8C74" w14:textId="394E52E4" w:rsidR="00C63473" w:rsidRPr="002D127E" w:rsidRDefault="00C63473" w:rsidP="00C6347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906DA2" w:rsidRPr="0050706D" w14:paraId="7EAE1FD6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19165E1" w14:textId="71AEE08C" w:rsidR="00061D5F" w:rsidRDefault="00906DA2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Lokální úložiště </w:t>
            </w:r>
            <w:r w:rsidR="00231B85">
              <w:rPr>
                <w:rFonts w:cstheme="minorHAnsi"/>
                <w:sz w:val="18"/>
              </w:rPr>
              <w:t>pro databázi záloh</w:t>
            </w:r>
            <w:r w:rsidR="00061D5F">
              <w:rPr>
                <w:rFonts w:cstheme="minorHAnsi"/>
                <w:sz w:val="18"/>
              </w:rPr>
              <w:t xml:space="preserve"> </w:t>
            </w:r>
            <w:r w:rsidRPr="002D127E">
              <w:rPr>
                <w:rFonts w:cstheme="minorHAnsi"/>
                <w:sz w:val="18"/>
              </w:rPr>
              <w:t>v</w:t>
            </w:r>
            <w:r w:rsidR="00061D5F"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>serveru</w:t>
            </w:r>
          </w:p>
          <w:p w14:paraId="15A923A7" w14:textId="14F5B766" w:rsidR="00906DA2" w:rsidRPr="00A132AC" w:rsidRDefault="00061D5F" w:rsidP="00AC60CB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b/>
                <w:bCs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>U</w:t>
            </w:r>
            <w:r w:rsidR="00906DA2" w:rsidRPr="00A132AC">
              <w:rPr>
                <w:rFonts w:cstheme="minorHAnsi"/>
                <w:sz w:val="18"/>
                <w:szCs w:val="22"/>
              </w:rPr>
              <w:t>živatelsky použiteln</w:t>
            </w:r>
            <w:r w:rsidRPr="00A132AC">
              <w:rPr>
                <w:rFonts w:cstheme="minorHAnsi"/>
                <w:sz w:val="18"/>
                <w:szCs w:val="22"/>
              </w:rPr>
              <w:t>á</w:t>
            </w:r>
            <w:r w:rsidR="00906DA2" w:rsidRPr="00A132AC">
              <w:rPr>
                <w:rFonts w:cstheme="minorHAnsi"/>
                <w:sz w:val="18"/>
                <w:szCs w:val="22"/>
              </w:rPr>
              <w:t xml:space="preserve"> čist</w:t>
            </w:r>
            <w:r w:rsidRPr="00A132AC">
              <w:rPr>
                <w:rFonts w:cstheme="minorHAnsi"/>
                <w:sz w:val="18"/>
                <w:szCs w:val="22"/>
              </w:rPr>
              <w:t xml:space="preserve">á </w:t>
            </w:r>
            <w:r w:rsidR="00906DA2" w:rsidRPr="00A132AC">
              <w:rPr>
                <w:rFonts w:cstheme="minorHAnsi"/>
                <w:sz w:val="18"/>
                <w:szCs w:val="22"/>
              </w:rPr>
              <w:t>nekomprimovan</w:t>
            </w:r>
            <w:r w:rsidRPr="00A132AC">
              <w:rPr>
                <w:rFonts w:cstheme="minorHAnsi"/>
                <w:sz w:val="18"/>
                <w:szCs w:val="22"/>
              </w:rPr>
              <w:t>á</w:t>
            </w:r>
            <w:r w:rsidR="00906DA2" w:rsidRPr="00A132AC">
              <w:rPr>
                <w:rFonts w:cstheme="minorHAnsi"/>
                <w:sz w:val="18"/>
                <w:szCs w:val="22"/>
              </w:rPr>
              <w:t xml:space="preserve"> kapacit</w:t>
            </w:r>
            <w:r w:rsidRPr="00A132AC">
              <w:rPr>
                <w:rFonts w:cstheme="minorHAnsi"/>
                <w:sz w:val="18"/>
                <w:szCs w:val="22"/>
              </w:rPr>
              <w:t>a</w:t>
            </w:r>
            <w:r w:rsidR="00906DA2" w:rsidRPr="00A132AC">
              <w:rPr>
                <w:rFonts w:cstheme="minorHAnsi"/>
                <w:sz w:val="18"/>
                <w:szCs w:val="22"/>
              </w:rPr>
              <w:t xml:space="preserve"> minimálně </w:t>
            </w:r>
            <w:r w:rsidR="00906DA2" w:rsidRPr="00A132AC">
              <w:rPr>
                <w:rFonts w:cstheme="minorHAnsi"/>
                <w:b/>
                <w:bCs/>
                <w:sz w:val="18"/>
                <w:szCs w:val="22"/>
              </w:rPr>
              <w:t xml:space="preserve">8 </w:t>
            </w:r>
            <w:proofErr w:type="spellStart"/>
            <w:r w:rsidR="00906DA2" w:rsidRPr="00A132AC">
              <w:rPr>
                <w:rFonts w:cstheme="minorHAnsi"/>
                <w:b/>
                <w:bCs/>
                <w:sz w:val="18"/>
                <w:szCs w:val="22"/>
              </w:rPr>
              <w:t>Ti</w:t>
            </w:r>
            <w:r w:rsidRPr="00A132AC">
              <w:rPr>
                <w:rFonts w:cstheme="minorHAnsi"/>
                <w:b/>
                <w:bCs/>
                <w:sz w:val="18"/>
                <w:szCs w:val="22"/>
              </w:rPr>
              <w:t>B</w:t>
            </w:r>
            <w:proofErr w:type="spellEnd"/>
            <w:r w:rsidR="00A132AC"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6836D882" w14:textId="022C88F3" w:rsidR="00061D5F" w:rsidRPr="00A132AC" w:rsidRDefault="00A132AC" w:rsidP="00AC60CB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Umožňuje rozšíření minimálně na 16 </w:t>
            </w:r>
            <w:proofErr w:type="spellStart"/>
            <w:r w:rsidRPr="00A132AC">
              <w:rPr>
                <w:rFonts w:cstheme="minorHAnsi"/>
                <w:sz w:val="18"/>
                <w:szCs w:val="22"/>
              </w:rPr>
              <w:t>TiB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 xml:space="preserve"> jen přidáním disků.</w:t>
            </w:r>
          </w:p>
          <w:p w14:paraId="20043039" w14:textId="4B73EBBF" w:rsidR="00A132AC" w:rsidRPr="00A132AC" w:rsidRDefault="00A132AC" w:rsidP="00AC60CB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>Zajišťuje redundanci uložených dat minimálně na</w:t>
            </w:r>
            <w:r w:rsidR="00AC60CB"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 xml:space="preserve">úrovni odpovídající </w:t>
            </w:r>
            <w:r w:rsidRPr="009036B9">
              <w:rPr>
                <w:rFonts w:cstheme="minorHAnsi"/>
                <w:b/>
                <w:bCs/>
                <w:sz w:val="18"/>
                <w:szCs w:val="22"/>
              </w:rPr>
              <w:t>RAID6</w:t>
            </w:r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31CBC5E5" w14:textId="67E959FE" w:rsidR="00A132AC" w:rsidRPr="00A132AC" w:rsidRDefault="00A132AC" w:rsidP="00AC60CB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Použití výhradně </w:t>
            </w:r>
            <w:proofErr w:type="spellStart"/>
            <w:r w:rsidR="009036B9" w:rsidRPr="009036B9">
              <w:rPr>
                <w:rFonts w:cstheme="minorHAnsi"/>
                <w:b/>
                <w:bCs/>
                <w:sz w:val="18"/>
                <w:szCs w:val="22"/>
              </w:rPr>
              <w:t>NVMe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 xml:space="preserve"> o velikosti maximálně </w:t>
            </w:r>
            <w:r w:rsidR="00067E2D">
              <w:rPr>
                <w:rFonts w:cstheme="minorHAnsi"/>
                <w:sz w:val="18"/>
                <w:szCs w:val="22"/>
              </w:rPr>
              <w:t>2</w:t>
            </w:r>
            <w:r w:rsidR="00AC60CB"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>TB.</w:t>
            </w:r>
          </w:p>
        </w:tc>
        <w:tc>
          <w:tcPr>
            <w:tcW w:w="3288" w:type="dxa"/>
          </w:tcPr>
          <w:p w14:paraId="7173B330" w14:textId="77777777" w:rsidR="00906DA2" w:rsidRPr="00927BA6" w:rsidRDefault="00906DA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50706D" w14:paraId="67034C3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AACF1D2" w14:textId="0A2797F5" w:rsidR="005B7333" w:rsidRPr="002D127E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026C2A">
              <w:rPr>
                <w:rFonts w:cstheme="minorHAnsi"/>
                <w:sz w:val="18"/>
              </w:rPr>
              <w:t xml:space="preserve">Minimálně </w:t>
            </w:r>
            <w:r w:rsidRPr="004C5283">
              <w:rPr>
                <w:rFonts w:cstheme="minorHAnsi"/>
                <w:b/>
                <w:bCs/>
                <w:sz w:val="18"/>
              </w:rPr>
              <w:t>4</w:t>
            </w:r>
            <w:r w:rsidRPr="002D127E">
              <w:rPr>
                <w:rFonts w:cstheme="minorHAnsi"/>
                <w:b/>
                <w:bCs/>
                <w:sz w:val="18"/>
              </w:rPr>
              <w:t xml:space="preserve">x 25 </w:t>
            </w:r>
            <w:proofErr w:type="spellStart"/>
            <w:r w:rsidRPr="002D127E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SFP </w:t>
            </w:r>
            <w:r>
              <w:rPr>
                <w:rFonts w:cstheme="minorHAnsi"/>
                <w:sz w:val="18"/>
              </w:rPr>
              <w:t>LAN s podporou rychlosti 10 </w:t>
            </w:r>
            <w:proofErr w:type="spellStart"/>
            <w:r>
              <w:rPr>
                <w:rFonts w:cstheme="minorHAnsi"/>
                <w:sz w:val="18"/>
              </w:rPr>
              <w:t>Gbps</w:t>
            </w:r>
            <w:proofErr w:type="spellEnd"/>
            <w:r>
              <w:rPr>
                <w:rFonts w:cstheme="minorHAnsi"/>
                <w:sz w:val="18"/>
              </w:rPr>
              <w:t xml:space="preserve"> (tj. 10/25 </w:t>
            </w:r>
            <w:proofErr w:type="spellStart"/>
            <w:r>
              <w:rPr>
                <w:rFonts w:cstheme="minorHAnsi"/>
                <w:sz w:val="18"/>
              </w:rPr>
              <w:t>Gbps</w:t>
            </w:r>
            <w:proofErr w:type="spellEnd"/>
            <w:r>
              <w:rPr>
                <w:rFonts w:cstheme="minorHAnsi"/>
                <w:sz w:val="18"/>
              </w:rPr>
              <w:t>)</w:t>
            </w:r>
          </w:p>
        </w:tc>
        <w:tc>
          <w:tcPr>
            <w:tcW w:w="3288" w:type="dxa"/>
          </w:tcPr>
          <w:p w14:paraId="27C5B6D2" w14:textId="77777777" w:rsidR="005B7333" w:rsidRPr="002D127E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417FB4" w14:paraId="5441231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490919C" w14:textId="77777777" w:rsidR="005B7333" w:rsidRPr="002D127E" w:rsidRDefault="005B7333" w:rsidP="005B7333">
            <w:pPr>
              <w:rPr>
                <w:sz w:val="18"/>
                <w:lang w:eastAsia="cs-CZ"/>
              </w:rPr>
            </w:pPr>
            <w:r w:rsidRPr="002D127E">
              <w:rPr>
                <w:sz w:val="18"/>
                <w:lang w:eastAsia="cs-CZ"/>
              </w:rPr>
              <w:t xml:space="preserve">Minimálně </w:t>
            </w:r>
            <w:r w:rsidRPr="00026C2A">
              <w:rPr>
                <w:b/>
                <w:bCs/>
                <w:sz w:val="18"/>
                <w:lang w:eastAsia="cs-CZ"/>
              </w:rPr>
              <w:t>4</w:t>
            </w:r>
            <w:r w:rsidRPr="002D127E">
              <w:rPr>
                <w:b/>
                <w:sz w:val="18"/>
                <w:lang w:eastAsia="cs-CZ"/>
              </w:rPr>
              <w:t>x</w:t>
            </w:r>
            <w:r w:rsidRPr="002D127E">
              <w:rPr>
                <w:sz w:val="18"/>
                <w:lang w:eastAsia="cs-CZ"/>
              </w:rPr>
              <w:t xml:space="preserve"> </w:t>
            </w:r>
            <w:r w:rsidRPr="002D127E">
              <w:rPr>
                <w:b/>
                <w:bCs/>
                <w:sz w:val="18"/>
                <w:lang w:eastAsia="cs-CZ"/>
              </w:rPr>
              <w:t xml:space="preserve">1 </w:t>
            </w:r>
            <w:proofErr w:type="spellStart"/>
            <w:r w:rsidRPr="002D127E">
              <w:rPr>
                <w:b/>
                <w:bCs/>
                <w:sz w:val="18"/>
                <w:lang w:eastAsia="cs-CZ"/>
              </w:rPr>
              <w:t>Gbps</w:t>
            </w:r>
            <w:proofErr w:type="spellEnd"/>
            <w:r w:rsidRPr="002D127E">
              <w:rPr>
                <w:sz w:val="18"/>
                <w:lang w:eastAsia="cs-CZ"/>
              </w:rPr>
              <w:t xml:space="preserve"> </w:t>
            </w:r>
            <w:r>
              <w:rPr>
                <w:sz w:val="18"/>
                <w:lang w:eastAsia="cs-CZ"/>
              </w:rPr>
              <w:t>RJ45</w:t>
            </w:r>
            <w:r w:rsidRPr="002D127E">
              <w:rPr>
                <w:sz w:val="18"/>
                <w:lang w:eastAsia="cs-CZ"/>
              </w:rPr>
              <w:t xml:space="preserve"> LAN</w:t>
            </w:r>
          </w:p>
        </w:tc>
        <w:tc>
          <w:tcPr>
            <w:tcW w:w="3288" w:type="dxa"/>
          </w:tcPr>
          <w:p w14:paraId="392ED228" w14:textId="77777777" w:rsidR="005B7333" w:rsidRPr="002D127E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50706D" w14:paraId="4795417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1ED26E3" w14:textId="77777777" w:rsidR="005B7333" w:rsidRPr="002D127E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Dedikovaný </w:t>
            </w:r>
            <w:r w:rsidRPr="002D127E">
              <w:rPr>
                <w:rFonts w:cstheme="minorHAnsi"/>
                <w:b/>
                <w:bCs/>
                <w:sz w:val="18"/>
              </w:rPr>
              <w:t xml:space="preserve">1 </w:t>
            </w:r>
            <w:proofErr w:type="spellStart"/>
            <w:r w:rsidRPr="002D127E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61F9CF5E" w14:textId="77777777" w:rsidR="005B7333" w:rsidRPr="002D127E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C35E6" w:rsidRPr="0050706D" w14:paraId="19C4E242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A989AA5" w14:textId="77777777" w:rsidR="007C35E6" w:rsidRPr="002D127E" w:rsidRDefault="007C35E6" w:rsidP="001934E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26C2A">
              <w:rPr>
                <w:rFonts w:cstheme="minorHAnsi"/>
                <w:sz w:val="18"/>
              </w:rPr>
              <w:t xml:space="preserve">Minimálně </w:t>
            </w:r>
            <w:r w:rsidRPr="00FA1C4C">
              <w:rPr>
                <w:rFonts w:cstheme="minorHAnsi"/>
                <w:b/>
                <w:bCs/>
                <w:sz w:val="18"/>
              </w:rPr>
              <w:t>2</w:t>
            </w:r>
            <w:r w:rsidRPr="002D127E">
              <w:rPr>
                <w:rFonts w:cstheme="minorHAnsi"/>
                <w:b/>
                <w:bCs/>
                <w:sz w:val="18"/>
              </w:rPr>
              <w:t xml:space="preserve">x </w:t>
            </w:r>
            <w:r>
              <w:rPr>
                <w:rFonts w:cstheme="minorHAnsi"/>
                <w:b/>
                <w:bCs/>
                <w:sz w:val="18"/>
              </w:rPr>
              <w:t>32</w:t>
            </w:r>
            <w:r w:rsidRPr="002D127E">
              <w:rPr>
                <w:rFonts w:cstheme="minorHAnsi"/>
                <w:b/>
                <w:bCs/>
                <w:sz w:val="18"/>
              </w:rPr>
              <w:t xml:space="preserve"> </w:t>
            </w:r>
            <w:proofErr w:type="spellStart"/>
            <w:r w:rsidRPr="002D127E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SFP </w:t>
            </w:r>
            <w:proofErr w:type="spellStart"/>
            <w:r>
              <w:rPr>
                <w:rFonts w:cstheme="minorHAnsi"/>
                <w:sz w:val="18"/>
              </w:rPr>
              <w:t>FibreChannel</w:t>
            </w:r>
            <w:proofErr w:type="spellEnd"/>
            <w:r>
              <w:rPr>
                <w:rFonts w:cstheme="minorHAnsi"/>
                <w:sz w:val="18"/>
              </w:rPr>
              <w:t xml:space="preserve"> SAN porty HBA</w:t>
            </w:r>
          </w:p>
        </w:tc>
        <w:tc>
          <w:tcPr>
            <w:tcW w:w="3288" w:type="dxa"/>
          </w:tcPr>
          <w:p w14:paraId="0B716F3B" w14:textId="77777777" w:rsidR="007C35E6" w:rsidRPr="002D127E" w:rsidRDefault="007C35E6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50706D" w14:paraId="50B1FA1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200116F" w14:textId="77777777" w:rsidR="005B7333" w:rsidRPr="002D127E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2D127E">
              <w:rPr>
                <w:rFonts w:cstheme="minorHAnsi"/>
                <w:sz w:val="18"/>
              </w:rPr>
              <w:t>Trusted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</w:rPr>
              <w:t>Platform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Module </w:t>
            </w:r>
            <w:r>
              <w:rPr>
                <w:rFonts w:cstheme="minorHAnsi"/>
                <w:sz w:val="18"/>
              </w:rPr>
              <w:t xml:space="preserve">minimálně ve verzi </w:t>
            </w:r>
            <w:r w:rsidRPr="002D127E">
              <w:rPr>
                <w:rFonts w:cstheme="minorHAnsi"/>
                <w:sz w:val="18"/>
              </w:rPr>
              <w:t>2.0</w:t>
            </w:r>
          </w:p>
        </w:tc>
        <w:tc>
          <w:tcPr>
            <w:tcW w:w="3288" w:type="dxa"/>
          </w:tcPr>
          <w:p w14:paraId="47A99B27" w14:textId="77777777" w:rsidR="005B7333" w:rsidRPr="002D127E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50706D" w14:paraId="37A9FDF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6D5074C" w14:textId="77777777" w:rsidR="005B7333" w:rsidRPr="002D127E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2x</w:t>
            </w:r>
            <w:r w:rsidRPr="002D127E">
              <w:rPr>
                <w:rFonts w:cstheme="minorHAnsi"/>
                <w:sz w:val="18"/>
              </w:rPr>
              <w:t xml:space="preserve"> hot-swap napájecí zdroj, každý minimálně o výkonu 800 W s minimální certifikací „80+ </w:t>
            </w:r>
            <w:proofErr w:type="spellStart"/>
            <w:r>
              <w:rPr>
                <w:rFonts w:cstheme="minorHAnsi"/>
                <w:sz w:val="18"/>
              </w:rPr>
              <w:t>Platinum</w:t>
            </w:r>
            <w:proofErr w:type="spellEnd"/>
            <w:r w:rsidRPr="002D127E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4585C381" w14:textId="77777777" w:rsidR="005B7333" w:rsidRPr="002D127E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50706D" w14:paraId="109BB33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F818963" w14:textId="68857DB8" w:rsidR="005B7333" w:rsidRPr="002D127E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>
              <w:rPr>
                <w:sz w:val="18"/>
                <w:lang w:eastAsia="cs-CZ"/>
              </w:rPr>
              <w:t>Výsuvné l</w:t>
            </w:r>
            <w:r w:rsidRPr="002D127E">
              <w:rPr>
                <w:sz w:val="18"/>
                <w:lang w:eastAsia="cs-CZ"/>
              </w:rPr>
              <w:t xml:space="preserve">ižiny do rackové skříně </w:t>
            </w:r>
            <w:r w:rsidR="00D455AA">
              <w:rPr>
                <w:sz w:val="18"/>
                <w:lang w:eastAsia="cs-CZ"/>
              </w:rPr>
              <w:t>s</w:t>
            </w:r>
            <w:r w:rsidRPr="002D127E">
              <w:rPr>
                <w:sz w:val="18"/>
                <w:lang w:eastAsia="cs-CZ"/>
              </w:rPr>
              <w:t xml:space="preserve"> „</w:t>
            </w:r>
            <w:proofErr w:type="spellStart"/>
            <w:r w:rsidRPr="002D127E">
              <w:rPr>
                <w:sz w:val="18"/>
                <w:lang w:eastAsia="cs-CZ"/>
              </w:rPr>
              <w:t>cable</w:t>
            </w:r>
            <w:proofErr w:type="spellEnd"/>
            <w:r w:rsidRPr="002D127E">
              <w:rPr>
                <w:sz w:val="18"/>
                <w:lang w:eastAsia="cs-CZ"/>
              </w:rPr>
              <w:t xml:space="preserve"> management</w:t>
            </w:r>
            <w:r>
              <w:rPr>
                <w:sz w:val="18"/>
                <w:lang w:eastAsia="cs-CZ"/>
              </w:rPr>
              <w:t xml:space="preserve"> </w:t>
            </w:r>
            <w:proofErr w:type="spellStart"/>
            <w:r>
              <w:rPr>
                <w:sz w:val="18"/>
                <w:lang w:eastAsia="cs-CZ"/>
              </w:rPr>
              <w:t>arm</w:t>
            </w:r>
            <w:proofErr w:type="spellEnd"/>
            <w:r w:rsidRPr="002D127E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77805076" w14:textId="77777777" w:rsidR="005B7333" w:rsidRPr="00BC57E5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4A049E" w14:paraId="0F80F0C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037BBB8" w14:textId="77777777" w:rsidR="005B7333" w:rsidRPr="002D127E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2D127E">
              <w:rPr>
                <w:rFonts w:cstheme="minorHAnsi"/>
                <w:sz w:val="18"/>
              </w:rPr>
              <w:t xml:space="preserve">napájecí kabel 230V CEE7/7 v délce minimálně </w:t>
            </w:r>
            <w:r>
              <w:rPr>
                <w:rFonts w:cstheme="minorHAnsi"/>
                <w:sz w:val="18"/>
              </w:rPr>
              <w:t>2 </w:t>
            </w:r>
            <w:r w:rsidRPr="002D127E">
              <w:rPr>
                <w:rFonts w:cstheme="minorHAnsi"/>
                <w:sz w:val="18"/>
              </w:rPr>
              <w:t>metr</w:t>
            </w:r>
            <w:r>
              <w:rPr>
                <w:rFonts w:cstheme="minorHAnsi"/>
                <w:sz w:val="18"/>
              </w:rPr>
              <w:t>y</w:t>
            </w:r>
            <w:r w:rsidRPr="002D127E">
              <w:rPr>
                <w:rFonts w:cstheme="minorHAnsi"/>
                <w:sz w:val="18"/>
              </w:rPr>
              <w:t>, každý v jiné barvě (černá, červená)</w:t>
            </w:r>
          </w:p>
        </w:tc>
        <w:tc>
          <w:tcPr>
            <w:tcW w:w="3288" w:type="dxa"/>
          </w:tcPr>
          <w:p w14:paraId="35296127" w14:textId="77777777" w:rsidR="005B7333" w:rsidRPr="002D127E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4A049E" w14:paraId="4438FB8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0A2EE4B" w14:textId="77777777" w:rsidR="005B7333" w:rsidRPr="002D127E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2D127E">
              <w:rPr>
                <w:rFonts w:cstheme="minorHAnsi"/>
                <w:sz w:val="18"/>
              </w:rPr>
              <w:t xml:space="preserve">napájecí kabel 230V </w:t>
            </w:r>
            <w:r>
              <w:rPr>
                <w:rFonts w:cstheme="minorHAnsi"/>
                <w:sz w:val="18"/>
              </w:rPr>
              <w:t>IEC C13</w:t>
            </w:r>
            <w:r w:rsidRPr="002D127E">
              <w:rPr>
                <w:rFonts w:cstheme="minorHAnsi"/>
                <w:sz w:val="18"/>
              </w:rPr>
              <w:t xml:space="preserve"> v délce minimálně </w:t>
            </w:r>
            <w:r>
              <w:rPr>
                <w:rFonts w:cstheme="minorHAnsi"/>
                <w:sz w:val="18"/>
              </w:rPr>
              <w:t>2 </w:t>
            </w:r>
            <w:r w:rsidRPr="002D127E">
              <w:rPr>
                <w:rFonts w:cstheme="minorHAnsi"/>
                <w:sz w:val="18"/>
              </w:rPr>
              <w:t>metr</w:t>
            </w:r>
            <w:r>
              <w:rPr>
                <w:rFonts w:cstheme="minorHAnsi"/>
                <w:sz w:val="18"/>
              </w:rPr>
              <w:t>y</w:t>
            </w:r>
            <w:r w:rsidRPr="002D127E">
              <w:rPr>
                <w:rFonts w:cstheme="minorHAnsi"/>
                <w:sz w:val="18"/>
              </w:rPr>
              <w:t>, každý v jiné barvě (černá, červená)</w:t>
            </w:r>
          </w:p>
        </w:tc>
        <w:tc>
          <w:tcPr>
            <w:tcW w:w="3288" w:type="dxa"/>
          </w:tcPr>
          <w:p w14:paraId="659C9CD1" w14:textId="77777777" w:rsidR="005B7333" w:rsidRPr="00927BA6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4A049E" w14:paraId="3F98032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9156E2F" w14:textId="77777777" w:rsidR="005B7333" w:rsidRPr="00A9399D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A9399D">
              <w:rPr>
                <w:rFonts w:cstheme="minorHAnsi"/>
                <w:sz w:val="18"/>
              </w:rPr>
              <w:t>Podpora OS</w:t>
            </w:r>
            <w:r>
              <w:rPr>
                <w:rFonts w:cstheme="minorHAnsi"/>
                <w:sz w:val="18"/>
              </w:rPr>
              <w:t xml:space="preserve"> Windows Server 2019, 2022; RHEL 8, 9; </w:t>
            </w:r>
            <w:proofErr w:type="spellStart"/>
            <w:r>
              <w:rPr>
                <w:rFonts w:cstheme="minorHAnsi"/>
                <w:sz w:val="18"/>
              </w:rPr>
              <w:t>VMware</w:t>
            </w:r>
            <w:proofErr w:type="spellEnd"/>
            <w:r>
              <w:rPr>
                <w:rFonts w:cstheme="minorHAnsi"/>
                <w:sz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</w:rPr>
              <w:t>vSphere</w:t>
            </w:r>
            <w:proofErr w:type="spellEnd"/>
            <w:r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2630F79D" w14:textId="77777777" w:rsidR="005B7333" w:rsidRPr="00927BA6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50706D" w14:paraId="232D641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5BD9CB9" w14:textId="4C21CD87" w:rsidR="005B7333" w:rsidRPr="002D127E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Webová nebo mobilní bezpečnostní aplikace, sloužící k ověření, že mezi expedicí zařízení a jeho zprovozněním v datovém centru zákazníka, nedošlo k neautorizovanému zásahu do </w:t>
            </w:r>
            <w:r>
              <w:rPr>
                <w:rFonts w:cstheme="minorHAnsi"/>
                <w:sz w:val="18"/>
              </w:rPr>
              <w:t>firmware</w:t>
            </w:r>
            <w:r w:rsidRPr="002D127E">
              <w:rPr>
                <w:rFonts w:cstheme="minorHAnsi"/>
                <w:sz w:val="18"/>
              </w:rPr>
              <w:t xml:space="preserve"> či hardware (HW) ani k výměně některé klíčové komponenty za jinou.</w:t>
            </w:r>
          </w:p>
        </w:tc>
        <w:tc>
          <w:tcPr>
            <w:tcW w:w="3288" w:type="dxa"/>
          </w:tcPr>
          <w:p w14:paraId="16324FD5" w14:textId="77777777" w:rsidR="005B7333" w:rsidRPr="002D127E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50706D" w14:paraId="4AF40E2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F6490CE" w14:textId="6DDC2E06" w:rsidR="005B7333" w:rsidRPr="002D127E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Integrační pluginy pro monitoring zdravotního stavu a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 xml:space="preserve">správu HW přímo z MS </w:t>
            </w:r>
            <w:proofErr w:type="spellStart"/>
            <w:r w:rsidRPr="002D127E">
              <w:rPr>
                <w:rFonts w:cstheme="minorHAnsi"/>
                <w:sz w:val="18"/>
              </w:rPr>
              <w:t>System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Center.</w:t>
            </w:r>
          </w:p>
        </w:tc>
        <w:tc>
          <w:tcPr>
            <w:tcW w:w="3288" w:type="dxa"/>
          </w:tcPr>
          <w:p w14:paraId="70140440" w14:textId="77777777" w:rsidR="005B7333" w:rsidRPr="002D127E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50706D" w14:paraId="3B81C60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FCFAE3C" w14:textId="77777777" w:rsidR="005B7333" w:rsidRPr="002D127E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2D127E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2D5BF2E3" w14:textId="77777777" w:rsidR="005B7333" w:rsidRPr="002D127E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2E3BD1" w14:paraId="418BAF1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C97EDE2" w14:textId="77777777" w:rsidR="005B7333" w:rsidRPr="002D127E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Podpora výrobce na </w:t>
            </w:r>
            <w:r w:rsidRPr="002D127E">
              <w:rPr>
                <w:rFonts w:cstheme="minorHAnsi"/>
                <w:b/>
                <w:bCs/>
                <w:sz w:val="18"/>
              </w:rPr>
              <w:t>5 let</w:t>
            </w:r>
            <w:r w:rsidRPr="002D127E">
              <w:rPr>
                <w:rFonts w:cstheme="minorHAnsi"/>
                <w:sz w:val="18"/>
              </w:rPr>
              <w:t xml:space="preserve"> v rozsahu „</w:t>
            </w:r>
            <w:r w:rsidRPr="002D127E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2D127E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2D127E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6B8DFF65" w14:textId="77777777" w:rsidR="005B7333" w:rsidRPr="002D127E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D730ED" w14:paraId="2BE92D5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6C9DB41" w14:textId="77777777" w:rsidR="005B7333" w:rsidRPr="002D127E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U všech disků</w:t>
            </w:r>
            <w:r>
              <w:rPr>
                <w:rFonts w:cstheme="minorHAnsi"/>
                <w:sz w:val="18"/>
              </w:rPr>
              <w:t xml:space="preserve">, SSD, </w:t>
            </w:r>
            <w:proofErr w:type="spellStart"/>
            <w:r>
              <w:rPr>
                <w:rFonts w:cstheme="minorHAnsi"/>
                <w:sz w:val="18"/>
              </w:rPr>
              <w:t>NVMe</w:t>
            </w:r>
            <w:proofErr w:type="spellEnd"/>
            <w:r>
              <w:rPr>
                <w:rFonts w:cstheme="minorHAnsi"/>
                <w:sz w:val="18"/>
              </w:rPr>
              <w:t xml:space="preserve"> a médií</w:t>
            </w:r>
            <w:r w:rsidRPr="002D127E">
              <w:rPr>
                <w:rFonts w:cstheme="minorHAnsi"/>
                <w:sz w:val="18"/>
              </w:rPr>
              <w:t xml:space="preserve"> je požadováno ponechání disku Kupujícímu při jeho poruše a</w:t>
            </w:r>
            <w:r>
              <w:rPr>
                <w:rFonts w:cstheme="minorHAnsi"/>
                <w:sz w:val="18"/>
              </w:rPr>
              <w:t>/nebo</w:t>
            </w:r>
            <w:r w:rsidRPr="002D127E">
              <w:rPr>
                <w:rFonts w:cstheme="minorHAnsi"/>
                <w:sz w:val="18"/>
              </w:rPr>
              <w:t xml:space="preserve"> reklamaci</w:t>
            </w:r>
          </w:p>
        </w:tc>
        <w:tc>
          <w:tcPr>
            <w:tcW w:w="3288" w:type="dxa"/>
          </w:tcPr>
          <w:p w14:paraId="28ED1FC9" w14:textId="77777777" w:rsidR="005B7333" w:rsidRPr="002D127E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D730ED" w14:paraId="26035B5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B7C91AF" w14:textId="77777777" w:rsidR="005B7333" w:rsidRPr="00A05703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 xml:space="preserve">Vzdálená správa HW serveru </w:t>
            </w:r>
          </w:p>
          <w:p w14:paraId="64EDB9D1" w14:textId="77777777" w:rsidR="005B7333" w:rsidRPr="00A05703" w:rsidRDefault="005B7333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Vzdálená správa s dedikovaným vlastním portem 1G</w:t>
            </w:r>
            <w:r>
              <w:rPr>
                <w:rFonts w:cstheme="minorHAnsi"/>
                <w:sz w:val="18"/>
              </w:rPr>
              <w:t>bE</w:t>
            </w:r>
            <w:r w:rsidRPr="00A05703">
              <w:rPr>
                <w:rFonts w:cstheme="minorHAnsi"/>
                <w:sz w:val="18"/>
              </w:rPr>
              <w:t xml:space="preserve"> a možností převzít plně vzdálené ovládání serveru.</w:t>
            </w:r>
          </w:p>
          <w:p w14:paraId="0EFE7F90" w14:textId="77777777" w:rsidR="005B7333" w:rsidRPr="00A05703" w:rsidRDefault="005B7333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Možnost přesměrování management portu pomocí NSCI na jinou síťovou kartu.</w:t>
            </w:r>
          </w:p>
          <w:p w14:paraId="54707BB9" w14:textId="77777777" w:rsidR="005B7333" w:rsidRPr="00A05703" w:rsidRDefault="005B7333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 xml:space="preserve">Možnost vzdáleného </w:t>
            </w:r>
            <w:proofErr w:type="spellStart"/>
            <w:r w:rsidRPr="00A05703">
              <w:rPr>
                <w:rFonts w:cstheme="minorHAnsi"/>
                <w:sz w:val="18"/>
              </w:rPr>
              <w:t>mountování</w:t>
            </w:r>
            <w:proofErr w:type="spellEnd"/>
            <w:r w:rsidRPr="00A05703">
              <w:rPr>
                <w:rFonts w:cstheme="minorHAnsi"/>
                <w:sz w:val="18"/>
              </w:rPr>
              <w:t xml:space="preserve"> ISO image.</w:t>
            </w:r>
          </w:p>
          <w:p w14:paraId="7A473BD3" w14:textId="77777777" w:rsidR="005B7333" w:rsidRPr="00A05703" w:rsidRDefault="005B7333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Možnost sdílet jednu virtuální konzoli až šesti uživateli.</w:t>
            </w:r>
          </w:p>
          <w:p w14:paraId="19CF02C5" w14:textId="77777777" w:rsidR="005B7333" w:rsidRPr="00A05703" w:rsidRDefault="005B7333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lastRenderedPageBreak/>
              <w:t>Podpora standartních Webových prohlížečů</w:t>
            </w:r>
            <w:r>
              <w:rPr>
                <w:rFonts w:cstheme="minorHAnsi"/>
                <w:sz w:val="18"/>
              </w:rPr>
              <w:t xml:space="preserve"> (Google Chrome, MS </w:t>
            </w:r>
            <w:proofErr w:type="spellStart"/>
            <w:r>
              <w:rPr>
                <w:rFonts w:cstheme="minorHAnsi"/>
                <w:sz w:val="18"/>
              </w:rPr>
              <w:t>Edge</w:t>
            </w:r>
            <w:proofErr w:type="spellEnd"/>
            <w:r>
              <w:rPr>
                <w:rFonts w:cstheme="minorHAnsi"/>
                <w:sz w:val="18"/>
              </w:rPr>
              <w:t>, Mozilla Firefox)</w:t>
            </w:r>
            <w:r w:rsidRPr="00A05703">
              <w:rPr>
                <w:rFonts w:cstheme="minorHAnsi"/>
                <w:sz w:val="18"/>
              </w:rPr>
              <w:t xml:space="preserve"> a</w:t>
            </w:r>
            <w:r>
              <w:rPr>
                <w:rFonts w:cstheme="minorHAnsi"/>
                <w:sz w:val="18"/>
              </w:rPr>
              <w:t> </w:t>
            </w:r>
            <w:r w:rsidRPr="00A05703">
              <w:rPr>
                <w:rFonts w:cstheme="minorHAnsi"/>
                <w:sz w:val="18"/>
              </w:rPr>
              <w:t>HTML5.</w:t>
            </w:r>
          </w:p>
          <w:p w14:paraId="35A9EF72" w14:textId="77777777" w:rsidR="005B7333" w:rsidRPr="00A05703" w:rsidRDefault="005B7333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 xml:space="preserve">Inventarizace a možnost sledování stavu jednotlivých komponent včetně úrovní </w:t>
            </w:r>
            <w:r>
              <w:rPr>
                <w:rFonts w:cstheme="minorHAnsi"/>
                <w:sz w:val="18"/>
              </w:rPr>
              <w:t>firmware</w:t>
            </w:r>
            <w:r w:rsidRPr="00A05703">
              <w:rPr>
                <w:rFonts w:cstheme="minorHAnsi"/>
                <w:sz w:val="18"/>
              </w:rPr>
              <w:t>.</w:t>
            </w:r>
          </w:p>
          <w:p w14:paraId="5353C4E0" w14:textId="77777777" w:rsidR="005B7333" w:rsidRPr="00A05703" w:rsidRDefault="005B7333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 xml:space="preserve">Real </w:t>
            </w:r>
            <w:proofErr w:type="spellStart"/>
            <w:r w:rsidRPr="00A05703">
              <w:rPr>
                <w:rFonts w:cstheme="minorHAnsi"/>
                <w:sz w:val="18"/>
              </w:rPr>
              <w:t>time</w:t>
            </w:r>
            <w:proofErr w:type="spellEnd"/>
            <w:r w:rsidRPr="00A05703">
              <w:rPr>
                <w:rFonts w:cstheme="minorHAnsi"/>
                <w:sz w:val="18"/>
              </w:rPr>
              <w:t xml:space="preserve"> sledování vytíženosti CPU, paměti a</w:t>
            </w:r>
            <w:r>
              <w:rPr>
                <w:rFonts w:cstheme="minorHAnsi"/>
                <w:sz w:val="18"/>
              </w:rPr>
              <w:t> </w:t>
            </w:r>
            <w:r w:rsidRPr="00A05703">
              <w:rPr>
                <w:rFonts w:cstheme="minorHAnsi"/>
                <w:sz w:val="18"/>
              </w:rPr>
              <w:t>spotřeby</w:t>
            </w:r>
            <w:r>
              <w:rPr>
                <w:rFonts w:cstheme="minorHAnsi"/>
                <w:sz w:val="18"/>
              </w:rPr>
              <w:t xml:space="preserve"> elektrické energie</w:t>
            </w:r>
            <w:r w:rsidRPr="00A05703">
              <w:rPr>
                <w:rFonts w:cstheme="minorHAnsi"/>
                <w:sz w:val="18"/>
              </w:rPr>
              <w:t xml:space="preserve">, možnost </w:t>
            </w:r>
            <w:proofErr w:type="spellStart"/>
            <w:r w:rsidRPr="00A05703">
              <w:rPr>
                <w:rFonts w:cstheme="minorHAnsi"/>
                <w:sz w:val="18"/>
              </w:rPr>
              <w:t>Power</w:t>
            </w:r>
            <w:proofErr w:type="spellEnd"/>
            <w:r w:rsidRPr="00A05703">
              <w:rPr>
                <w:rFonts w:cstheme="minorHAnsi"/>
                <w:sz w:val="18"/>
              </w:rPr>
              <w:t xml:space="preserve"> </w:t>
            </w:r>
            <w:proofErr w:type="spellStart"/>
            <w:r w:rsidRPr="00A05703">
              <w:rPr>
                <w:rFonts w:cstheme="minorHAnsi"/>
                <w:sz w:val="18"/>
              </w:rPr>
              <w:t>cappingu</w:t>
            </w:r>
            <w:proofErr w:type="spellEnd"/>
            <w:r w:rsidRPr="00A05703">
              <w:rPr>
                <w:rFonts w:cstheme="minorHAnsi"/>
                <w:sz w:val="18"/>
              </w:rPr>
              <w:t>.</w:t>
            </w:r>
          </w:p>
          <w:p w14:paraId="4FB4A4C2" w14:textId="77777777" w:rsidR="005B7333" w:rsidRPr="00A05703" w:rsidRDefault="005B7333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Možnost asistované instalace OS bez dalších nástrojů, médií, ISO apod.</w:t>
            </w:r>
          </w:p>
          <w:p w14:paraId="60218915" w14:textId="77777777" w:rsidR="005B7333" w:rsidRPr="00A05703" w:rsidRDefault="005B7333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Podpora REDFISH a RESTAPI skriptů.</w:t>
            </w:r>
          </w:p>
          <w:p w14:paraId="0194C5F8" w14:textId="77777777" w:rsidR="005B7333" w:rsidRDefault="005B7333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Nejvyšší licence pro správu serveru bez jakéhokoli omezení.</w:t>
            </w:r>
          </w:p>
          <w:p w14:paraId="437B7EAE" w14:textId="77777777" w:rsidR="005B7333" w:rsidRDefault="005B7333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972D04">
              <w:rPr>
                <w:rFonts w:cstheme="minorHAnsi"/>
                <w:sz w:val="18"/>
              </w:rPr>
              <w:t>Všechny licence potřebné k provozu managementu a HW, (management, mapování ISO, KVM přístup).</w:t>
            </w:r>
          </w:p>
          <w:p w14:paraId="73B7ACE7" w14:textId="77777777" w:rsidR="005B7333" w:rsidRDefault="005B7333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Integrace s centrální vzdálenou správou serverového HW </w:t>
            </w:r>
            <w:r w:rsidRPr="00F42FFE">
              <w:rPr>
                <w:rFonts w:cstheme="minorHAnsi"/>
                <w:sz w:val="18"/>
              </w:rPr>
              <w:t>bez použití jakéhokoli dalšího HW či SW třetích stran</w:t>
            </w:r>
          </w:p>
          <w:p w14:paraId="3CB3E11B" w14:textId="77777777" w:rsidR="005B7333" w:rsidRDefault="005B7333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Podpora </w:t>
            </w:r>
            <w:r w:rsidRPr="00C507ED">
              <w:rPr>
                <w:rFonts w:cstheme="minorHAnsi"/>
                <w:sz w:val="18"/>
              </w:rPr>
              <w:t>protokolů SNMP 2c a IPMI</w:t>
            </w:r>
          </w:p>
          <w:p w14:paraId="68712176" w14:textId="6A3F3789" w:rsidR="003107AC" w:rsidRPr="00972D04" w:rsidRDefault="003107AC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3107AC">
              <w:rPr>
                <w:rFonts w:cstheme="minorHAnsi"/>
                <w:sz w:val="18"/>
              </w:rPr>
              <w:t xml:space="preserve">Podpora protokolu </w:t>
            </w:r>
            <w:proofErr w:type="spellStart"/>
            <w:r w:rsidRPr="003107AC">
              <w:rPr>
                <w:rFonts w:cstheme="minorHAnsi"/>
                <w:sz w:val="18"/>
              </w:rPr>
              <w:t>Syslog</w:t>
            </w:r>
            <w:proofErr w:type="spellEnd"/>
            <w:r w:rsidRPr="003107AC">
              <w:rPr>
                <w:rFonts w:cstheme="minorHAnsi"/>
                <w:sz w:val="18"/>
              </w:rPr>
              <w:t xml:space="preserve"> a předávání logů na vzdálený systém</w:t>
            </w:r>
          </w:p>
        </w:tc>
        <w:tc>
          <w:tcPr>
            <w:tcW w:w="3288" w:type="dxa"/>
          </w:tcPr>
          <w:p w14:paraId="571D9C55" w14:textId="77777777" w:rsidR="005B7333" w:rsidRPr="00927BA6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5B7333" w:rsidRPr="00D730ED" w14:paraId="75B95E7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9D513F7" w14:textId="77777777" w:rsidR="005B7333" w:rsidRPr="00C06A42" w:rsidRDefault="005B7333" w:rsidP="005B7333">
            <w:pPr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 xml:space="preserve">Hromadná správa </w:t>
            </w:r>
          </w:p>
          <w:p w14:paraId="2E6BDD5F" w14:textId="77777777" w:rsidR="005B7333" w:rsidRPr="00C06A42" w:rsidRDefault="005B7333" w:rsidP="005B7333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 xml:space="preserve">Časově neomezená licence na hromadnou správu serverů, inventarizace a </w:t>
            </w:r>
            <w:proofErr w:type="spellStart"/>
            <w:r w:rsidRPr="00C06A42">
              <w:rPr>
                <w:rFonts w:cstheme="minorHAnsi"/>
                <w:sz w:val="18"/>
              </w:rPr>
              <w:t>alerting</w:t>
            </w:r>
            <w:proofErr w:type="spellEnd"/>
            <w:r w:rsidRPr="00C06A42">
              <w:rPr>
                <w:rFonts w:cstheme="minorHAnsi"/>
                <w:sz w:val="18"/>
              </w:rPr>
              <w:t>.</w:t>
            </w:r>
          </w:p>
          <w:p w14:paraId="7B185BE7" w14:textId="77777777" w:rsidR="005B7333" w:rsidRPr="00C06A42" w:rsidRDefault="005B7333" w:rsidP="005B7333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>Možnost hromadného sledováni a upgrade úrovní FW jednotlivých komponent serverů.</w:t>
            </w:r>
          </w:p>
          <w:p w14:paraId="708A9750" w14:textId="77777777" w:rsidR="005B7333" w:rsidRPr="00C06A42" w:rsidRDefault="005B7333" w:rsidP="005B7333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 xml:space="preserve">Call </w:t>
            </w:r>
            <w:proofErr w:type="spellStart"/>
            <w:r w:rsidRPr="00C06A42">
              <w:rPr>
                <w:rFonts w:cstheme="minorHAnsi"/>
                <w:sz w:val="18"/>
              </w:rPr>
              <w:t>Home</w:t>
            </w:r>
            <w:proofErr w:type="spellEnd"/>
            <w:r w:rsidRPr="00C06A42">
              <w:rPr>
                <w:rFonts w:cstheme="minorHAnsi"/>
                <w:sz w:val="18"/>
              </w:rPr>
              <w:t xml:space="preserve"> funkce.</w:t>
            </w:r>
          </w:p>
          <w:p w14:paraId="0FDBD592" w14:textId="77777777" w:rsidR="005B7333" w:rsidRPr="00C06A42" w:rsidRDefault="005B7333" w:rsidP="005B7333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>Přístup přes mobilní aplikaci.</w:t>
            </w:r>
          </w:p>
          <w:p w14:paraId="7F9CFF1A" w14:textId="77777777" w:rsidR="005B7333" w:rsidRPr="00C06A42" w:rsidRDefault="005B7333" w:rsidP="005B7333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>Splňující standardy NIST 800-131A a</w:t>
            </w:r>
            <w:r>
              <w:rPr>
                <w:rFonts w:cstheme="minorHAnsi"/>
                <w:sz w:val="18"/>
              </w:rPr>
              <w:t> </w:t>
            </w:r>
            <w:r w:rsidRPr="00C06A42">
              <w:rPr>
                <w:rFonts w:cstheme="minorHAnsi"/>
                <w:sz w:val="18"/>
              </w:rPr>
              <w:t>FIPS</w:t>
            </w:r>
            <w:r>
              <w:rPr>
                <w:rFonts w:cstheme="minorHAnsi"/>
                <w:sz w:val="18"/>
              </w:rPr>
              <w:t> </w:t>
            </w:r>
            <w:r w:rsidRPr="00C06A42">
              <w:rPr>
                <w:rFonts w:cstheme="minorHAnsi"/>
                <w:sz w:val="18"/>
              </w:rPr>
              <w:t>140</w:t>
            </w:r>
            <w:r>
              <w:rPr>
                <w:rFonts w:cstheme="minorHAnsi"/>
                <w:sz w:val="18"/>
              </w:rPr>
              <w:noBreakHyphen/>
            </w:r>
            <w:r w:rsidRPr="00C06A42">
              <w:rPr>
                <w:rFonts w:cstheme="minorHAnsi"/>
                <w:sz w:val="18"/>
              </w:rPr>
              <w:t>2.</w:t>
            </w:r>
          </w:p>
          <w:p w14:paraId="44F38A12" w14:textId="77777777" w:rsidR="005B7333" w:rsidRDefault="005B7333" w:rsidP="005B7333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>Plug-in do management nodů virtualizačních hypervizorů.</w:t>
            </w:r>
          </w:p>
          <w:p w14:paraId="4E04B7AB" w14:textId="77777777" w:rsidR="005B7333" w:rsidRPr="00C06A42" w:rsidRDefault="005B7333" w:rsidP="005B7333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 xml:space="preserve">Podpora REST-API a </w:t>
            </w:r>
            <w:proofErr w:type="spellStart"/>
            <w:r w:rsidRPr="00C06A42">
              <w:rPr>
                <w:rFonts w:cstheme="minorHAnsi"/>
                <w:sz w:val="18"/>
              </w:rPr>
              <w:t>Redfish</w:t>
            </w:r>
            <w:proofErr w:type="spellEnd"/>
            <w:r w:rsidRPr="00C06A42">
              <w:rPr>
                <w:rFonts w:cstheme="minorHAnsi"/>
                <w:sz w:val="18"/>
              </w:rPr>
              <w:t xml:space="preserve"> standardů.</w:t>
            </w:r>
          </w:p>
        </w:tc>
        <w:tc>
          <w:tcPr>
            <w:tcW w:w="3288" w:type="dxa"/>
          </w:tcPr>
          <w:p w14:paraId="260700E0" w14:textId="77777777" w:rsidR="005B7333" w:rsidRPr="00927BA6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D730ED" w14:paraId="5DC5851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36A44A3" w14:textId="77777777" w:rsidR="005B7333" w:rsidRDefault="005B7333" w:rsidP="005B7333">
            <w:pPr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Napojení na systém centralizované vzdálené správy a</w:t>
            </w:r>
            <w:r>
              <w:rPr>
                <w:rFonts w:cstheme="minorHAnsi"/>
                <w:sz w:val="18"/>
              </w:rPr>
              <w:t> </w:t>
            </w:r>
            <w:r w:rsidRPr="009C394F">
              <w:rPr>
                <w:rFonts w:cstheme="minorHAnsi"/>
                <w:sz w:val="18"/>
              </w:rPr>
              <w:t>dohledu</w:t>
            </w:r>
            <w:r w:rsidRPr="008B75F1">
              <w:rPr>
                <w:rFonts w:cstheme="minorHAnsi"/>
                <w:i/>
                <w:iCs/>
                <w:sz w:val="18"/>
              </w:rPr>
              <w:t xml:space="preserve"> (Zadavatel provozuje centralizovanou vzdálenou správy na technologiích </w:t>
            </w:r>
            <w:r w:rsidRPr="008B75F1">
              <w:rPr>
                <w:rFonts w:cstheme="minorHAnsi"/>
                <w:b/>
                <w:bCs/>
                <w:i/>
                <w:iCs/>
                <w:sz w:val="18"/>
              </w:rPr>
              <w:t xml:space="preserve">Dell </w:t>
            </w:r>
            <w:proofErr w:type="spellStart"/>
            <w:r w:rsidRPr="008B75F1">
              <w:rPr>
                <w:rFonts w:cstheme="minorHAnsi"/>
                <w:b/>
                <w:bCs/>
                <w:i/>
                <w:iCs/>
                <w:sz w:val="18"/>
              </w:rPr>
              <w:t>OpenManage</w:t>
            </w:r>
            <w:proofErr w:type="spellEnd"/>
            <w:r w:rsidRPr="008B75F1">
              <w:rPr>
                <w:rFonts w:cstheme="minorHAnsi"/>
                <w:i/>
                <w:iCs/>
                <w:sz w:val="18"/>
              </w:rPr>
              <w:t xml:space="preserve"> a </w:t>
            </w:r>
            <w:r w:rsidRPr="008B75F1">
              <w:rPr>
                <w:rFonts w:cstheme="minorHAnsi"/>
                <w:b/>
                <w:bCs/>
                <w:i/>
                <w:iCs/>
                <w:sz w:val="18"/>
              </w:rPr>
              <w:t xml:space="preserve">Lenovo </w:t>
            </w:r>
            <w:proofErr w:type="spellStart"/>
            <w:r w:rsidRPr="008B75F1">
              <w:rPr>
                <w:rFonts w:cstheme="minorHAnsi"/>
                <w:b/>
                <w:bCs/>
                <w:i/>
                <w:iCs/>
                <w:sz w:val="18"/>
              </w:rPr>
              <w:t>xClarity</w:t>
            </w:r>
            <w:proofErr w:type="spellEnd"/>
            <w:r w:rsidRPr="008B75F1">
              <w:rPr>
                <w:rFonts w:cstheme="minorHAnsi"/>
                <w:i/>
                <w:iCs/>
                <w:sz w:val="18"/>
              </w:rPr>
              <w:t>)</w:t>
            </w:r>
            <w:r>
              <w:rPr>
                <w:rFonts w:cstheme="minorHAnsi"/>
                <w:sz w:val="18"/>
              </w:rPr>
              <w:t>:</w:t>
            </w:r>
          </w:p>
          <w:p w14:paraId="7ED804A4" w14:textId="77777777" w:rsidR="005B7333" w:rsidRDefault="005B7333" w:rsidP="005B7333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Napojení na již provozované řešení centralizované vzdálené správy</w:t>
            </w:r>
            <w:r w:rsidRPr="00D75FF1">
              <w:rPr>
                <w:rFonts w:cstheme="minorHAnsi"/>
                <w:sz w:val="18"/>
              </w:rPr>
              <w:t xml:space="preserve"> bez nutnosti pořizovat, instalovat či provozovat jakýkoliv další software, </w:t>
            </w:r>
            <w:r>
              <w:rPr>
                <w:rFonts w:cstheme="minorHAnsi"/>
                <w:sz w:val="18"/>
              </w:rPr>
              <w:t>hardware</w:t>
            </w:r>
            <w:r w:rsidRPr="00D75FF1">
              <w:rPr>
                <w:rFonts w:cstheme="minorHAnsi"/>
                <w:sz w:val="18"/>
              </w:rPr>
              <w:t xml:space="preserve"> nebo </w:t>
            </w:r>
            <w:proofErr w:type="spellStart"/>
            <w:r w:rsidRPr="00D75FF1">
              <w:rPr>
                <w:rFonts w:cstheme="minorHAnsi"/>
                <w:sz w:val="18"/>
              </w:rPr>
              <w:t>appliance</w:t>
            </w:r>
            <w:proofErr w:type="spellEnd"/>
            <w:r>
              <w:rPr>
                <w:rFonts w:cstheme="minorHAnsi"/>
                <w:sz w:val="18"/>
              </w:rPr>
              <w:t xml:space="preserve"> třetích stran</w:t>
            </w:r>
            <w:r w:rsidRPr="00D75FF1">
              <w:rPr>
                <w:rFonts w:cstheme="minorHAnsi"/>
                <w:sz w:val="18"/>
              </w:rPr>
              <w:t>.</w:t>
            </w:r>
          </w:p>
          <w:p w14:paraId="40370934" w14:textId="77777777" w:rsidR="005B7333" w:rsidRPr="009C394F" w:rsidRDefault="005B7333" w:rsidP="005B7333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Přehled modelů a sériových čísel</w:t>
            </w:r>
          </w:p>
          <w:p w14:paraId="1A68F306" w14:textId="77777777" w:rsidR="005B7333" w:rsidRPr="009C394F" w:rsidRDefault="005B7333" w:rsidP="005B7333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Přehled platnosti servisních kontraktů</w:t>
            </w:r>
          </w:p>
          <w:p w14:paraId="473FEC92" w14:textId="77777777" w:rsidR="005B7333" w:rsidRPr="009C394F" w:rsidRDefault="005B7333" w:rsidP="005B7333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Inventarizace konfigurace</w:t>
            </w:r>
          </w:p>
          <w:p w14:paraId="7A636A23" w14:textId="77777777" w:rsidR="005B7333" w:rsidRPr="009C394F" w:rsidRDefault="005B7333" w:rsidP="005B7333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 xml:space="preserve">Přehled verzí firmware a </w:t>
            </w:r>
            <w:proofErr w:type="spellStart"/>
            <w:r w:rsidRPr="009C394F">
              <w:rPr>
                <w:rFonts w:cstheme="minorHAnsi"/>
                <w:sz w:val="18"/>
              </w:rPr>
              <w:t>BIOSu</w:t>
            </w:r>
            <w:proofErr w:type="spellEnd"/>
            <w:r w:rsidRPr="009C394F">
              <w:rPr>
                <w:rFonts w:cstheme="minorHAnsi"/>
                <w:sz w:val="18"/>
              </w:rPr>
              <w:t xml:space="preserve"> jednotlivých komponent</w:t>
            </w:r>
          </w:p>
          <w:p w14:paraId="52EBBD65" w14:textId="77777777" w:rsidR="005B7333" w:rsidRPr="009C394F" w:rsidRDefault="005B7333" w:rsidP="005B7333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 xml:space="preserve">Kontrola verzí </w:t>
            </w:r>
            <w:r>
              <w:rPr>
                <w:rFonts w:cstheme="minorHAnsi"/>
                <w:sz w:val="18"/>
              </w:rPr>
              <w:t xml:space="preserve">firmware </w:t>
            </w:r>
            <w:r w:rsidRPr="009C394F">
              <w:rPr>
                <w:rFonts w:cstheme="minorHAnsi"/>
                <w:sz w:val="18"/>
              </w:rPr>
              <w:t xml:space="preserve">a </w:t>
            </w:r>
            <w:proofErr w:type="spellStart"/>
            <w:r w:rsidRPr="009C394F">
              <w:rPr>
                <w:rFonts w:cstheme="minorHAnsi"/>
                <w:sz w:val="18"/>
              </w:rPr>
              <w:t>BIOSu</w:t>
            </w:r>
            <w:proofErr w:type="spellEnd"/>
            <w:r w:rsidRPr="009C394F">
              <w:rPr>
                <w:rFonts w:cstheme="minorHAnsi"/>
                <w:sz w:val="18"/>
              </w:rPr>
              <w:t xml:space="preserve"> oproti definovaným politikám</w:t>
            </w:r>
          </w:p>
          <w:p w14:paraId="38CDAF1F" w14:textId="77777777" w:rsidR="005B7333" w:rsidRPr="009C394F" w:rsidRDefault="005B7333" w:rsidP="005B7333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Monitoring zatížení CPU a RAM</w:t>
            </w:r>
          </w:p>
          <w:p w14:paraId="45C41386" w14:textId="77777777" w:rsidR="005B7333" w:rsidRPr="009C394F" w:rsidRDefault="005B7333" w:rsidP="005B7333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Monitoring spotřeby elektrické energie</w:t>
            </w:r>
          </w:p>
          <w:p w14:paraId="0E2DDEAA" w14:textId="77777777" w:rsidR="005B7333" w:rsidRPr="009C394F" w:rsidRDefault="005B7333" w:rsidP="005B7333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Centrální řízení spotřeby elektrické energie</w:t>
            </w:r>
          </w:p>
          <w:p w14:paraId="10C3D137" w14:textId="77777777" w:rsidR="005B7333" w:rsidRPr="009C394F" w:rsidRDefault="005B7333" w:rsidP="005B7333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 xml:space="preserve">Centrální provádění updatů </w:t>
            </w:r>
            <w:r>
              <w:rPr>
                <w:rFonts w:cstheme="minorHAnsi"/>
                <w:sz w:val="18"/>
              </w:rPr>
              <w:t xml:space="preserve">firmware </w:t>
            </w:r>
            <w:r w:rsidRPr="009C394F">
              <w:rPr>
                <w:rFonts w:cstheme="minorHAnsi"/>
                <w:sz w:val="18"/>
              </w:rPr>
              <w:t xml:space="preserve">a </w:t>
            </w:r>
            <w:proofErr w:type="spellStart"/>
            <w:r w:rsidRPr="009C394F">
              <w:rPr>
                <w:rFonts w:cstheme="minorHAnsi"/>
                <w:sz w:val="18"/>
              </w:rPr>
              <w:t>BIOSu</w:t>
            </w:r>
            <w:proofErr w:type="spellEnd"/>
          </w:p>
          <w:p w14:paraId="433DD9F6" w14:textId="77777777" w:rsidR="005B7333" w:rsidRPr="009C394F" w:rsidRDefault="005B7333" w:rsidP="005B7333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Dálkové zapnutí/vypnutí jednotlivého serveru</w:t>
            </w:r>
          </w:p>
          <w:p w14:paraId="36DF87F0" w14:textId="77777777" w:rsidR="005B7333" w:rsidRPr="009C394F" w:rsidRDefault="005B7333" w:rsidP="005B7333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Dálkový přístup do konzole jednotlivého serveru (</w:t>
            </w:r>
            <w:proofErr w:type="spellStart"/>
            <w:r w:rsidRPr="009C394F">
              <w:rPr>
                <w:rFonts w:cstheme="minorHAnsi"/>
                <w:sz w:val="18"/>
              </w:rPr>
              <w:t>remote</w:t>
            </w:r>
            <w:proofErr w:type="spellEnd"/>
            <w:r w:rsidRPr="009C394F">
              <w:rPr>
                <w:rFonts w:cstheme="minorHAnsi"/>
                <w:sz w:val="18"/>
              </w:rPr>
              <w:t xml:space="preserve"> KVM)</w:t>
            </w:r>
          </w:p>
          <w:p w14:paraId="386EC64C" w14:textId="77777777" w:rsidR="005B7333" w:rsidRPr="00FA52B8" w:rsidRDefault="005B7333" w:rsidP="005B7333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Re-instalace OS pomocí dálkově připojené optické mechaniky</w:t>
            </w:r>
            <w:r>
              <w:rPr>
                <w:rFonts w:cstheme="minorHAnsi"/>
                <w:sz w:val="18"/>
              </w:rPr>
              <w:t xml:space="preserve"> či disku</w:t>
            </w:r>
            <w:r w:rsidRPr="009C394F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>s</w:t>
            </w:r>
            <w:r w:rsidRPr="009C394F">
              <w:rPr>
                <w:rFonts w:cstheme="minorHAnsi"/>
                <w:sz w:val="18"/>
              </w:rPr>
              <w:t xml:space="preserve"> ISO soubor</w:t>
            </w:r>
            <w:r>
              <w:rPr>
                <w:rFonts w:cstheme="minorHAnsi"/>
                <w:sz w:val="18"/>
              </w:rPr>
              <w:t>em</w:t>
            </w:r>
            <w:r w:rsidRPr="009C394F">
              <w:rPr>
                <w:rFonts w:cstheme="minorHAnsi"/>
                <w:sz w:val="18"/>
              </w:rPr>
              <w:t>.</w:t>
            </w:r>
          </w:p>
        </w:tc>
        <w:tc>
          <w:tcPr>
            <w:tcW w:w="3288" w:type="dxa"/>
          </w:tcPr>
          <w:p w14:paraId="0CBA2FB9" w14:textId="77777777" w:rsidR="005B7333" w:rsidRPr="00927BA6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CC018F" w14:paraId="557D00B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D8F24EE" w14:textId="77777777" w:rsidR="005B7333" w:rsidRPr="009777EF" w:rsidRDefault="005B7333" w:rsidP="005B7333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9777EF">
              <w:rPr>
                <w:rFonts w:cstheme="minorHAnsi"/>
                <w:sz w:val="18"/>
              </w:rPr>
              <w:t xml:space="preserve">Záruka a servis musí být pokryty oficiální servisní podporou výrobce tak, aby v případě závady, kterou </w:t>
            </w:r>
            <w:r w:rsidRPr="009777EF">
              <w:rPr>
                <w:rFonts w:cstheme="minorHAnsi"/>
                <w:sz w:val="18"/>
              </w:rPr>
              <w:lastRenderedPageBreak/>
              <w:t>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7788C867" w14:textId="77777777" w:rsidR="005B7333" w:rsidRPr="00927BA6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5B7333" w:rsidRPr="00CC018F" w14:paraId="252E758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7906815" w14:textId="77777777" w:rsidR="005B7333" w:rsidRPr="002D127E" w:rsidRDefault="005B7333" w:rsidP="005B7333">
            <w:pPr>
              <w:rPr>
                <w:sz w:val="18"/>
                <w:lang w:eastAsia="cs-CZ"/>
              </w:rPr>
            </w:pPr>
            <w:r w:rsidRPr="002D127E">
              <w:rPr>
                <w:sz w:val="18"/>
                <w:lang w:eastAsia="cs-CZ"/>
              </w:rPr>
              <w:t>Síťové optické moduly pro každý optický port (</w:t>
            </w:r>
            <w:r w:rsidRPr="002D127E">
              <w:rPr>
                <w:b/>
                <w:bCs/>
                <w:sz w:val="18"/>
                <w:lang w:eastAsia="cs-CZ"/>
              </w:rPr>
              <w:t>SFP</w:t>
            </w:r>
            <w:r>
              <w:rPr>
                <w:b/>
                <w:bCs/>
                <w:sz w:val="18"/>
                <w:lang w:eastAsia="cs-CZ"/>
              </w:rPr>
              <w:t xml:space="preserve"> LAN</w:t>
            </w:r>
            <w:r w:rsidRPr="002D127E">
              <w:rPr>
                <w:sz w:val="18"/>
                <w:lang w:eastAsia="cs-CZ"/>
              </w:rPr>
              <w:t>), plně kompatibilní s dodávaným serverem v provedení „</w:t>
            </w:r>
            <w:r w:rsidRPr="00E31E6A">
              <w:rPr>
                <w:b/>
                <w:bCs/>
                <w:sz w:val="18"/>
                <w:lang w:eastAsia="cs-CZ"/>
              </w:rPr>
              <w:t>10/25Gbps</w:t>
            </w:r>
            <w:r>
              <w:rPr>
                <w:sz w:val="18"/>
                <w:lang w:eastAsia="cs-CZ"/>
              </w:rPr>
              <w:t xml:space="preserve"> nebo </w:t>
            </w:r>
            <w:r w:rsidRPr="00E31E6A">
              <w:rPr>
                <w:b/>
                <w:bCs/>
                <w:sz w:val="18"/>
                <w:lang w:eastAsia="cs-CZ"/>
              </w:rPr>
              <w:t>25Gbps</w:t>
            </w:r>
            <w:r>
              <w:rPr>
                <w:sz w:val="18"/>
                <w:lang w:eastAsia="cs-CZ"/>
              </w:rPr>
              <w:t xml:space="preserve">, </w:t>
            </w:r>
            <w:proofErr w:type="spellStart"/>
            <w:r w:rsidRPr="002D127E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2D127E">
              <w:rPr>
                <w:b/>
                <w:bCs/>
                <w:sz w:val="18"/>
                <w:lang w:eastAsia="cs-CZ"/>
              </w:rPr>
              <w:t xml:space="preserve">, LC, </w:t>
            </w:r>
            <w:proofErr w:type="spellStart"/>
            <w:r w:rsidRPr="002D127E">
              <w:rPr>
                <w:b/>
                <w:bCs/>
                <w:sz w:val="18"/>
                <w:lang w:eastAsia="cs-CZ"/>
              </w:rPr>
              <w:t>Short</w:t>
            </w:r>
            <w:proofErr w:type="spellEnd"/>
            <w:r w:rsidRPr="002D127E">
              <w:rPr>
                <w:b/>
                <w:bCs/>
                <w:sz w:val="18"/>
                <w:lang w:eastAsia="cs-CZ"/>
              </w:rPr>
              <w:t xml:space="preserve"> </w:t>
            </w:r>
            <w:proofErr w:type="spellStart"/>
            <w:r w:rsidRPr="002D127E">
              <w:rPr>
                <w:b/>
                <w:bCs/>
                <w:sz w:val="18"/>
                <w:lang w:eastAsia="cs-CZ"/>
              </w:rPr>
              <w:t>Range</w:t>
            </w:r>
            <w:proofErr w:type="spellEnd"/>
            <w:r w:rsidRPr="002D127E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39F5C90B" w14:textId="77777777" w:rsidR="005B7333" w:rsidRPr="00927BA6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1275A1" w:rsidRPr="00CC018F" w14:paraId="2874E8EF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F4C9014" w14:textId="77777777" w:rsidR="001275A1" w:rsidRPr="002D127E" w:rsidRDefault="001275A1" w:rsidP="001934E9">
            <w:pPr>
              <w:rPr>
                <w:lang w:eastAsia="cs-CZ"/>
              </w:rPr>
            </w:pPr>
            <w:r w:rsidRPr="002D127E">
              <w:rPr>
                <w:sz w:val="18"/>
                <w:lang w:eastAsia="cs-CZ"/>
              </w:rPr>
              <w:t xml:space="preserve">Síťové optické moduly pro každý </w:t>
            </w:r>
            <w:proofErr w:type="spellStart"/>
            <w:r>
              <w:rPr>
                <w:sz w:val="18"/>
                <w:lang w:eastAsia="cs-CZ"/>
              </w:rPr>
              <w:t>FibreChannel</w:t>
            </w:r>
            <w:proofErr w:type="spellEnd"/>
            <w:r w:rsidRPr="002D127E">
              <w:rPr>
                <w:sz w:val="18"/>
                <w:lang w:eastAsia="cs-CZ"/>
              </w:rPr>
              <w:t xml:space="preserve"> port (</w:t>
            </w:r>
            <w:r w:rsidRPr="002D127E">
              <w:rPr>
                <w:b/>
                <w:bCs/>
                <w:sz w:val="18"/>
                <w:lang w:eastAsia="cs-CZ"/>
              </w:rPr>
              <w:t>SFP</w:t>
            </w:r>
            <w:r>
              <w:rPr>
                <w:b/>
                <w:bCs/>
                <w:sz w:val="18"/>
                <w:lang w:eastAsia="cs-CZ"/>
              </w:rPr>
              <w:t xml:space="preserve"> FC</w:t>
            </w:r>
            <w:r w:rsidRPr="002D127E">
              <w:rPr>
                <w:sz w:val="18"/>
                <w:lang w:eastAsia="cs-CZ"/>
              </w:rPr>
              <w:t>), plně kompatibilní s dodávaným serverem</w:t>
            </w:r>
            <w:r>
              <w:rPr>
                <w:sz w:val="18"/>
                <w:lang w:eastAsia="cs-CZ"/>
              </w:rPr>
              <w:t xml:space="preserve"> v provedení „</w:t>
            </w:r>
            <w:r w:rsidRPr="00E31E6A">
              <w:rPr>
                <w:b/>
                <w:bCs/>
                <w:sz w:val="18"/>
                <w:lang w:eastAsia="cs-CZ"/>
              </w:rPr>
              <w:t>32Gbps</w:t>
            </w:r>
            <w:r>
              <w:rPr>
                <w:b/>
                <w:bCs/>
                <w:sz w:val="18"/>
                <w:lang w:eastAsia="cs-CZ"/>
              </w:rPr>
              <w:t xml:space="preserve">, SW, </w:t>
            </w:r>
            <w:proofErr w:type="spellStart"/>
            <w:r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>
              <w:rPr>
                <w:b/>
                <w:bCs/>
                <w:sz w:val="18"/>
                <w:lang w:eastAsia="cs-CZ"/>
              </w:rPr>
              <w:t>, LC</w:t>
            </w:r>
            <w:r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67404A72" w14:textId="77777777" w:rsidR="001275A1" w:rsidRPr="00927BA6" w:rsidRDefault="001275A1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64633E81" w14:textId="1062D344" w:rsidR="004B2D76" w:rsidRDefault="00FB677B" w:rsidP="004B2D76">
      <w:pPr>
        <w:spacing w:after="160" w:line="259" w:lineRule="auto"/>
      </w:pPr>
      <w:r>
        <w:br/>
      </w:r>
      <w:r w:rsidR="004B2D76">
        <w:t xml:space="preserve">Pro </w:t>
      </w:r>
      <w:r w:rsidR="004B2D76">
        <w:rPr>
          <w:b/>
          <w:bCs/>
        </w:rPr>
        <w:t>P</w:t>
      </w:r>
      <w:r w:rsidR="004B2D76" w:rsidRPr="002D127E">
        <w:rPr>
          <w:b/>
          <w:bCs/>
        </w:rPr>
        <w:t>oložk</w:t>
      </w:r>
      <w:r w:rsidR="00F915DF">
        <w:rPr>
          <w:b/>
          <w:bCs/>
        </w:rPr>
        <w:t>u</w:t>
      </w:r>
      <w:r w:rsidR="004B2D76" w:rsidRPr="002D127E">
        <w:rPr>
          <w:b/>
          <w:bCs/>
        </w:rPr>
        <w:t xml:space="preserve"> </w:t>
      </w:r>
      <w:r w:rsidR="00F915DF">
        <w:rPr>
          <w:b/>
          <w:bCs/>
        </w:rPr>
        <w:t>3</w:t>
      </w:r>
      <w:r w:rsidR="004B2D76">
        <w:t xml:space="preserve"> je místem plnění </w:t>
      </w:r>
      <w:r w:rsidR="004B2D76" w:rsidRPr="002D127E">
        <w:rPr>
          <w:b/>
          <w:bCs/>
        </w:rPr>
        <w:t>CDP Praha, V</w:t>
      </w:r>
      <w:r w:rsidR="004B2D76">
        <w:rPr>
          <w:b/>
          <w:bCs/>
        </w:rPr>
        <w:t> </w:t>
      </w:r>
      <w:r w:rsidR="004B2D76" w:rsidRPr="002D127E">
        <w:rPr>
          <w:b/>
          <w:bCs/>
        </w:rPr>
        <w:t>Trianglu</w:t>
      </w:r>
      <w:r w:rsidR="004B2D76">
        <w:rPr>
          <w:b/>
          <w:bCs/>
        </w:rPr>
        <w:t> 2474</w:t>
      </w:r>
      <w:r w:rsidR="004B2D76" w:rsidRPr="002D127E">
        <w:rPr>
          <w:b/>
          <w:bCs/>
        </w:rPr>
        <w:t>, Praha 9</w:t>
      </w:r>
      <w:r w:rsidR="004B2D76">
        <w:t>.</w:t>
      </w:r>
    </w:p>
    <w:p w14:paraId="492AED1E" w14:textId="77777777" w:rsidR="00FB5C22" w:rsidRDefault="00FB5C22" w:rsidP="004B2D76">
      <w:pPr>
        <w:spacing w:after="160" w:line="259" w:lineRule="auto"/>
      </w:pPr>
    </w:p>
    <w:p w14:paraId="0BA188B7" w14:textId="55263A92" w:rsidR="00FB5C22" w:rsidRDefault="00400422" w:rsidP="00FB5C22">
      <w:pPr>
        <w:ind w:firstLine="426"/>
      </w:pPr>
      <w:r>
        <w:t>d</w:t>
      </w:r>
      <w:r w:rsidR="00FB5C22">
        <w:t>)</w:t>
      </w:r>
      <w:r w:rsidR="00FB5C22">
        <w:tab/>
      </w:r>
      <w:r w:rsidR="00FB5C22" w:rsidRPr="002D127E">
        <w:rPr>
          <w:b/>
          <w:bCs/>
        </w:rPr>
        <w:t xml:space="preserve">Položka </w:t>
      </w:r>
      <w:r>
        <w:rPr>
          <w:b/>
          <w:bCs/>
        </w:rPr>
        <w:t>4</w:t>
      </w:r>
      <w:r w:rsidR="00FB5C22" w:rsidRPr="00D84990">
        <w:t xml:space="preserve"> – </w:t>
      </w:r>
      <w:r w:rsidR="00FB5C22">
        <w:t xml:space="preserve">Úložiště SAN </w:t>
      </w:r>
      <w:r w:rsidR="00FB5C22" w:rsidRPr="00C53602">
        <w:t xml:space="preserve">pro </w:t>
      </w:r>
      <w:r w:rsidR="00181D28">
        <w:t xml:space="preserve">zálohování </w:t>
      </w:r>
      <w:r w:rsidR="00FB5C22" w:rsidRPr="00C53602">
        <w:t>virtualizační farm</w:t>
      </w:r>
      <w:r w:rsidR="00181D28">
        <w:t>y</w:t>
      </w:r>
      <w:r w:rsidR="00FB5C22" w:rsidRPr="00C53602">
        <w:t xml:space="preserve"> „KB TDS / CDP Praha“ v konfiguraci</w:t>
      </w:r>
      <w:r w:rsidR="00FB5C22">
        <w:t>:</w:t>
      </w:r>
    </w:p>
    <w:p w14:paraId="4F067BE4" w14:textId="77777777" w:rsidR="00FB5C22" w:rsidRDefault="00FB5C22" w:rsidP="00FB5C22">
      <w:pPr>
        <w:rPr>
          <w:rFonts w:cstheme="minorHAnsi"/>
          <w:b/>
          <w:bCs/>
        </w:rPr>
      </w:pPr>
      <w:r w:rsidRPr="005A5020">
        <w:rPr>
          <w:highlight w:val="green"/>
          <w:lang w:val="en-US"/>
        </w:rPr>
        <w:t>[</w:t>
      </w:r>
      <w:r>
        <w:rPr>
          <w:highlight w:val="green"/>
          <w:lang w:val="en-US"/>
        </w:rPr>
        <w:t>IDENTIFIKACE MODELU</w:t>
      </w:r>
      <w:r w:rsidRPr="005A5020">
        <w:rPr>
          <w:rFonts w:cstheme="minorHAnsi"/>
          <w:b/>
          <w:bCs/>
          <w:highlight w:val="green"/>
        </w:rPr>
        <w:t xml:space="preserve"> </w:t>
      </w:r>
      <w:r>
        <w:rPr>
          <w:rFonts w:cstheme="minorHAnsi"/>
          <w:b/>
          <w:bCs/>
          <w:highlight w:val="green"/>
        </w:rPr>
        <w:t xml:space="preserve">- </w:t>
      </w:r>
      <w:r w:rsidRPr="00927BA6">
        <w:rPr>
          <w:rFonts w:cstheme="minorHAnsi"/>
          <w:highlight w:val="green"/>
        </w:rPr>
        <w:t>DOPLNÍ PRODÁVAJÍCÍ]</w:t>
      </w:r>
      <w:r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FB5C22" w:rsidRPr="0050706D" w14:paraId="7375DABD" w14:textId="77777777" w:rsidTr="001934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46CBC87F" w14:textId="77777777" w:rsidR="00FB5C22" w:rsidRPr="00927BA6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12D794D8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FB5C22" w:rsidRPr="0050706D" w14:paraId="282F460C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B556E50" w14:textId="77777777" w:rsidR="00FB5C22" w:rsidRPr="002D127E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Provedení </w:t>
            </w:r>
            <w:r>
              <w:rPr>
                <w:rFonts w:cstheme="minorHAnsi"/>
                <w:sz w:val="18"/>
              </w:rPr>
              <w:t xml:space="preserve">úložiště </w:t>
            </w:r>
            <w:r w:rsidRPr="002D127E">
              <w:rPr>
                <w:rFonts w:cstheme="minorHAnsi"/>
                <w:sz w:val="18"/>
              </w:rPr>
              <w:t>pro instalaci do rackové skříně o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 xml:space="preserve">hloubce </w:t>
            </w:r>
            <w:r>
              <w:rPr>
                <w:rFonts w:cstheme="minorHAnsi"/>
                <w:b/>
                <w:bCs/>
                <w:sz w:val="18"/>
              </w:rPr>
              <w:t>10</w:t>
            </w:r>
            <w:r w:rsidRPr="00C03DA8">
              <w:rPr>
                <w:rFonts w:cstheme="minorHAnsi"/>
                <w:b/>
                <w:bCs/>
                <w:sz w:val="18"/>
              </w:rPr>
              <w:t>0 cm</w:t>
            </w:r>
          </w:p>
        </w:tc>
        <w:tc>
          <w:tcPr>
            <w:tcW w:w="3288" w:type="dxa"/>
          </w:tcPr>
          <w:p w14:paraId="6775AB08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50706D" w14:paraId="01554581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89F02AA" w14:textId="783B56B4" w:rsidR="00FB5C22" w:rsidRPr="002D127E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Velikost skříně serveru o maximální výšce </w:t>
            </w:r>
            <w:r w:rsidR="00DE0448">
              <w:rPr>
                <w:rFonts w:cstheme="minorHAnsi"/>
                <w:b/>
                <w:bCs/>
                <w:sz w:val="18"/>
              </w:rPr>
              <w:t>10</w:t>
            </w:r>
            <w:r w:rsidRPr="00C03DA8">
              <w:rPr>
                <w:rFonts w:cstheme="minorHAnsi"/>
                <w:b/>
                <w:bCs/>
                <w:sz w:val="18"/>
              </w:rPr>
              <w:t xml:space="preserve"> RU</w:t>
            </w:r>
            <w:r w:rsidRPr="002D127E">
              <w:rPr>
                <w:rFonts w:cstheme="minorHAnsi"/>
                <w:sz w:val="18"/>
              </w:rPr>
              <w:t xml:space="preserve"> (</w:t>
            </w:r>
            <w:r w:rsidR="005D0929">
              <w:rPr>
                <w:rFonts w:cstheme="minorHAnsi"/>
                <w:sz w:val="18"/>
              </w:rPr>
              <w:t>445</w:t>
            </w:r>
            <w:r w:rsidRPr="002D127E">
              <w:rPr>
                <w:rFonts w:cstheme="minorHAnsi"/>
                <w:sz w:val="18"/>
              </w:rPr>
              <w:t> mm)</w:t>
            </w:r>
          </w:p>
        </w:tc>
        <w:tc>
          <w:tcPr>
            <w:tcW w:w="3288" w:type="dxa"/>
          </w:tcPr>
          <w:p w14:paraId="47361876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50706D" w14:paraId="1BA7FF94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F582926" w14:textId="77777777" w:rsidR="00FB5C22" w:rsidRPr="00803A7B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803A7B">
              <w:rPr>
                <w:rFonts w:cstheme="minorHAnsi"/>
                <w:b/>
                <w:bCs/>
                <w:sz w:val="18"/>
              </w:rPr>
              <w:t>Dual</w:t>
            </w:r>
            <w:proofErr w:type="spellEnd"/>
            <w:r w:rsidRPr="00803A7B">
              <w:rPr>
                <w:rFonts w:cstheme="minorHAnsi"/>
                <w:b/>
                <w:bCs/>
                <w:sz w:val="18"/>
              </w:rPr>
              <w:t xml:space="preserve"> </w:t>
            </w:r>
            <w:proofErr w:type="spellStart"/>
            <w:r w:rsidRPr="00803A7B">
              <w:rPr>
                <w:rFonts w:cstheme="minorHAnsi"/>
                <w:b/>
                <w:bCs/>
                <w:sz w:val="18"/>
              </w:rPr>
              <w:t>controller</w:t>
            </w:r>
            <w:proofErr w:type="spellEnd"/>
            <w:r w:rsidRPr="009F7C95">
              <w:rPr>
                <w:rFonts w:cstheme="minorHAnsi"/>
                <w:sz w:val="18"/>
              </w:rPr>
              <w:t xml:space="preserve"> SAN FC v režimu </w:t>
            </w:r>
            <w:proofErr w:type="spellStart"/>
            <w:r w:rsidRPr="009F7C95">
              <w:rPr>
                <w:rFonts w:cstheme="minorHAnsi"/>
                <w:sz w:val="18"/>
              </w:rPr>
              <w:t>Active-Active</w:t>
            </w:r>
            <w:proofErr w:type="spellEnd"/>
          </w:p>
        </w:tc>
        <w:tc>
          <w:tcPr>
            <w:tcW w:w="3288" w:type="dxa"/>
          </w:tcPr>
          <w:p w14:paraId="342F74FE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50706D" w14:paraId="4CB33DC7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704994D" w14:textId="77777777" w:rsidR="00FB5C22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Kapacita SAN úložiště</w:t>
            </w:r>
          </w:p>
          <w:p w14:paraId="477C609C" w14:textId="77777777" w:rsidR="008538EA" w:rsidRPr="00A132AC" w:rsidRDefault="008538EA" w:rsidP="008538EA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b/>
                <w:bCs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Uživatelsky použitelná čistá nekomprimovaná </w:t>
            </w:r>
            <w:r>
              <w:rPr>
                <w:rFonts w:cstheme="minorHAnsi"/>
                <w:sz w:val="18"/>
                <w:szCs w:val="22"/>
              </w:rPr>
              <w:t xml:space="preserve">(bez </w:t>
            </w:r>
            <w:proofErr w:type="spellStart"/>
            <w:r>
              <w:rPr>
                <w:rFonts w:cstheme="minorHAnsi"/>
                <w:sz w:val="18"/>
                <w:szCs w:val="22"/>
              </w:rPr>
              <w:t>deduplikace</w:t>
            </w:r>
            <w:proofErr w:type="spellEnd"/>
            <w:r>
              <w:rPr>
                <w:rFonts w:cstheme="minorHAnsi"/>
                <w:sz w:val="18"/>
                <w:szCs w:val="22"/>
              </w:rPr>
              <w:t xml:space="preserve">) </w:t>
            </w:r>
            <w:r w:rsidRPr="00A132AC">
              <w:rPr>
                <w:rFonts w:cstheme="minorHAnsi"/>
                <w:sz w:val="18"/>
                <w:szCs w:val="22"/>
              </w:rPr>
              <w:t xml:space="preserve">kapacita minimálně </w:t>
            </w:r>
            <w:r w:rsidRPr="00A132AC">
              <w:rPr>
                <w:rFonts w:cstheme="minorHAnsi"/>
                <w:b/>
                <w:bCs/>
                <w:sz w:val="18"/>
                <w:szCs w:val="22"/>
              </w:rPr>
              <w:t>8</w:t>
            </w:r>
            <w:r>
              <w:rPr>
                <w:rFonts w:cstheme="minorHAnsi"/>
                <w:b/>
                <w:bCs/>
                <w:sz w:val="18"/>
                <w:szCs w:val="22"/>
              </w:rPr>
              <w:t>0</w:t>
            </w:r>
            <w:r w:rsidRPr="00A132AC">
              <w:rPr>
                <w:rFonts w:cstheme="minorHAnsi"/>
                <w:b/>
                <w:bCs/>
                <w:sz w:val="18"/>
                <w:szCs w:val="22"/>
              </w:rPr>
              <w:t xml:space="preserve"> </w:t>
            </w:r>
            <w:proofErr w:type="spellStart"/>
            <w:r w:rsidRPr="00A132AC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09931CB0" w14:textId="77777777" w:rsidR="008538EA" w:rsidRPr="00A132AC" w:rsidRDefault="008538EA" w:rsidP="008538EA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>Umožňuje rozšíření minimálně na 1</w:t>
            </w:r>
            <w:r>
              <w:rPr>
                <w:rFonts w:cstheme="minorHAnsi"/>
                <w:sz w:val="18"/>
                <w:szCs w:val="22"/>
              </w:rPr>
              <w:t>20</w:t>
            </w:r>
            <w:r w:rsidRPr="00A132AC">
              <w:rPr>
                <w:rFonts w:cstheme="minorHAnsi"/>
                <w:sz w:val="18"/>
                <w:szCs w:val="22"/>
              </w:rPr>
              <w:t xml:space="preserve"> </w:t>
            </w:r>
            <w:proofErr w:type="spellStart"/>
            <w:r w:rsidRPr="00A132AC">
              <w:rPr>
                <w:rFonts w:cstheme="minorHAnsi"/>
                <w:sz w:val="18"/>
                <w:szCs w:val="22"/>
              </w:rPr>
              <w:t>TiB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 xml:space="preserve"> jen přidáním disků.</w:t>
            </w:r>
          </w:p>
          <w:p w14:paraId="6BC04182" w14:textId="1495A280" w:rsidR="008538EA" w:rsidRPr="00A132AC" w:rsidRDefault="008538EA" w:rsidP="008538EA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>Zajišťuje redundanci uložených dat minimálně na</w:t>
            </w:r>
            <w:r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 xml:space="preserve">úrovni odpovídající </w:t>
            </w:r>
            <w:r w:rsidRPr="009036B9">
              <w:rPr>
                <w:rFonts w:cstheme="minorHAnsi"/>
                <w:b/>
                <w:bCs/>
                <w:sz w:val="18"/>
                <w:szCs w:val="22"/>
              </w:rPr>
              <w:t>RAID</w:t>
            </w:r>
            <w:r w:rsidR="00DE0448">
              <w:rPr>
                <w:rFonts w:cstheme="minorHAnsi"/>
                <w:b/>
                <w:bCs/>
                <w:sz w:val="18"/>
                <w:szCs w:val="22"/>
              </w:rPr>
              <w:t>6</w:t>
            </w:r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79859E00" w14:textId="4CD6EFDB" w:rsidR="008538EA" w:rsidRPr="00A132AC" w:rsidRDefault="008538EA" w:rsidP="008538EA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Použití </w:t>
            </w:r>
            <w:r w:rsidR="00E36314">
              <w:rPr>
                <w:rFonts w:cstheme="minorHAnsi"/>
                <w:sz w:val="18"/>
                <w:szCs w:val="22"/>
              </w:rPr>
              <w:t xml:space="preserve">NL-SAS </w:t>
            </w:r>
            <w:r>
              <w:rPr>
                <w:rFonts w:cstheme="minorHAnsi"/>
                <w:sz w:val="18"/>
                <w:szCs w:val="22"/>
              </w:rPr>
              <w:t xml:space="preserve">disků </w:t>
            </w:r>
            <w:r w:rsidRPr="00A132AC">
              <w:rPr>
                <w:rFonts w:cstheme="minorHAnsi"/>
                <w:sz w:val="18"/>
                <w:szCs w:val="22"/>
              </w:rPr>
              <w:t xml:space="preserve">o velikosti maximálně </w:t>
            </w:r>
            <w:r w:rsidR="008205AD">
              <w:rPr>
                <w:rFonts w:cstheme="minorHAnsi"/>
                <w:sz w:val="18"/>
                <w:szCs w:val="22"/>
              </w:rPr>
              <w:t>8</w:t>
            </w:r>
            <w:r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>TB</w:t>
            </w:r>
            <w:r>
              <w:rPr>
                <w:rFonts w:cstheme="minorHAnsi"/>
                <w:sz w:val="18"/>
                <w:szCs w:val="22"/>
              </w:rPr>
              <w:t>, které nepoužívají technologii SMR</w:t>
            </w:r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</w:tc>
        <w:tc>
          <w:tcPr>
            <w:tcW w:w="3288" w:type="dxa"/>
          </w:tcPr>
          <w:p w14:paraId="160B5B1E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50706D" w14:paraId="249178BF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355D7C2" w14:textId="0E0615D2" w:rsidR="00FB5C22" w:rsidRPr="00803A7B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sz w:val="18"/>
              </w:rPr>
              <w:t xml:space="preserve">Minimálně </w:t>
            </w:r>
            <w:r w:rsidR="00AB033F">
              <w:rPr>
                <w:rFonts w:cstheme="minorHAnsi"/>
                <w:b/>
                <w:bCs/>
                <w:sz w:val="18"/>
              </w:rPr>
              <w:t>8</w:t>
            </w:r>
            <w:r>
              <w:rPr>
                <w:rFonts w:cstheme="minorHAnsi"/>
                <w:b/>
                <w:bCs/>
                <w:sz w:val="18"/>
              </w:rPr>
              <w:t>x</w:t>
            </w:r>
            <w:r w:rsidRPr="00803A7B">
              <w:rPr>
                <w:rFonts w:cstheme="minorHAnsi"/>
                <w:b/>
                <w:bCs/>
                <w:sz w:val="18"/>
              </w:rPr>
              <w:t xml:space="preserve"> </w:t>
            </w:r>
            <w:r>
              <w:rPr>
                <w:rFonts w:cstheme="minorHAnsi"/>
                <w:b/>
                <w:bCs/>
                <w:sz w:val="18"/>
              </w:rPr>
              <w:t>32</w:t>
            </w:r>
            <w:r w:rsidRPr="00803A7B">
              <w:rPr>
                <w:rFonts w:cstheme="minorHAnsi"/>
                <w:b/>
                <w:bCs/>
                <w:sz w:val="18"/>
              </w:rPr>
              <w:t xml:space="preserve"> </w:t>
            </w:r>
            <w:proofErr w:type="spellStart"/>
            <w:r w:rsidRPr="00803A7B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803A7B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 xml:space="preserve">FC </w:t>
            </w:r>
            <w:r w:rsidRPr="00803A7B">
              <w:rPr>
                <w:rFonts w:cstheme="minorHAnsi"/>
                <w:sz w:val="18"/>
              </w:rPr>
              <w:t xml:space="preserve">SFP port pro </w:t>
            </w:r>
            <w:r>
              <w:rPr>
                <w:rFonts w:cstheme="minorHAnsi"/>
                <w:sz w:val="18"/>
              </w:rPr>
              <w:t>SAN</w:t>
            </w:r>
          </w:p>
        </w:tc>
        <w:tc>
          <w:tcPr>
            <w:tcW w:w="3288" w:type="dxa"/>
          </w:tcPr>
          <w:p w14:paraId="5F42E67F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50706D" w14:paraId="316E635C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BD1EC5C" w14:textId="77777777" w:rsidR="00FB5C22" w:rsidRPr="00803A7B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Minimálně jeden d</w:t>
            </w:r>
            <w:r w:rsidRPr="00803A7B">
              <w:rPr>
                <w:rFonts w:cstheme="minorHAnsi"/>
                <w:sz w:val="18"/>
              </w:rPr>
              <w:t xml:space="preserve">edikovaný </w:t>
            </w:r>
            <w:r w:rsidRPr="00803A7B">
              <w:rPr>
                <w:rFonts w:cstheme="minorHAnsi"/>
                <w:b/>
                <w:bCs/>
                <w:sz w:val="18"/>
              </w:rPr>
              <w:t xml:space="preserve">1 </w:t>
            </w:r>
            <w:proofErr w:type="spellStart"/>
            <w:r w:rsidRPr="00803A7B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803A7B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3F656F5F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50706D" w14:paraId="14F88A37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2E67DB6" w14:textId="77777777" w:rsidR="00FB5C22" w:rsidRPr="00803A7B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b/>
                <w:bCs/>
                <w:sz w:val="18"/>
              </w:rPr>
              <w:t>2x</w:t>
            </w:r>
            <w:r w:rsidRPr="00803A7B">
              <w:rPr>
                <w:rFonts w:cstheme="minorHAnsi"/>
                <w:sz w:val="18"/>
              </w:rPr>
              <w:t xml:space="preserve"> hot-swap napájecí zdroj, každý minimálně o výkonu </w:t>
            </w:r>
            <w:r>
              <w:rPr>
                <w:rFonts w:cstheme="minorHAnsi"/>
                <w:sz w:val="18"/>
              </w:rPr>
              <w:t>10</w:t>
            </w:r>
            <w:r w:rsidRPr="00803A7B">
              <w:rPr>
                <w:rFonts w:cstheme="minorHAnsi"/>
                <w:sz w:val="18"/>
              </w:rPr>
              <w:t xml:space="preserve">00 W s minimální certifikací „80+ </w:t>
            </w:r>
            <w:proofErr w:type="spellStart"/>
            <w:r>
              <w:rPr>
                <w:rFonts w:cstheme="minorHAnsi"/>
                <w:sz w:val="18"/>
              </w:rPr>
              <w:t>Platinum</w:t>
            </w:r>
            <w:proofErr w:type="spellEnd"/>
            <w:r w:rsidRPr="00803A7B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0F719F4A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50706D" w14:paraId="35C6B5E2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DDB1987" w14:textId="77777777" w:rsidR="00FB5C22" w:rsidRPr="00803A7B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>
              <w:rPr>
                <w:sz w:val="18"/>
                <w:lang w:eastAsia="cs-CZ"/>
              </w:rPr>
              <w:t>Výsuvné l</w:t>
            </w:r>
            <w:r w:rsidRPr="00803A7B">
              <w:rPr>
                <w:sz w:val="18"/>
                <w:lang w:eastAsia="cs-CZ"/>
              </w:rPr>
              <w:t>ižiny do rackové skříně</w:t>
            </w:r>
          </w:p>
        </w:tc>
        <w:tc>
          <w:tcPr>
            <w:tcW w:w="3288" w:type="dxa"/>
          </w:tcPr>
          <w:p w14:paraId="796F16B2" w14:textId="77777777" w:rsidR="00FB5C22" w:rsidRPr="00BC57E5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4A049E" w14:paraId="16E4E387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33C6576" w14:textId="77777777" w:rsidR="00FB5C22" w:rsidRPr="00803A7B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b/>
                <w:bCs/>
                <w:sz w:val="18"/>
              </w:rPr>
              <w:t>2x</w:t>
            </w:r>
            <w:r w:rsidRPr="00803A7B">
              <w:rPr>
                <w:rFonts w:cstheme="minorHAnsi"/>
                <w:sz w:val="18"/>
              </w:rPr>
              <w:t xml:space="preserve"> napájecí kabel 230V CEE7/7 v délce minimálně </w:t>
            </w:r>
            <w:r>
              <w:rPr>
                <w:rFonts w:cstheme="minorHAnsi"/>
                <w:sz w:val="18"/>
              </w:rPr>
              <w:t>2 </w:t>
            </w:r>
            <w:r w:rsidRPr="00803A7B">
              <w:rPr>
                <w:rFonts w:cstheme="minorHAnsi"/>
                <w:sz w:val="18"/>
              </w:rPr>
              <w:t>metr</w:t>
            </w:r>
            <w:r>
              <w:rPr>
                <w:rFonts w:cstheme="minorHAnsi"/>
                <w:sz w:val="18"/>
              </w:rPr>
              <w:t>y</w:t>
            </w:r>
            <w:r w:rsidRPr="00803A7B">
              <w:rPr>
                <w:rFonts w:cstheme="minorHAnsi"/>
                <w:sz w:val="18"/>
              </w:rPr>
              <w:t>, každý v jiné barvě (černá, červená)</w:t>
            </w:r>
          </w:p>
        </w:tc>
        <w:tc>
          <w:tcPr>
            <w:tcW w:w="3288" w:type="dxa"/>
          </w:tcPr>
          <w:p w14:paraId="5F0D28D9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4A049E" w14:paraId="421AF472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5F96B96" w14:textId="77777777" w:rsidR="00FB5C22" w:rsidRPr="00803A7B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803A7B">
              <w:rPr>
                <w:rFonts w:cstheme="minorHAnsi"/>
                <w:b/>
                <w:bCs/>
                <w:sz w:val="18"/>
              </w:rPr>
              <w:t>2x</w:t>
            </w:r>
            <w:r w:rsidRPr="00803A7B">
              <w:rPr>
                <w:rFonts w:cstheme="minorHAnsi"/>
                <w:sz w:val="18"/>
              </w:rPr>
              <w:t xml:space="preserve"> napájecí kabel 230V </w:t>
            </w:r>
            <w:r>
              <w:rPr>
                <w:rFonts w:cstheme="minorHAnsi"/>
                <w:sz w:val="18"/>
              </w:rPr>
              <w:t>IEC C13</w:t>
            </w:r>
            <w:r w:rsidRPr="00803A7B">
              <w:rPr>
                <w:rFonts w:cstheme="minorHAnsi"/>
                <w:sz w:val="18"/>
              </w:rPr>
              <w:t xml:space="preserve"> v délce minimálně </w:t>
            </w:r>
            <w:r>
              <w:rPr>
                <w:rFonts w:cstheme="minorHAnsi"/>
                <w:sz w:val="18"/>
              </w:rPr>
              <w:t>2 </w:t>
            </w:r>
            <w:r w:rsidRPr="00803A7B">
              <w:rPr>
                <w:rFonts w:cstheme="minorHAnsi"/>
                <w:sz w:val="18"/>
              </w:rPr>
              <w:t>metr</w:t>
            </w:r>
            <w:r>
              <w:rPr>
                <w:rFonts w:cstheme="minorHAnsi"/>
                <w:sz w:val="18"/>
              </w:rPr>
              <w:t>y</w:t>
            </w:r>
            <w:r w:rsidRPr="00803A7B">
              <w:rPr>
                <w:rFonts w:cstheme="minorHAnsi"/>
                <w:sz w:val="18"/>
              </w:rPr>
              <w:t>, každý v jiné barvě (černá, červená)</w:t>
            </w:r>
          </w:p>
        </w:tc>
        <w:tc>
          <w:tcPr>
            <w:tcW w:w="3288" w:type="dxa"/>
          </w:tcPr>
          <w:p w14:paraId="2CA14684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4A049E" w14:paraId="198DC88F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F207FA0" w14:textId="77777777" w:rsidR="00FB5C22" w:rsidRPr="00803A7B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A9399D">
              <w:rPr>
                <w:rFonts w:cstheme="minorHAnsi"/>
                <w:sz w:val="18"/>
              </w:rPr>
              <w:t>Podpora OS</w:t>
            </w:r>
            <w:r>
              <w:rPr>
                <w:rFonts w:cstheme="minorHAnsi"/>
                <w:sz w:val="18"/>
              </w:rPr>
              <w:t xml:space="preserve"> Windows Server 2019, 2022; RHEL 8, 9; </w:t>
            </w:r>
            <w:proofErr w:type="spellStart"/>
            <w:r>
              <w:rPr>
                <w:rFonts w:cstheme="minorHAnsi"/>
                <w:sz w:val="18"/>
              </w:rPr>
              <w:t>VMware</w:t>
            </w:r>
            <w:proofErr w:type="spellEnd"/>
            <w:r>
              <w:rPr>
                <w:rFonts w:cstheme="minorHAnsi"/>
                <w:sz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</w:rPr>
              <w:t>vSphere</w:t>
            </w:r>
            <w:proofErr w:type="spellEnd"/>
            <w:r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3CCCD82B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50706D" w14:paraId="192D8AC5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F53CEBE" w14:textId="77777777" w:rsidR="00FB5C22" w:rsidRPr="00803A7B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sz w:val="18"/>
              </w:rPr>
              <w:t xml:space="preserve">Webová nebo mobilní bezpečnostní aplikace, sloužící k ověření, že mezi expedicí zařízení a jeho zprovozněním v datovém centru zákazníka, nedošlo k neautorizovanému zásahu do </w:t>
            </w:r>
            <w:r>
              <w:rPr>
                <w:rFonts w:cstheme="minorHAnsi"/>
                <w:sz w:val="18"/>
              </w:rPr>
              <w:t>firmware</w:t>
            </w:r>
            <w:r w:rsidRPr="00803A7B">
              <w:rPr>
                <w:rFonts w:cstheme="minorHAnsi"/>
                <w:sz w:val="18"/>
              </w:rPr>
              <w:t xml:space="preserve"> či hardware (HW) ani k výměně některé klíčové komponenty za jinou.</w:t>
            </w:r>
          </w:p>
        </w:tc>
        <w:tc>
          <w:tcPr>
            <w:tcW w:w="3288" w:type="dxa"/>
          </w:tcPr>
          <w:p w14:paraId="7D2F4315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50706D" w14:paraId="10DEC35F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3317113" w14:textId="77777777" w:rsidR="00FB5C22" w:rsidRPr="00803A7B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803A7B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803A7B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803A7B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803A7B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803A7B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803A7B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803A7B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803A7B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803A7B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803A7B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803A7B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803A7B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803A7B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803A7B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803A7B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1ACBA0A6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2E3BD1" w14:paraId="2145251E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CF9CD6E" w14:textId="77777777" w:rsidR="00FB5C22" w:rsidRPr="00803A7B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sz w:val="18"/>
              </w:rPr>
              <w:t xml:space="preserve">Podpora výrobce na </w:t>
            </w:r>
            <w:r w:rsidRPr="00803A7B">
              <w:rPr>
                <w:rFonts w:cstheme="minorHAnsi"/>
                <w:b/>
                <w:bCs/>
                <w:sz w:val="18"/>
              </w:rPr>
              <w:t>5 let</w:t>
            </w:r>
            <w:r w:rsidRPr="00803A7B">
              <w:rPr>
                <w:rFonts w:cstheme="minorHAnsi"/>
                <w:sz w:val="18"/>
              </w:rPr>
              <w:t xml:space="preserve"> v rozsahu „</w:t>
            </w:r>
            <w:r w:rsidRPr="00803A7B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803A7B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803A7B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264ADE76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D730ED" w14:paraId="5E0B7341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4ADB7FA" w14:textId="77777777" w:rsidR="00FB5C22" w:rsidRPr="00803A7B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sz w:val="18"/>
              </w:rPr>
              <w:lastRenderedPageBreak/>
              <w:t>U všech disků</w:t>
            </w:r>
            <w:r>
              <w:rPr>
                <w:rFonts w:cstheme="minorHAnsi"/>
                <w:sz w:val="18"/>
              </w:rPr>
              <w:t xml:space="preserve">, SSD, </w:t>
            </w:r>
            <w:proofErr w:type="spellStart"/>
            <w:r>
              <w:rPr>
                <w:rFonts w:cstheme="minorHAnsi"/>
                <w:sz w:val="18"/>
              </w:rPr>
              <w:t>NVMe</w:t>
            </w:r>
            <w:proofErr w:type="spellEnd"/>
            <w:r>
              <w:rPr>
                <w:rFonts w:cstheme="minorHAnsi"/>
                <w:sz w:val="18"/>
              </w:rPr>
              <w:t xml:space="preserve"> a médií</w:t>
            </w:r>
            <w:r w:rsidRPr="00803A7B">
              <w:rPr>
                <w:rFonts w:cstheme="minorHAnsi"/>
                <w:sz w:val="18"/>
              </w:rPr>
              <w:t xml:space="preserve"> je požadováno ponechání disku Kupujícímu při jeho poruše a reklamaci</w:t>
            </w:r>
          </w:p>
        </w:tc>
        <w:tc>
          <w:tcPr>
            <w:tcW w:w="3288" w:type="dxa"/>
          </w:tcPr>
          <w:p w14:paraId="4777E7FB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D730ED" w14:paraId="1A7CE46E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851741A" w14:textId="77777777" w:rsidR="00FB5C22" w:rsidRPr="00803A7B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777EF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67E0146F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CC018F" w14:paraId="67A36E8F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4541E56" w14:textId="77777777" w:rsidR="00FB5C22" w:rsidRPr="002D127E" w:rsidRDefault="00FB5C22" w:rsidP="001934E9">
            <w:pPr>
              <w:rPr>
                <w:sz w:val="18"/>
                <w:lang w:eastAsia="cs-CZ"/>
              </w:rPr>
            </w:pPr>
            <w:r>
              <w:rPr>
                <w:sz w:val="18"/>
                <w:lang w:eastAsia="cs-CZ"/>
              </w:rPr>
              <w:t xml:space="preserve">Pokud úložiště vyžaduje použití SFP, </w:t>
            </w:r>
            <w:r w:rsidRPr="006B0BFC">
              <w:rPr>
                <w:sz w:val="18"/>
                <w:lang w:eastAsia="cs-CZ"/>
              </w:rPr>
              <w:t xml:space="preserve">optické moduly pro každý </w:t>
            </w:r>
            <w:proofErr w:type="spellStart"/>
            <w:r w:rsidRPr="006B0BFC">
              <w:rPr>
                <w:sz w:val="18"/>
                <w:lang w:eastAsia="cs-CZ"/>
              </w:rPr>
              <w:t>FibreChannel</w:t>
            </w:r>
            <w:proofErr w:type="spellEnd"/>
            <w:r w:rsidRPr="006B0BFC">
              <w:rPr>
                <w:sz w:val="18"/>
                <w:lang w:eastAsia="cs-CZ"/>
              </w:rPr>
              <w:t xml:space="preserve"> port plně kompatibilní s</w:t>
            </w:r>
            <w:r>
              <w:rPr>
                <w:sz w:val="18"/>
                <w:lang w:eastAsia="cs-CZ"/>
              </w:rPr>
              <w:t> </w:t>
            </w:r>
            <w:r w:rsidRPr="006B0BFC">
              <w:rPr>
                <w:sz w:val="18"/>
                <w:lang w:eastAsia="cs-CZ"/>
              </w:rPr>
              <w:t>dodávan</w:t>
            </w:r>
            <w:r>
              <w:rPr>
                <w:sz w:val="18"/>
                <w:lang w:eastAsia="cs-CZ"/>
              </w:rPr>
              <w:t>ým úložištěm</w:t>
            </w:r>
          </w:p>
        </w:tc>
        <w:tc>
          <w:tcPr>
            <w:tcW w:w="3288" w:type="dxa"/>
          </w:tcPr>
          <w:p w14:paraId="6A1CA2EE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03D54596" w14:textId="4AFB8286" w:rsidR="00FB5C22" w:rsidRDefault="00FB5C22" w:rsidP="00FB5C22">
      <w:pPr>
        <w:spacing w:after="160" w:line="259" w:lineRule="auto"/>
      </w:pPr>
      <w:r>
        <w:br/>
        <w:t xml:space="preserve">Pro </w:t>
      </w:r>
      <w:r>
        <w:rPr>
          <w:b/>
          <w:bCs/>
        </w:rPr>
        <w:t>P</w:t>
      </w:r>
      <w:r w:rsidRPr="002D127E">
        <w:rPr>
          <w:b/>
          <w:bCs/>
        </w:rPr>
        <w:t>oložk</w:t>
      </w:r>
      <w:r>
        <w:rPr>
          <w:b/>
          <w:bCs/>
        </w:rPr>
        <w:t>u</w:t>
      </w:r>
      <w:r w:rsidRPr="002D127E">
        <w:rPr>
          <w:b/>
          <w:bCs/>
        </w:rPr>
        <w:t xml:space="preserve"> </w:t>
      </w:r>
      <w:r w:rsidR="00795987">
        <w:rPr>
          <w:b/>
          <w:bCs/>
        </w:rPr>
        <w:t>4</w:t>
      </w:r>
      <w:r>
        <w:t xml:space="preserve"> je místem plnění </w:t>
      </w:r>
      <w:r w:rsidRPr="002D127E">
        <w:rPr>
          <w:b/>
          <w:bCs/>
        </w:rPr>
        <w:t>CDP Praha, V</w:t>
      </w:r>
      <w:r>
        <w:rPr>
          <w:b/>
          <w:bCs/>
        </w:rPr>
        <w:t> </w:t>
      </w:r>
      <w:r w:rsidRPr="002D127E">
        <w:rPr>
          <w:b/>
          <w:bCs/>
        </w:rPr>
        <w:t>Trianglu</w:t>
      </w:r>
      <w:r>
        <w:rPr>
          <w:b/>
          <w:bCs/>
        </w:rPr>
        <w:t> 2474</w:t>
      </w:r>
      <w:r w:rsidRPr="002D127E">
        <w:rPr>
          <w:b/>
          <w:bCs/>
        </w:rPr>
        <w:t>, Praha 9</w:t>
      </w:r>
      <w:r>
        <w:t>.</w:t>
      </w:r>
    </w:p>
    <w:p w14:paraId="7CA8B502" w14:textId="77777777" w:rsidR="00FB5C22" w:rsidRDefault="00FB5C22" w:rsidP="004B2D76">
      <w:pPr>
        <w:spacing w:after="160" w:line="259" w:lineRule="auto"/>
      </w:pPr>
    </w:p>
    <w:p w14:paraId="72E1AD89" w14:textId="49FC52A3" w:rsidR="00985A37" w:rsidRDefault="00795987" w:rsidP="00985A37">
      <w:pPr>
        <w:ind w:firstLine="426"/>
      </w:pPr>
      <w:r>
        <w:t>e</w:t>
      </w:r>
      <w:r w:rsidR="00985A37">
        <w:t>)</w:t>
      </w:r>
      <w:r w:rsidR="00985A37">
        <w:tab/>
      </w:r>
      <w:r w:rsidR="00985A37" w:rsidRPr="002D127E">
        <w:rPr>
          <w:b/>
          <w:bCs/>
        </w:rPr>
        <w:t xml:space="preserve">Položka </w:t>
      </w:r>
      <w:r>
        <w:rPr>
          <w:b/>
          <w:bCs/>
        </w:rPr>
        <w:t>5</w:t>
      </w:r>
      <w:r w:rsidR="00985A37">
        <w:t xml:space="preserve"> – Jeden (1)</w:t>
      </w:r>
      <w:r w:rsidR="00985A37" w:rsidRPr="00143089">
        <w:t xml:space="preserve"> </w:t>
      </w:r>
      <w:r w:rsidR="00765057">
        <w:t xml:space="preserve">fyzický </w:t>
      </w:r>
      <w:r w:rsidR="00985A37" w:rsidRPr="00143089">
        <w:t xml:space="preserve">server pro </w:t>
      </w:r>
      <w:r w:rsidR="00765057">
        <w:t xml:space="preserve">PAM </w:t>
      </w:r>
      <w:proofErr w:type="spellStart"/>
      <w:r w:rsidR="00765057">
        <w:t>Vault</w:t>
      </w:r>
      <w:proofErr w:type="spellEnd"/>
      <w:r w:rsidR="00765057">
        <w:t xml:space="preserve"> v rámci farmy</w:t>
      </w:r>
      <w:r w:rsidR="00985A37">
        <w:t xml:space="preserve"> „KB TDS / CDP Praha“ v konfiguraci:</w:t>
      </w:r>
    </w:p>
    <w:p w14:paraId="56CB4B17" w14:textId="77777777" w:rsidR="00985A37" w:rsidRDefault="00985A37" w:rsidP="00985A37">
      <w:pPr>
        <w:rPr>
          <w:rFonts w:cstheme="minorHAnsi"/>
          <w:b/>
          <w:bCs/>
        </w:rPr>
      </w:pPr>
      <w:r w:rsidRPr="005A5020">
        <w:rPr>
          <w:highlight w:val="green"/>
          <w:lang w:val="en-US"/>
        </w:rPr>
        <w:t>[</w:t>
      </w:r>
      <w:r>
        <w:rPr>
          <w:highlight w:val="green"/>
          <w:lang w:val="en-US"/>
        </w:rPr>
        <w:t>IDENTIFIKACE MODELU</w:t>
      </w:r>
      <w:r w:rsidRPr="005A5020">
        <w:rPr>
          <w:rFonts w:cstheme="minorHAnsi"/>
          <w:b/>
          <w:bCs/>
          <w:highlight w:val="green"/>
        </w:rPr>
        <w:t xml:space="preserve"> </w:t>
      </w:r>
      <w:r>
        <w:rPr>
          <w:rFonts w:cstheme="minorHAnsi"/>
          <w:b/>
          <w:bCs/>
          <w:highlight w:val="green"/>
        </w:rPr>
        <w:t xml:space="preserve">- </w:t>
      </w:r>
      <w:r w:rsidRPr="002D127E">
        <w:rPr>
          <w:rFonts w:cstheme="minorHAnsi"/>
          <w:highlight w:val="green"/>
        </w:rPr>
        <w:t>DOPLNÍ PRODÁVAJÍCÍ]</w:t>
      </w:r>
      <w:r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985A37" w:rsidRPr="0050706D" w14:paraId="305E9726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500CA7F7" w14:textId="77777777" w:rsidR="00985A37" w:rsidRPr="002D127E" w:rsidRDefault="00985A37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10949D2E" w14:textId="77777777" w:rsidR="00985A37" w:rsidRPr="002D127E" w:rsidRDefault="00985A37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985A37" w:rsidRPr="0050706D" w14:paraId="1691E65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7D95171" w14:textId="01DC7129" w:rsidR="00985A37" w:rsidRPr="002D127E" w:rsidRDefault="00985A37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D127E">
              <w:rPr>
                <w:rFonts w:cstheme="minorHAnsi"/>
                <w:sz w:val="18"/>
              </w:rPr>
              <w:t>Provedení serveru pro instalaci do rackové skříně o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 xml:space="preserve">hloubce </w:t>
            </w:r>
            <w:r w:rsidR="003D264E">
              <w:rPr>
                <w:rFonts w:cstheme="minorHAnsi"/>
                <w:b/>
                <w:bCs/>
                <w:sz w:val="18"/>
              </w:rPr>
              <w:t>10</w:t>
            </w:r>
            <w:r w:rsidRPr="0001392D">
              <w:rPr>
                <w:rFonts w:cstheme="minorHAnsi"/>
                <w:b/>
                <w:bCs/>
                <w:sz w:val="18"/>
              </w:rPr>
              <w:t>0 cm</w:t>
            </w:r>
          </w:p>
        </w:tc>
        <w:tc>
          <w:tcPr>
            <w:tcW w:w="3288" w:type="dxa"/>
          </w:tcPr>
          <w:p w14:paraId="27161E37" w14:textId="77777777" w:rsidR="00985A37" w:rsidRPr="002D127E" w:rsidRDefault="00985A3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985A37" w:rsidRPr="0050706D" w14:paraId="591B313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63F7B70" w14:textId="77777777" w:rsidR="00985A37" w:rsidRPr="002D127E" w:rsidRDefault="00985A3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Velikost skříně serveru o maximální výšce </w:t>
            </w:r>
            <w:r w:rsidRPr="0001392D">
              <w:rPr>
                <w:rFonts w:cstheme="minorHAnsi"/>
                <w:b/>
                <w:bCs/>
                <w:sz w:val="18"/>
              </w:rPr>
              <w:t>2 RU</w:t>
            </w:r>
            <w:r w:rsidRPr="002D127E">
              <w:rPr>
                <w:rFonts w:cstheme="minorHAnsi"/>
                <w:sz w:val="18"/>
              </w:rPr>
              <w:t xml:space="preserve"> (89 mm)</w:t>
            </w:r>
          </w:p>
        </w:tc>
        <w:tc>
          <w:tcPr>
            <w:tcW w:w="3288" w:type="dxa"/>
          </w:tcPr>
          <w:p w14:paraId="7C6F68FA" w14:textId="77777777" w:rsidR="00985A37" w:rsidRPr="002D127E" w:rsidRDefault="00985A3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985A37" w:rsidRPr="0050706D" w14:paraId="2650EB4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33CB2BA" w14:textId="2FF41484" w:rsidR="00985A37" w:rsidRPr="002D127E" w:rsidRDefault="00985A3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2x CPU</w:t>
            </w:r>
            <w:r w:rsidRPr="002D127E">
              <w:rPr>
                <w:rFonts w:cstheme="minorHAnsi"/>
                <w:sz w:val="18"/>
              </w:rPr>
              <w:t xml:space="preserve">, každý </w:t>
            </w:r>
            <w:r>
              <w:rPr>
                <w:rFonts w:cstheme="minorHAnsi"/>
                <w:sz w:val="18"/>
              </w:rPr>
              <w:t xml:space="preserve">minimálně </w:t>
            </w:r>
            <w:r w:rsidR="00270A0E" w:rsidRPr="00270A0E">
              <w:rPr>
                <w:rFonts w:cstheme="minorHAnsi"/>
                <w:b/>
                <w:bCs/>
                <w:sz w:val="18"/>
              </w:rPr>
              <w:t>24</w:t>
            </w:r>
            <w:r w:rsidRPr="00AD364F">
              <w:rPr>
                <w:rFonts w:cstheme="minorHAnsi"/>
                <w:b/>
                <w:bCs/>
                <w:sz w:val="18"/>
              </w:rPr>
              <w:t xml:space="preserve"> </w:t>
            </w:r>
            <w:r w:rsidRPr="0001392D">
              <w:rPr>
                <w:rFonts w:cstheme="minorHAnsi"/>
                <w:b/>
                <w:bCs/>
                <w:sz w:val="18"/>
              </w:rPr>
              <w:t>jader</w:t>
            </w:r>
            <w:r w:rsidRPr="002D127E">
              <w:rPr>
                <w:rFonts w:cstheme="minorHAnsi"/>
                <w:sz w:val="18"/>
              </w:rPr>
              <w:t xml:space="preserve"> (</w:t>
            </w:r>
            <w:r w:rsidR="00270A0E">
              <w:rPr>
                <w:rFonts w:cstheme="minorHAnsi"/>
                <w:sz w:val="18"/>
              </w:rPr>
              <w:t>48</w:t>
            </w:r>
            <w:r w:rsidRPr="002D127E">
              <w:rPr>
                <w:rFonts w:cstheme="minorHAnsi"/>
                <w:sz w:val="18"/>
              </w:rPr>
              <w:t xml:space="preserve"> vláken) se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>základní frekvencí minimálně 2.0 GHz a se spotřebou maximálně 2</w:t>
            </w:r>
            <w:r w:rsidR="0021310B">
              <w:rPr>
                <w:rFonts w:cstheme="minorHAnsi"/>
                <w:sz w:val="18"/>
              </w:rPr>
              <w:t>0</w:t>
            </w:r>
            <w:r>
              <w:rPr>
                <w:rFonts w:cstheme="minorHAnsi"/>
                <w:sz w:val="18"/>
              </w:rPr>
              <w:t>0</w:t>
            </w:r>
            <w:r w:rsidRPr="002D127E">
              <w:rPr>
                <w:rFonts w:cstheme="minorHAnsi"/>
                <w:sz w:val="18"/>
              </w:rPr>
              <w:t xml:space="preserve"> W</w:t>
            </w:r>
          </w:p>
        </w:tc>
        <w:tc>
          <w:tcPr>
            <w:tcW w:w="3288" w:type="dxa"/>
          </w:tcPr>
          <w:p w14:paraId="4AA13A93" w14:textId="77777777" w:rsidR="00985A37" w:rsidRPr="002D127E" w:rsidRDefault="00985A3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985A37" w:rsidRPr="0050706D" w14:paraId="18BC32C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95FC7E9" w14:textId="77777777" w:rsidR="00985A37" w:rsidRPr="002D127E" w:rsidRDefault="00985A37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7146DE">
              <w:rPr>
                <w:rFonts w:cstheme="minorHAnsi"/>
                <w:sz w:val="18"/>
              </w:rPr>
              <w:t xml:space="preserve">Architektura </w:t>
            </w:r>
            <w:r w:rsidRPr="007146DE">
              <w:rPr>
                <w:rFonts w:cstheme="minorHAnsi"/>
                <w:b/>
                <w:bCs/>
                <w:sz w:val="18"/>
              </w:rPr>
              <w:t>Intel x86-64</w:t>
            </w:r>
            <w:r w:rsidRPr="007146DE">
              <w:rPr>
                <w:rFonts w:cstheme="minorHAnsi"/>
                <w:sz w:val="18"/>
              </w:rPr>
              <w:t xml:space="preserve"> z důvodu kompatibility současného </w:t>
            </w:r>
            <w:r>
              <w:rPr>
                <w:rFonts w:cstheme="minorHAnsi"/>
                <w:sz w:val="18"/>
              </w:rPr>
              <w:t xml:space="preserve">ICT </w:t>
            </w:r>
            <w:r w:rsidRPr="007146DE">
              <w:rPr>
                <w:rFonts w:cstheme="minorHAnsi"/>
                <w:sz w:val="18"/>
              </w:rPr>
              <w:t>prostředí</w:t>
            </w:r>
          </w:p>
        </w:tc>
        <w:tc>
          <w:tcPr>
            <w:tcW w:w="3288" w:type="dxa"/>
          </w:tcPr>
          <w:p w14:paraId="3A84EE71" w14:textId="77777777" w:rsidR="00985A37" w:rsidRPr="002D127E" w:rsidRDefault="00985A3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985A37" w:rsidRPr="0050706D" w14:paraId="529DD53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6F3D774" w14:textId="77777777" w:rsidR="00985A37" w:rsidRPr="002D127E" w:rsidRDefault="00985A3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sz w:val="18"/>
                <w:lang w:eastAsia="cs-CZ"/>
              </w:rPr>
              <w:t xml:space="preserve">Operační paměť minimálně </w:t>
            </w:r>
            <w:r w:rsidRPr="007F3AD6">
              <w:rPr>
                <w:b/>
                <w:bCs/>
                <w:sz w:val="18"/>
                <w:lang w:eastAsia="cs-CZ"/>
              </w:rPr>
              <w:t xml:space="preserve">128 </w:t>
            </w:r>
            <w:r w:rsidRPr="002D127E">
              <w:rPr>
                <w:b/>
                <w:sz w:val="18"/>
                <w:lang w:eastAsia="cs-CZ"/>
              </w:rPr>
              <w:t>GB DDR5</w:t>
            </w:r>
            <w:r w:rsidRPr="002D127E">
              <w:rPr>
                <w:sz w:val="18"/>
                <w:lang w:eastAsia="cs-CZ"/>
              </w:rPr>
              <w:t xml:space="preserve"> s použitím modulů o maximální velikosti </w:t>
            </w:r>
            <w:r>
              <w:rPr>
                <w:sz w:val="18"/>
                <w:lang w:eastAsia="cs-CZ"/>
              </w:rPr>
              <w:t>64</w:t>
            </w:r>
            <w:r w:rsidRPr="002D127E">
              <w:rPr>
                <w:sz w:val="18"/>
                <w:lang w:eastAsia="cs-CZ"/>
              </w:rPr>
              <w:t xml:space="preserve"> GB, rozšiřitelná minimálně do </w:t>
            </w:r>
            <w:r>
              <w:rPr>
                <w:sz w:val="18"/>
                <w:lang w:eastAsia="cs-CZ"/>
              </w:rPr>
              <w:t>512</w:t>
            </w:r>
            <w:r w:rsidRPr="002D127E">
              <w:rPr>
                <w:sz w:val="18"/>
                <w:lang w:eastAsia="cs-CZ"/>
              </w:rPr>
              <w:t xml:space="preserve"> GB jen přidáním dalších paměťových modulů</w:t>
            </w:r>
          </w:p>
        </w:tc>
        <w:tc>
          <w:tcPr>
            <w:tcW w:w="3288" w:type="dxa"/>
          </w:tcPr>
          <w:p w14:paraId="539D3F9A" w14:textId="77777777" w:rsidR="00985A37" w:rsidRPr="002D127E" w:rsidRDefault="00985A3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985A37" w:rsidRPr="0050706D" w14:paraId="02A0D37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C091911" w14:textId="77777777" w:rsidR="00985A37" w:rsidRPr="002D127E" w:rsidRDefault="00985A37" w:rsidP="003746AB">
            <w:pPr>
              <w:autoSpaceDE w:val="0"/>
              <w:autoSpaceDN w:val="0"/>
              <w:adjustRightInd w:val="0"/>
              <w:rPr>
                <w:lang w:eastAsia="cs-CZ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2x SSD</w:t>
            </w:r>
            <w:r w:rsidRPr="002D127E">
              <w:rPr>
                <w:rFonts w:cstheme="minorHAnsi"/>
                <w:sz w:val="18"/>
              </w:rPr>
              <w:t xml:space="preserve">, každý o velikosti minimálně </w:t>
            </w:r>
            <w:r w:rsidRPr="002D127E">
              <w:rPr>
                <w:rFonts w:cstheme="minorHAnsi"/>
                <w:b/>
                <w:bCs/>
                <w:sz w:val="18"/>
              </w:rPr>
              <w:t>480 GB</w:t>
            </w:r>
            <w:r w:rsidRPr="002D127E">
              <w:rPr>
                <w:rFonts w:cstheme="minorHAnsi"/>
                <w:sz w:val="18"/>
              </w:rPr>
              <w:t xml:space="preserve"> v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 xml:space="preserve">konfiguraci RAID1 (zrcadlení) pro </w:t>
            </w:r>
            <w:proofErr w:type="spellStart"/>
            <w:r>
              <w:rPr>
                <w:rFonts w:cstheme="minorHAnsi"/>
                <w:sz w:val="18"/>
              </w:rPr>
              <w:t>boot</w:t>
            </w:r>
            <w:proofErr w:type="spellEnd"/>
            <w:r>
              <w:rPr>
                <w:rFonts w:cstheme="minorHAnsi"/>
                <w:sz w:val="18"/>
              </w:rPr>
              <w:t xml:space="preserve"> a </w:t>
            </w:r>
            <w:r w:rsidRPr="002D127E">
              <w:rPr>
                <w:rFonts w:cstheme="minorHAnsi"/>
                <w:sz w:val="18"/>
              </w:rPr>
              <w:t xml:space="preserve">běh </w:t>
            </w:r>
            <w:r>
              <w:rPr>
                <w:rFonts w:cstheme="minorHAnsi"/>
                <w:sz w:val="18"/>
              </w:rPr>
              <w:t>OS</w:t>
            </w:r>
          </w:p>
        </w:tc>
        <w:tc>
          <w:tcPr>
            <w:tcW w:w="3288" w:type="dxa"/>
          </w:tcPr>
          <w:p w14:paraId="5413473D" w14:textId="77777777" w:rsidR="00985A37" w:rsidRPr="002D127E" w:rsidRDefault="00985A3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172598" w:rsidRPr="0050706D" w14:paraId="1494E377" w14:textId="77777777" w:rsidTr="008E5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346739A" w14:textId="3BFFD19E" w:rsidR="00172598" w:rsidRDefault="00172598" w:rsidP="008E540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Lokální úložiště</w:t>
            </w:r>
            <w:r>
              <w:rPr>
                <w:rFonts w:cstheme="minorHAnsi"/>
                <w:sz w:val="18"/>
              </w:rPr>
              <w:t xml:space="preserve"> </w:t>
            </w:r>
            <w:r w:rsidRPr="002D127E">
              <w:rPr>
                <w:rFonts w:cstheme="minorHAnsi"/>
                <w:sz w:val="18"/>
              </w:rPr>
              <w:t>v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>serveru</w:t>
            </w:r>
          </w:p>
          <w:p w14:paraId="20CDB47D" w14:textId="49511391" w:rsidR="00172598" w:rsidRPr="00A132AC" w:rsidRDefault="00172598" w:rsidP="00172598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b/>
                <w:bCs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Uživatelsky použitelná čistá nekomprimovaná kapacita minimálně </w:t>
            </w:r>
            <w:r w:rsidR="00E10AAF" w:rsidRPr="00E10AAF">
              <w:rPr>
                <w:rFonts w:cstheme="minorHAnsi"/>
                <w:b/>
                <w:bCs/>
                <w:sz w:val="18"/>
                <w:szCs w:val="22"/>
              </w:rPr>
              <w:t>5</w:t>
            </w:r>
            <w:r w:rsidRPr="00A132AC">
              <w:rPr>
                <w:rFonts w:cstheme="minorHAnsi"/>
                <w:b/>
                <w:bCs/>
                <w:sz w:val="18"/>
                <w:szCs w:val="22"/>
              </w:rPr>
              <w:t xml:space="preserve"> </w:t>
            </w:r>
            <w:proofErr w:type="spellStart"/>
            <w:r w:rsidRPr="00A132AC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0BAD3C22" w14:textId="77777777" w:rsidR="00172598" w:rsidRPr="00A132AC" w:rsidRDefault="00172598" w:rsidP="00172598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>Zajišťuje redundanci uložených dat minimálně na</w:t>
            </w:r>
            <w:r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 xml:space="preserve">úrovni odpovídající </w:t>
            </w:r>
            <w:r w:rsidRPr="009036B9">
              <w:rPr>
                <w:rFonts w:cstheme="minorHAnsi"/>
                <w:b/>
                <w:bCs/>
                <w:sz w:val="18"/>
                <w:szCs w:val="22"/>
              </w:rPr>
              <w:t>RAID6</w:t>
            </w:r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0FE88AB8" w14:textId="132A4DBC" w:rsidR="00172598" w:rsidRPr="00A132AC" w:rsidRDefault="00172598" w:rsidP="00172598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Použití výhradně </w:t>
            </w:r>
            <w:proofErr w:type="spellStart"/>
            <w:r w:rsidRPr="009036B9">
              <w:rPr>
                <w:rFonts w:cstheme="minorHAnsi"/>
                <w:b/>
                <w:bCs/>
                <w:sz w:val="18"/>
                <w:szCs w:val="22"/>
              </w:rPr>
              <w:t>NVMe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 xml:space="preserve"> o velikosti maximálně </w:t>
            </w:r>
            <w:r w:rsidR="009F16E4">
              <w:rPr>
                <w:rFonts w:cstheme="minorHAnsi"/>
                <w:sz w:val="18"/>
                <w:szCs w:val="22"/>
              </w:rPr>
              <w:t>2</w:t>
            </w:r>
            <w:r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>TB.</w:t>
            </w:r>
          </w:p>
        </w:tc>
        <w:tc>
          <w:tcPr>
            <w:tcW w:w="3288" w:type="dxa"/>
          </w:tcPr>
          <w:p w14:paraId="671E6851" w14:textId="77777777" w:rsidR="00172598" w:rsidRPr="00927BA6" w:rsidRDefault="00172598" w:rsidP="008E54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50706D" w14:paraId="41B9ACD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9DFA7A8" w14:textId="4AEC0B3B" w:rsidR="00764484" w:rsidRPr="002D127E" w:rsidRDefault="00764484" w:rsidP="00764484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026C2A">
              <w:rPr>
                <w:rFonts w:cstheme="minorHAnsi"/>
                <w:sz w:val="18"/>
              </w:rPr>
              <w:t xml:space="preserve">Minimálně </w:t>
            </w:r>
            <w:r w:rsidRPr="002B703F">
              <w:rPr>
                <w:rFonts w:cstheme="minorHAnsi"/>
                <w:b/>
                <w:bCs/>
                <w:sz w:val="18"/>
              </w:rPr>
              <w:t>4</w:t>
            </w:r>
            <w:r w:rsidRPr="002D127E">
              <w:rPr>
                <w:rFonts w:cstheme="minorHAnsi"/>
                <w:b/>
                <w:bCs/>
                <w:sz w:val="18"/>
              </w:rPr>
              <w:t xml:space="preserve">x 25 </w:t>
            </w:r>
            <w:proofErr w:type="spellStart"/>
            <w:r w:rsidRPr="002D127E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SFP </w:t>
            </w:r>
            <w:r>
              <w:rPr>
                <w:rFonts w:cstheme="minorHAnsi"/>
                <w:sz w:val="18"/>
              </w:rPr>
              <w:t>LAN s podporou rychlosti 10 </w:t>
            </w:r>
            <w:proofErr w:type="spellStart"/>
            <w:r>
              <w:rPr>
                <w:rFonts w:cstheme="minorHAnsi"/>
                <w:sz w:val="18"/>
              </w:rPr>
              <w:t>Gbps</w:t>
            </w:r>
            <w:proofErr w:type="spellEnd"/>
            <w:r>
              <w:rPr>
                <w:rFonts w:cstheme="minorHAnsi"/>
                <w:sz w:val="18"/>
              </w:rPr>
              <w:t xml:space="preserve"> (tj. 10/25 </w:t>
            </w:r>
            <w:proofErr w:type="spellStart"/>
            <w:r>
              <w:rPr>
                <w:rFonts w:cstheme="minorHAnsi"/>
                <w:sz w:val="18"/>
              </w:rPr>
              <w:t>Gbps</w:t>
            </w:r>
            <w:proofErr w:type="spellEnd"/>
            <w:r>
              <w:rPr>
                <w:rFonts w:cstheme="minorHAnsi"/>
                <w:sz w:val="18"/>
              </w:rPr>
              <w:t>)</w:t>
            </w:r>
          </w:p>
        </w:tc>
        <w:tc>
          <w:tcPr>
            <w:tcW w:w="3288" w:type="dxa"/>
          </w:tcPr>
          <w:p w14:paraId="542F9D7D" w14:textId="77777777" w:rsidR="00764484" w:rsidRPr="002D127E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417FB4" w14:paraId="14506A6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B2955B5" w14:textId="77777777" w:rsidR="00764484" w:rsidRPr="002D127E" w:rsidRDefault="00764484" w:rsidP="00764484">
            <w:pPr>
              <w:rPr>
                <w:sz w:val="18"/>
                <w:lang w:eastAsia="cs-CZ"/>
              </w:rPr>
            </w:pPr>
            <w:r w:rsidRPr="002D127E">
              <w:rPr>
                <w:sz w:val="18"/>
                <w:lang w:eastAsia="cs-CZ"/>
              </w:rPr>
              <w:t xml:space="preserve">Minimálně </w:t>
            </w:r>
            <w:r w:rsidRPr="00026C2A">
              <w:rPr>
                <w:b/>
                <w:bCs/>
                <w:sz w:val="18"/>
                <w:lang w:eastAsia="cs-CZ"/>
              </w:rPr>
              <w:t>4</w:t>
            </w:r>
            <w:r w:rsidRPr="002D127E">
              <w:rPr>
                <w:b/>
                <w:sz w:val="18"/>
                <w:lang w:eastAsia="cs-CZ"/>
              </w:rPr>
              <w:t>x</w:t>
            </w:r>
            <w:r w:rsidRPr="002D127E">
              <w:rPr>
                <w:sz w:val="18"/>
                <w:lang w:eastAsia="cs-CZ"/>
              </w:rPr>
              <w:t xml:space="preserve"> </w:t>
            </w:r>
            <w:r w:rsidRPr="002D127E">
              <w:rPr>
                <w:b/>
                <w:bCs/>
                <w:sz w:val="18"/>
                <w:lang w:eastAsia="cs-CZ"/>
              </w:rPr>
              <w:t xml:space="preserve">1 </w:t>
            </w:r>
            <w:proofErr w:type="spellStart"/>
            <w:r w:rsidRPr="002D127E">
              <w:rPr>
                <w:b/>
                <w:bCs/>
                <w:sz w:val="18"/>
                <w:lang w:eastAsia="cs-CZ"/>
              </w:rPr>
              <w:t>Gbps</w:t>
            </w:r>
            <w:proofErr w:type="spellEnd"/>
            <w:r w:rsidRPr="002D127E">
              <w:rPr>
                <w:sz w:val="18"/>
                <w:lang w:eastAsia="cs-CZ"/>
              </w:rPr>
              <w:t xml:space="preserve"> </w:t>
            </w:r>
            <w:r>
              <w:rPr>
                <w:sz w:val="18"/>
                <w:lang w:eastAsia="cs-CZ"/>
              </w:rPr>
              <w:t>RJ45</w:t>
            </w:r>
            <w:r w:rsidRPr="002D127E">
              <w:rPr>
                <w:sz w:val="18"/>
                <w:lang w:eastAsia="cs-CZ"/>
              </w:rPr>
              <w:t xml:space="preserve"> LAN</w:t>
            </w:r>
          </w:p>
        </w:tc>
        <w:tc>
          <w:tcPr>
            <w:tcW w:w="3288" w:type="dxa"/>
          </w:tcPr>
          <w:p w14:paraId="4BC9B5CE" w14:textId="77777777" w:rsidR="00764484" w:rsidRPr="002D127E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50706D" w14:paraId="5F95DAB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C0E4DE6" w14:textId="77777777" w:rsidR="00764484" w:rsidRPr="002D127E" w:rsidRDefault="00764484" w:rsidP="00764484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Dedikovaný </w:t>
            </w:r>
            <w:r w:rsidRPr="002D127E">
              <w:rPr>
                <w:rFonts w:cstheme="minorHAnsi"/>
                <w:b/>
                <w:bCs/>
                <w:sz w:val="18"/>
              </w:rPr>
              <w:t xml:space="preserve">1 </w:t>
            </w:r>
            <w:proofErr w:type="spellStart"/>
            <w:r w:rsidRPr="002D127E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7BCF6D02" w14:textId="77777777" w:rsidR="00764484" w:rsidRPr="002D127E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50706D" w14:paraId="7A7614B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2F3809C" w14:textId="77777777" w:rsidR="00764484" w:rsidRPr="002D127E" w:rsidRDefault="00764484" w:rsidP="00764484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2D127E">
              <w:rPr>
                <w:rFonts w:cstheme="minorHAnsi"/>
                <w:sz w:val="18"/>
              </w:rPr>
              <w:t>Trusted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</w:rPr>
              <w:t>Platform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Module </w:t>
            </w:r>
            <w:r>
              <w:rPr>
                <w:rFonts w:cstheme="minorHAnsi"/>
                <w:sz w:val="18"/>
              </w:rPr>
              <w:t xml:space="preserve">minimálně ve verzi </w:t>
            </w:r>
            <w:r w:rsidRPr="002D127E">
              <w:rPr>
                <w:rFonts w:cstheme="minorHAnsi"/>
                <w:sz w:val="18"/>
              </w:rPr>
              <w:t>2.0</w:t>
            </w:r>
          </w:p>
        </w:tc>
        <w:tc>
          <w:tcPr>
            <w:tcW w:w="3288" w:type="dxa"/>
          </w:tcPr>
          <w:p w14:paraId="22999F04" w14:textId="77777777" w:rsidR="00764484" w:rsidRPr="002D127E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50706D" w14:paraId="133147F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F05E6DC" w14:textId="77777777" w:rsidR="00764484" w:rsidRPr="002D127E" w:rsidRDefault="00764484" w:rsidP="00764484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2x</w:t>
            </w:r>
            <w:r w:rsidRPr="002D127E">
              <w:rPr>
                <w:rFonts w:cstheme="minorHAnsi"/>
                <w:sz w:val="18"/>
              </w:rPr>
              <w:t xml:space="preserve"> hot-swap napájecí zdroj, každý minimálně o výkonu 800 W s minimální certifikací „80+ </w:t>
            </w:r>
            <w:proofErr w:type="spellStart"/>
            <w:r>
              <w:rPr>
                <w:rFonts w:cstheme="minorHAnsi"/>
                <w:sz w:val="18"/>
              </w:rPr>
              <w:t>Platinum</w:t>
            </w:r>
            <w:proofErr w:type="spellEnd"/>
            <w:r w:rsidRPr="002D127E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40763DE5" w14:textId="77777777" w:rsidR="00764484" w:rsidRPr="002D127E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50706D" w14:paraId="4F63AF1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4A2BD66" w14:textId="71FD514A" w:rsidR="00764484" w:rsidRPr="002D127E" w:rsidRDefault="00764484" w:rsidP="0076448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>
              <w:rPr>
                <w:sz w:val="18"/>
                <w:lang w:eastAsia="cs-CZ"/>
              </w:rPr>
              <w:t>Výsuvné l</w:t>
            </w:r>
            <w:r w:rsidRPr="002D127E">
              <w:rPr>
                <w:sz w:val="18"/>
                <w:lang w:eastAsia="cs-CZ"/>
              </w:rPr>
              <w:t xml:space="preserve">ižiny do rackové skříně </w:t>
            </w:r>
            <w:r w:rsidR="008E3F43">
              <w:rPr>
                <w:sz w:val="18"/>
                <w:lang w:eastAsia="cs-CZ"/>
              </w:rPr>
              <w:t>s</w:t>
            </w:r>
            <w:r w:rsidRPr="002D127E">
              <w:rPr>
                <w:sz w:val="18"/>
                <w:lang w:eastAsia="cs-CZ"/>
              </w:rPr>
              <w:t xml:space="preserve"> „</w:t>
            </w:r>
            <w:proofErr w:type="spellStart"/>
            <w:r w:rsidRPr="002D127E">
              <w:rPr>
                <w:sz w:val="18"/>
                <w:lang w:eastAsia="cs-CZ"/>
              </w:rPr>
              <w:t>cable</w:t>
            </w:r>
            <w:proofErr w:type="spellEnd"/>
            <w:r w:rsidRPr="002D127E">
              <w:rPr>
                <w:sz w:val="18"/>
                <w:lang w:eastAsia="cs-CZ"/>
              </w:rPr>
              <w:t xml:space="preserve"> management</w:t>
            </w:r>
            <w:r>
              <w:rPr>
                <w:sz w:val="18"/>
                <w:lang w:eastAsia="cs-CZ"/>
              </w:rPr>
              <w:t xml:space="preserve"> </w:t>
            </w:r>
            <w:proofErr w:type="spellStart"/>
            <w:r>
              <w:rPr>
                <w:sz w:val="18"/>
                <w:lang w:eastAsia="cs-CZ"/>
              </w:rPr>
              <w:t>arm</w:t>
            </w:r>
            <w:proofErr w:type="spellEnd"/>
            <w:r w:rsidRPr="002D127E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5248D6C2" w14:textId="77777777" w:rsidR="00764484" w:rsidRPr="00BC57E5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4A049E" w14:paraId="4005E42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E41AED2" w14:textId="77777777" w:rsidR="00764484" w:rsidRPr="002D127E" w:rsidRDefault="00764484" w:rsidP="00764484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2D127E">
              <w:rPr>
                <w:rFonts w:cstheme="minorHAnsi"/>
                <w:sz w:val="18"/>
              </w:rPr>
              <w:t xml:space="preserve">napájecí kabel 230V CEE7/7 v délce minimálně </w:t>
            </w:r>
            <w:r>
              <w:rPr>
                <w:rFonts w:cstheme="minorHAnsi"/>
                <w:sz w:val="18"/>
              </w:rPr>
              <w:t>2 </w:t>
            </w:r>
            <w:r w:rsidRPr="002D127E">
              <w:rPr>
                <w:rFonts w:cstheme="minorHAnsi"/>
                <w:sz w:val="18"/>
              </w:rPr>
              <w:t>metr</w:t>
            </w:r>
            <w:r>
              <w:rPr>
                <w:rFonts w:cstheme="minorHAnsi"/>
                <w:sz w:val="18"/>
              </w:rPr>
              <w:t>y</w:t>
            </w:r>
            <w:r w:rsidRPr="002D127E">
              <w:rPr>
                <w:rFonts w:cstheme="minorHAnsi"/>
                <w:sz w:val="18"/>
              </w:rPr>
              <w:t>, každý v jiné barvě (černá, červená)</w:t>
            </w:r>
          </w:p>
        </w:tc>
        <w:tc>
          <w:tcPr>
            <w:tcW w:w="3288" w:type="dxa"/>
          </w:tcPr>
          <w:p w14:paraId="78DC8C79" w14:textId="77777777" w:rsidR="00764484" w:rsidRPr="002D127E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4A049E" w14:paraId="3435840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D0EC971" w14:textId="77777777" w:rsidR="00764484" w:rsidRPr="002D127E" w:rsidRDefault="00764484" w:rsidP="0076448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2D127E">
              <w:rPr>
                <w:rFonts w:cstheme="minorHAnsi"/>
                <w:sz w:val="18"/>
              </w:rPr>
              <w:t xml:space="preserve">napájecí kabel 230V </w:t>
            </w:r>
            <w:r>
              <w:rPr>
                <w:rFonts w:cstheme="minorHAnsi"/>
                <w:sz w:val="18"/>
              </w:rPr>
              <w:t>IEC C13</w:t>
            </w:r>
            <w:r w:rsidRPr="002D127E">
              <w:rPr>
                <w:rFonts w:cstheme="minorHAnsi"/>
                <w:sz w:val="18"/>
              </w:rPr>
              <w:t xml:space="preserve"> v délce minimálně </w:t>
            </w:r>
            <w:r>
              <w:rPr>
                <w:rFonts w:cstheme="minorHAnsi"/>
                <w:sz w:val="18"/>
              </w:rPr>
              <w:t>2 </w:t>
            </w:r>
            <w:r w:rsidRPr="002D127E">
              <w:rPr>
                <w:rFonts w:cstheme="minorHAnsi"/>
                <w:sz w:val="18"/>
              </w:rPr>
              <w:t>metr</w:t>
            </w:r>
            <w:r>
              <w:rPr>
                <w:rFonts w:cstheme="minorHAnsi"/>
                <w:sz w:val="18"/>
              </w:rPr>
              <w:t>y</w:t>
            </w:r>
            <w:r w:rsidRPr="002D127E">
              <w:rPr>
                <w:rFonts w:cstheme="minorHAnsi"/>
                <w:sz w:val="18"/>
              </w:rPr>
              <w:t>, každý v jiné barvě (černá, červená)</w:t>
            </w:r>
          </w:p>
        </w:tc>
        <w:tc>
          <w:tcPr>
            <w:tcW w:w="3288" w:type="dxa"/>
          </w:tcPr>
          <w:p w14:paraId="7B52D800" w14:textId="77777777" w:rsidR="00764484" w:rsidRPr="00927BA6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4A049E" w14:paraId="1B5D1E8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4176035" w14:textId="77777777" w:rsidR="00764484" w:rsidRPr="00A9399D" w:rsidRDefault="00764484" w:rsidP="00764484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A9399D">
              <w:rPr>
                <w:rFonts w:cstheme="minorHAnsi"/>
                <w:sz w:val="18"/>
              </w:rPr>
              <w:lastRenderedPageBreak/>
              <w:t>Podpora OS</w:t>
            </w:r>
            <w:r>
              <w:rPr>
                <w:rFonts w:cstheme="minorHAnsi"/>
                <w:sz w:val="18"/>
              </w:rPr>
              <w:t xml:space="preserve"> Windows Server 2019, 2022; RHEL 8, 9; </w:t>
            </w:r>
            <w:proofErr w:type="spellStart"/>
            <w:r>
              <w:rPr>
                <w:rFonts w:cstheme="minorHAnsi"/>
                <w:sz w:val="18"/>
              </w:rPr>
              <w:t>VMware</w:t>
            </w:r>
            <w:proofErr w:type="spellEnd"/>
            <w:r>
              <w:rPr>
                <w:rFonts w:cstheme="minorHAnsi"/>
                <w:sz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</w:rPr>
              <w:t>vSphere</w:t>
            </w:r>
            <w:proofErr w:type="spellEnd"/>
            <w:r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0FD28C4D" w14:textId="77777777" w:rsidR="00764484" w:rsidRPr="00927BA6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50706D" w14:paraId="58EEE0A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E6999A7" w14:textId="77777777" w:rsidR="00764484" w:rsidRPr="002D127E" w:rsidRDefault="00764484" w:rsidP="00764484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Webová nebo mobilní bezpečnostní aplikace, sloužící k ověření, že mezi expedicí zařízení a jeho zprovozněním v datovém centru zákazníka, nedošlo k neautorizovanému zásahu do </w:t>
            </w:r>
            <w:r>
              <w:rPr>
                <w:rFonts w:cstheme="minorHAnsi"/>
                <w:sz w:val="18"/>
              </w:rPr>
              <w:t>firmware</w:t>
            </w:r>
            <w:r w:rsidRPr="002D127E">
              <w:rPr>
                <w:rFonts w:cstheme="minorHAnsi"/>
                <w:sz w:val="18"/>
              </w:rPr>
              <w:t xml:space="preserve"> či hardware (HW) ani k výměně některé klíčové komponenty za jinou.</w:t>
            </w:r>
          </w:p>
        </w:tc>
        <w:tc>
          <w:tcPr>
            <w:tcW w:w="3288" w:type="dxa"/>
          </w:tcPr>
          <w:p w14:paraId="14388FBC" w14:textId="77777777" w:rsidR="00764484" w:rsidRPr="002D127E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50706D" w14:paraId="0AD9FEF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F2C8FAD" w14:textId="77777777" w:rsidR="00764484" w:rsidRPr="002D127E" w:rsidRDefault="00764484" w:rsidP="00764484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Integrační pluginy pro monitoring zdravotního stavu a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 xml:space="preserve">správu HW přímo z MS </w:t>
            </w:r>
            <w:proofErr w:type="spellStart"/>
            <w:r w:rsidRPr="002D127E">
              <w:rPr>
                <w:rFonts w:cstheme="minorHAnsi"/>
                <w:sz w:val="18"/>
              </w:rPr>
              <w:t>System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Center.</w:t>
            </w:r>
          </w:p>
        </w:tc>
        <w:tc>
          <w:tcPr>
            <w:tcW w:w="3288" w:type="dxa"/>
          </w:tcPr>
          <w:p w14:paraId="4B90BE1B" w14:textId="77777777" w:rsidR="00764484" w:rsidRPr="002D127E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50706D" w14:paraId="21435A2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817AF9C" w14:textId="77777777" w:rsidR="00764484" w:rsidRPr="002D127E" w:rsidRDefault="00764484" w:rsidP="00764484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2D127E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6FB8D800" w14:textId="77777777" w:rsidR="00764484" w:rsidRPr="002D127E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2E3BD1" w14:paraId="6746671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FE68893" w14:textId="77777777" w:rsidR="00764484" w:rsidRPr="002D127E" w:rsidRDefault="00764484" w:rsidP="00764484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Podpora výrobce na </w:t>
            </w:r>
            <w:r w:rsidRPr="002D127E">
              <w:rPr>
                <w:rFonts w:cstheme="minorHAnsi"/>
                <w:b/>
                <w:bCs/>
                <w:sz w:val="18"/>
              </w:rPr>
              <w:t>5 let</w:t>
            </w:r>
            <w:r w:rsidRPr="002D127E">
              <w:rPr>
                <w:rFonts w:cstheme="minorHAnsi"/>
                <w:sz w:val="18"/>
              </w:rPr>
              <w:t xml:space="preserve"> v rozsahu „</w:t>
            </w:r>
            <w:r w:rsidRPr="002D127E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2D127E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2D127E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3A12334A" w14:textId="77777777" w:rsidR="00764484" w:rsidRPr="002D127E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D730ED" w14:paraId="65638D3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2EDA298" w14:textId="77777777" w:rsidR="00764484" w:rsidRPr="002D127E" w:rsidRDefault="00764484" w:rsidP="00764484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U všech disků</w:t>
            </w:r>
            <w:r>
              <w:rPr>
                <w:rFonts w:cstheme="minorHAnsi"/>
                <w:sz w:val="18"/>
              </w:rPr>
              <w:t xml:space="preserve">, SSD, </w:t>
            </w:r>
            <w:proofErr w:type="spellStart"/>
            <w:r>
              <w:rPr>
                <w:rFonts w:cstheme="minorHAnsi"/>
                <w:sz w:val="18"/>
              </w:rPr>
              <w:t>NVMe</w:t>
            </w:r>
            <w:proofErr w:type="spellEnd"/>
            <w:r>
              <w:rPr>
                <w:rFonts w:cstheme="minorHAnsi"/>
                <w:sz w:val="18"/>
              </w:rPr>
              <w:t xml:space="preserve"> a médií</w:t>
            </w:r>
            <w:r w:rsidRPr="002D127E">
              <w:rPr>
                <w:rFonts w:cstheme="minorHAnsi"/>
                <w:sz w:val="18"/>
              </w:rPr>
              <w:t xml:space="preserve"> je požadováno ponechání disku Kupujícímu při jeho poruše a</w:t>
            </w:r>
            <w:r>
              <w:rPr>
                <w:rFonts w:cstheme="minorHAnsi"/>
                <w:sz w:val="18"/>
              </w:rPr>
              <w:t>/nebo</w:t>
            </w:r>
            <w:r w:rsidRPr="002D127E">
              <w:rPr>
                <w:rFonts w:cstheme="minorHAnsi"/>
                <w:sz w:val="18"/>
              </w:rPr>
              <w:t xml:space="preserve"> reklamaci</w:t>
            </w:r>
          </w:p>
        </w:tc>
        <w:tc>
          <w:tcPr>
            <w:tcW w:w="3288" w:type="dxa"/>
          </w:tcPr>
          <w:p w14:paraId="41834E67" w14:textId="77777777" w:rsidR="00764484" w:rsidRPr="002D127E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D730ED" w14:paraId="14F93A6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72CB7D1" w14:textId="77777777" w:rsidR="00764484" w:rsidRPr="00A05703" w:rsidRDefault="00764484" w:rsidP="00764484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 xml:space="preserve">Vzdálená správa HW serveru </w:t>
            </w:r>
          </w:p>
          <w:p w14:paraId="4994A20B" w14:textId="77777777" w:rsidR="00764484" w:rsidRPr="00A05703" w:rsidRDefault="00764484" w:rsidP="0076448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Vzdálená správa s dedikovaným vlastním portem 1G</w:t>
            </w:r>
            <w:r>
              <w:rPr>
                <w:rFonts w:cstheme="minorHAnsi"/>
                <w:sz w:val="18"/>
              </w:rPr>
              <w:t>bE</w:t>
            </w:r>
            <w:r w:rsidRPr="00A05703">
              <w:rPr>
                <w:rFonts w:cstheme="minorHAnsi"/>
                <w:sz w:val="18"/>
              </w:rPr>
              <w:t xml:space="preserve"> a možností převzít plně vzdálené ovládání serveru.</w:t>
            </w:r>
          </w:p>
          <w:p w14:paraId="66196705" w14:textId="77777777" w:rsidR="00764484" w:rsidRPr="00A05703" w:rsidRDefault="00764484" w:rsidP="0076448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Možnost přesměrování management portu pomocí NSCI na jinou síťovou kartu.</w:t>
            </w:r>
          </w:p>
          <w:p w14:paraId="779221A6" w14:textId="77777777" w:rsidR="00764484" w:rsidRPr="00A05703" w:rsidRDefault="00764484" w:rsidP="0076448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 xml:space="preserve">Možnost vzdáleného </w:t>
            </w:r>
            <w:proofErr w:type="spellStart"/>
            <w:r w:rsidRPr="00A05703">
              <w:rPr>
                <w:rFonts w:cstheme="minorHAnsi"/>
                <w:sz w:val="18"/>
              </w:rPr>
              <w:t>mountování</w:t>
            </w:r>
            <w:proofErr w:type="spellEnd"/>
            <w:r w:rsidRPr="00A05703">
              <w:rPr>
                <w:rFonts w:cstheme="minorHAnsi"/>
                <w:sz w:val="18"/>
              </w:rPr>
              <w:t xml:space="preserve"> ISO image.</w:t>
            </w:r>
          </w:p>
          <w:p w14:paraId="3C21E0A8" w14:textId="77777777" w:rsidR="00764484" w:rsidRPr="00A05703" w:rsidRDefault="00764484" w:rsidP="0076448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Možnost sdílet jednu virtuální konzoli až šesti uživateli.</w:t>
            </w:r>
          </w:p>
          <w:p w14:paraId="7AB4508A" w14:textId="77777777" w:rsidR="00764484" w:rsidRPr="00A05703" w:rsidRDefault="00764484" w:rsidP="0076448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Podpora standartních Webových prohlížečů</w:t>
            </w:r>
            <w:r>
              <w:rPr>
                <w:rFonts w:cstheme="minorHAnsi"/>
                <w:sz w:val="18"/>
              </w:rPr>
              <w:t xml:space="preserve"> (Google Chrome, MS </w:t>
            </w:r>
            <w:proofErr w:type="spellStart"/>
            <w:r>
              <w:rPr>
                <w:rFonts w:cstheme="minorHAnsi"/>
                <w:sz w:val="18"/>
              </w:rPr>
              <w:t>Edge</w:t>
            </w:r>
            <w:proofErr w:type="spellEnd"/>
            <w:r>
              <w:rPr>
                <w:rFonts w:cstheme="minorHAnsi"/>
                <w:sz w:val="18"/>
              </w:rPr>
              <w:t>, Mozilla Firefox)</w:t>
            </w:r>
            <w:r w:rsidRPr="00A05703">
              <w:rPr>
                <w:rFonts w:cstheme="minorHAnsi"/>
                <w:sz w:val="18"/>
              </w:rPr>
              <w:t xml:space="preserve"> a</w:t>
            </w:r>
            <w:r>
              <w:rPr>
                <w:rFonts w:cstheme="minorHAnsi"/>
                <w:sz w:val="18"/>
              </w:rPr>
              <w:t> </w:t>
            </w:r>
            <w:r w:rsidRPr="00A05703">
              <w:rPr>
                <w:rFonts w:cstheme="minorHAnsi"/>
                <w:sz w:val="18"/>
              </w:rPr>
              <w:t>HTML5.</w:t>
            </w:r>
          </w:p>
          <w:p w14:paraId="7282B138" w14:textId="77777777" w:rsidR="00764484" w:rsidRPr="00A05703" w:rsidRDefault="00764484" w:rsidP="0076448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 xml:space="preserve">Inventarizace a možnost sledování stavu jednotlivých komponent včetně úrovní </w:t>
            </w:r>
            <w:r>
              <w:rPr>
                <w:rFonts w:cstheme="minorHAnsi"/>
                <w:sz w:val="18"/>
              </w:rPr>
              <w:t>firmware</w:t>
            </w:r>
            <w:r w:rsidRPr="00A05703">
              <w:rPr>
                <w:rFonts w:cstheme="minorHAnsi"/>
                <w:sz w:val="18"/>
              </w:rPr>
              <w:t>.</w:t>
            </w:r>
          </w:p>
          <w:p w14:paraId="1AD5B18C" w14:textId="77777777" w:rsidR="00764484" w:rsidRPr="00A05703" w:rsidRDefault="00764484" w:rsidP="0076448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 xml:space="preserve">Real </w:t>
            </w:r>
            <w:proofErr w:type="spellStart"/>
            <w:r w:rsidRPr="00A05703">
              <w:rPr>
                <w:rFonts w:cstheme="minorHAnsi"/>
                <w:sz w:val="18"/>
              </w:rPr>
              <w:t>time</w:t>
            </w:r>
            <w:proofErr w:type="spellEnd"/>
            <w:r w:rsidRPr="00A05703">
              <w:rPr>
                <w:rFonts w:cstheme="minorHAnsi"/>
                <w:sz w:val="18"/>
              </w:rPr>
              <w:t xml:space="preserve"> sledování vytíženosti CPU, paměti a</w:t>
            </w:r>
            <w:r>
              <w:rPr>
                <w:rFonts w:cstheme="minorHAnsi"/>
                <w:sz w:val="18"/>
              </w:rPr>
              <w:t> </w:t>
            </w:r>
            <w:r w:rsidRPr="00A05703">
              <w:rPr>
                <w:rFonts w:cstheme="minorHAnsi"/>
                <w:sz w:val="18"/>
              </w:rPr>
              <w:t>spotřeby</w:t>
            </w:r>
            <w:r>
              <w:rPr>
                <w:rFonts w:cstheme="minorHAnsi"/>
                <w:sz w:val="18"/>
              </w:rPr>
              <w:t xml:space="preserve"> elektrické energie</w:t>
            </w:r>
            <w:r w:rsidRPr="00A05703">
              <w:rPr>
                <w:rFonts w:cstheme="minorHAnsi"/>
                <w:sz w:val="18"/>
              </w:rPr>
              <w:t xml:space="preserve">, možnost </w:t>
            </w:r>
            <w:proofErr w:type="spellStart"/>
            <w:r w:rsidRPr="00A05703">
              <w:rPr>
                <w:rFonts w:cstheme="minorHAnsi"/>
                <w:sz w:val="18"/>
              </w:rPr>
              <w:t>Power</w:t>
            </w:r>
            <w:proofErr w:type="spellEnd"/>
            <w:r w:rsidRPr="00A05703">
              <w:rPr>
                <w:rFonts w:cstheme="minorHAnsi"/>
                <w:sz w:val="18"/>
              </w:rPr>
              <w:t xml:space="preserve"> </w:t>
            </w:r>
            <w:proofErr w:type="spellStart"/>
            <w:r w:rsidRPr="00A05703">
              <w:rPr>
                <w:rFonts w:cstheme="minorHAnsi"/>
                <w:sz w:val="18"/>
              </w:rPr>
              <w:t>cappingu</w:t>
            </w:r>
            <w:proofErr w:type="spellEnd"/>
            <w:r w:rsidRPr="00A05703">
              <w:rPr>
                <w:rFonts w:cstheme="minorHAnsi"/>
                <w:sz w:val="18"/>
              </w:rPr>
              <w:t>.</w:t>
            </w:r>
          </w:p>
          <w:p w14:paraId="1309199C" w14:textId="77777777" w:rsidR="00764484" w:rsidRPr="00A05703" w:rsidRDefault="00764484" w:rsidP="0076448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Možnost asistované instalace OS bez dalších nástrojů, médií, ISO apod.</w:t>
            </w:r>
          </w:p>
          <w:p w14:paraId="5F282FAA" w14:textId="77777777" w:rsidR="00764484" w:rsidRPr="00A05703" w:rsidRDefault="00764484" w:rsidP="0076448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Podpora REDFISH a RESTAPI skriptů.</w:t>
            </w:r>
          </w:p>
          <w:p w14:paraId="23B97D3A" w14:textId="77777777" w:rsidR="00764484" w:rsidRDefault="00764484" w:rsidP="0076448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Nejvyšší licence pro správu serveru bez jakéhokoli omezení.</w:t>
            </w:r>
          </w:p>
          <w:p w14:paraId="1E05E633" w14:textId="77777777" w:rsidR="00764484" w:rsidRDefault="00764484" w:rsidP="0076448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972D04">
              <w:rPr>
                <w:rFonts w:cstheme="minorHAnsi"/>
                <w:sz w:val="18"/>
              </w:rPr>
              <w:t>Všechny licence potřebné k provozu managementu a HW, (management, mapování ISO, KVM přístup).</w:t>
            </w:r>
          </w:p>
          <w:p w14:paraId="635CFAFB" w14:textId="77777777" w:rsidR="00764484" w:rsidRDefault="00764484" w:rsidP="0076448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Integrace s centrální vzdálenou správou serverového HW </w:t>
            </w:r>
            <w:r w:rsidRPr="00F42FFE">
              <w:rPr>
                <w:rFonts w:cstheme="minorHAnsi"/>
                <w:sz w:val="18"/>
              </w:rPr>
              <w:t>bez použití jakéhokoli dalšího HW či SW třetích stran</w:t>
            </w:r>
          </w:p>
          <w:p w14:paraId="4AFA5B4F" w14:textId="77777777" w:rsidR="00764484" w:rsidRDefault="00764484" w:rsidP="0076448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Podpora </w:t>
            </w:r>
            <w:r w:rsidRPr="00C507ED">
              <w:rPr>
                <w:rFonts w:cstheme="minorHAnsi"/>
                <w:sz w:val="18"/>
              </w:rPr>
              <w:t>protokolů SNMP 2c a IPMI</w:t>
            </w:r>
          </w:p>
          <w:p w14:paraId="011561D4" w14:textId="50BAC5EF" w:rsidR="005A180F" w:rsidRPr="00972D04" w:rsidRDefault="005A180F" w:rsidP="0076448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5A180F">
              <w:rPr>
                <w:rFonts w:cstheme="minorHAnsi"/>
                <w:sz w:val="18"/>
              </w:rPr>
              <w:t xml:space="preserve">Podpora protokolu </w:t>
            </w:r>
            <w:proofErr w:type="spellStart"/>
            <w:r w:rsidRPr="005A180F">
              <w:rPr>
                <w:rFonts w:cstheme="minorHAnsi"/>
                <w:sz w:val="18"/>
              </w:rPr>
              <w:t>Syslog</w:t>
            </w:r>
            <w:proofErr w:type="spellEnd"/>
            <w:r w:rsidRPr="005A180F">
              <w:rPr>
                <w:rFonts w:cstheme="minorHAnsi"/>
                <w:sz w:val="18"/>
              </w:rPr>
              <w:t xml:space="preserve"> a předávání logů na vzdálený systém</w:t>
            </w:r>
          </w:p>
        </w:tc>
        <w:tc>
          <w:tcPr>
            <w:tcW w:w="3288" w:type="dxa"/>
          </w:tcPr>
          <w:p w14:paraId="2C56B20C" w14:textId="77777777" w:rsidR="00764484" w:rsidRPr="00927BA6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D730ED" w14:paraId="7CB2B07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8421756" w14:textId="77777777" w:rsidR="00764484" w:rsidRPr="00C06A42" w:rsidRDefault="00764484" w:rsidP="00764484">
            <w:pPr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 xml:space="preserve">Hromadná správa </w:t>
            </w:r>
          </w:p>
          <w:p w14:paraId="5A8609E2" w14:textId="77777777" w:rsidR="00764484" w:rsidRPr="00C06A42" w:rsidRDefault="00764484" w:rsidP="0076448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 xml:space="preserve">Časově neomezená licence na hromadnou správu serverů, inventarizace a </w:t>
            </w:r>
            <w:proofErr w:type="spellStart"/>
            <w:r w:rsidRPr="00C06A42">
              <w:rPr>
                <w:rFonts w:cstheme="minorHAnsi"/>
                <w:sz w:val="18"/>
              </w:rPr>
              <w:t>alerting</w:t>
            </w:r>
            <w:proofErr w:type="spellEnd"/>
            <w:r w:rsidRPr="00C06A42">
              <w:rPr>
                <w:rFonts w:cstheme="minorHAnsi"/>
                <w:sz w:val="18"/>
              </w:rPr>
              <w:t>.</w:t>
            </w:r>
          </w:p>
          <w:p w14:paraId="6335F7C5" w14:textId="77777777" w:rsidR="00764484" w:rsidRPr="00C06A42" w:rsidRDefault="00764484" w:rsidP="0076448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>Možnost hromadného sledováni a upgrade úrovní FW jednotlivých komponent serverů.</w:t>
            </w:r>
          </w:p>
          <w:p w14:paraId="286F2426" w14:textId="77777777" w:rsidR="00764484" w:rsidRPr="00C06A42" w:rsidRDefault="00764484" w:rsidP="0076448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 xml:space="preserve">Call </w:t>
            </w:r>
            <w:proofErr w:type="spellStart"/>
            <w:r w:rsidRPr="00C06A42">
              <w:rPr>
                <w:rFonts w:cstheme="minorHAnsi"/>
                <w:sz w:val="18"/>
              </w:rPr>
              <w:t>Home</w:t>
            </w:r>
            <w:proofErr w:type="spellEnd"/>
            <w:r w:rsidRPr="00C06A42">
              <w:rPr>
                <w:rFonts w:cstheme="minorHAnsi"/>
                <w:sz w:val="18"/>
              </w:rPr>
              <w:t xml:space="preserve"> funkce.</w:t>
            </w:r>
          </w:p>
          <w:p w14:paraId="4ACA88A4" w14:textId="77777777" w:rsidR="00764484" w:rsidRPr="00C06A42" w:rsidRDefault="00764484" w:rsidP="0076448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>Přístup přes mobilní aplikaci.</w:t>
            </w:r>
          </w:p>
          <w:p w14:paraId="56E8D651" w14:textId="77777777" w:rsidR="00764484" w:rsidRPr="00C06A42" w:rsidRDefault="00764484" w:rsidP="0076448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>Splňující standardy NIST 800-131A a</w:t>
            </w:r>
            <w:r>
              <w:rPr>
                <w:rFonts w:cstheme="minorHAnsi"/>
                <w:sz w:val="18"/>
              </w:rPr>
              <w:t> </w:t>
            </w:r>
            <w:r w:rsidRPr="00C06A42">
              <w:rPr>
                <w:rFonts w:cstheme="minorHAnsi"/>
                <w:sz w:val="18"/>
              </w:rPr>
              <w:t>FIPS</w:t>
            </w:r>
            <w:r>
              <w:rPr>
                <w:rFonts w:cstheme="minorHAnsi"/>
                <w:sz w:val="18"/>
              </w:rPr>
              <w:t> </w:t>
            </w:r>
            <w:r w:rsidRPr="00C06A42">
              <w:rPr>
                <w:rFonts w:cstheme="minorHAnsi"/>
                <w:sz w:val="18"/>
              </w:rPr>
              <w:t>140</w:t>
            </w:r>
            <w:r>
              <w:rPr>
                <w:rFonts w:cstheme="minorHAnsi"/>
                <w:sz w:val="18"/>
              </w:rPr>
              <w:noBreakHyphen/>
            </w:r>
            <w:r w:rsidRPr="00C06A42">
              <w:rPr>
                <w:rFonts w:cstheme="minorHAnsi"/>
                <w:sz w:val="18"/>
              </w:rPr>
              <w:t>2.</w:t>
            </w:r>
          </w:p>
          <w:p w14:paraId="3D72B9FE" w14:textId="77777777" w:rsidR="00764484" w:rsidRDefault="00764484" w:rsidP="0076448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>Plug-in do management nodů virtualizačních hypervizorů.</w:t>
            </w:r>
          </w:p>
          <w:p w14:paraId="75561392" w14:textId="77777777" w:rsidR="00764484" w:rsidRPr="00C06A42" w:rsidRDefault="00764484" w:rsidP="0076448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 xml:space="preserve">Podpora REST-API a </w:t>
            </w:r>
            <w:proofErr w:type="spellStart"/>
            <w:r w:rsidRPr="00C06A42">
              <w:rPr>
                <w:rFonts w:cstheme="minorHAnsi"/>
                <w:sz w:val="18"/>
              </w:rPr>
              <w:t>Redfish</w:t>
            </w:r>
            <w:proofErr w:type="spellEnd"/>
            <w:r w:rsidRPr="00C06A42">
              <w:rPr>
                <w:rFonts w:cstheme="minorHAnsi"/>
                <w:sz w:val="18"/>
              </w:rPr>
              <w:t xml:space="preserve"> standardů.</w:t>
            </w:r>
          </w:p>
        </w:tc>
        <w:tc>
          <w:tcPr>
            <w:tcW w:w="3288" w:type="dxa"/>
          </w:tcPr>
          <w:p w14:paraId="0239C121" w14:textId="77777777" w:rsidR="00764484" w:rsidRPr="00927BA6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D730ED" w14:paraId="46D641E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E293FF1" w14:textId="77777777" w:rsidR="00764484" w:rsidRDefault="00764484" w:rsidP="00764484">
            <w:pPr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lastRenderedPageBreak/>
              <w:t>Napojení na systém centralizované vzdálené správy a</w:t>
            </w:r>
            <w:r>
              <w:rPr>
                <w:rFonts w:cstheme="minorHAnsi"/>
                <w:sz w:val="18"/>
              </w:rPr>
              <w:t> </w:t>
            </w:r>
            <w:r w:rsidRPr="009C394F">
              <w:rPr>
                <w:rFonts w:cstheme="minorHAnsi"/>
                <w:sz w:val="18"/>
              </w:rPr>
              <w:t>dohledu</w:t>
            </w:r>
            <w:r w:rsidRPr="008B75F1">
              <w:rPr>
                <w:rFonts w:cstheme="minorHAnsi"/>
                <w:i/>
                <w:iCs/>
                <w:sz w:val="18"/>
              </w:rPr>
              <w:t xml:space="preserve"> (Zadavatel provozuje centralizovanou vzdálenou správy na technologiích </w:t>
            </w:r>
            <w:r w:rsidRPr="008B75F1">
              <w:rPr>
                <w:rFonts w:cstheme="minorHAnsi"/>
                <w:b/>
                <w:bCs/>
                <w:i/>
                <w:iCs/>
                <w:sz w:val="18"/>
              </w:rPr>
              <w:t xml:space="preserve">Dell </w:t>
            </w:r>
            <w:proofErr w:type="spellStart"/>
            <w:r w:rsidRPr="008B75F1">
              <w:rPr>
                <w:rFonts w:cstheme="minorHAnsi"/>
                <w:b/>
                <w:bCs/>
                <w:i/>
                <w:iCs/>
                <w:sz w:val="18"/>
              </w:rPr>
              <w:t>OpenManage</w:t>
            </w:r>
            <w:proofErr w:type="spellEnd"/>
            <w:r w:rsidRPr="008B75F1">
              <w:rPr>
                <w:rFonts w:cstheme="minorHAnsi"/>
                <w:i/>
                <w:iCs/>
                <w:sz w:val="18"/>
              </w:rPr>
              <w:t xml:space="preserve"> a </w:t>
            </w:r>
            <w:r w:rsidRPr="008B75F1">
              <w:rPr>
                <w:rFonts w:cstheme="minorHAnsi"/>
                <w:b/>
                <w:bCs/>
                <w:i/>
                <w:iCs/>
                <w:sz w:val="18"/>
              </w:rPr>
              <w:t xml:space="preserve">Lenovo </w:t>
            </w:r>
            <w:proofErr w:type="spellStart"/>
            <w:r w:rsidRPr="008B75F1">
              <w:rPr>
                <w:rFonts w:cstheme="minorHAnsi"/>
                <w:b/>
                <w:bCs/>
                <w:i/>
                <w:iCs/>
                <w:sz w:val="18"/>
              </w:rPr>
              <w:t>xClarity</w:t>
            </w:r>
            <w:proofErr w:type="spellEnd"/>
            <w:r w:rsidRPr="008B75F1">
              <w:rPr>
                <w:rFonts w:cstheme="minorHAnsi"/>
                <w:i/>
                <w:iCs/>
                <w:sz w:val="18"/>
              </w:rPr>
              <w:t>)</w:t>
            </w:r>
            <w:r>
              <w:rPr>
                <w:rFonts w:cstheme="minorHAnsi"/>
                <w:sz w:val="18"/>
              </w:rPr>
              <w:t>:</w:t>
            </w:r>
          </w:p>
          <w:p w14:paraId="3F86E8A0" w14:textId="77777777" w:rsidR="00764484" w:rsidRDefault="00764484" w:rsidP="0076448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Napojení na již provozované řešení centralizované vzdálené správy</w:t>
            </w:r>
            <w:r w:rsidRPr="00D75FF1">
              <w:rPr>
                <w:rFonts w:cstheme="minorHAnsi"/>
                <w:sz w:val="18"/>
              </w:rPr>
              <w:t xml:space="preserve"> bez nutnosti pořizovat, instalovat či provozovat jakýkoliv další software, </w:t>
            </w:r>
            <w:r>
              <w:rPr>
                <w:rFonts w:cstheme="minorHAnsi"/>
                <w:sz w:val="18"/>
              </w:rPr>
              <w:t>hardware</w:t>
            </w:r>
            <w:r w:rsidRPr="00D75FF1">
              <w:rPr>
                <w:rFonts w:cstheme="minorHAnsi"/>
                <w:sz w:val="18"/>
              </w:rPr>
              <w:t xml:space="preserve"> nebo </w:t>
            </w:r>
            <w:proofErr w:type="spellStart"/>
            <w:r w:rsidRPr="00D75FF1">
              <w:rPr>
                <w:rFonts w:cstheme="minorHAnsi"/>
                <w:sz w:val="18"/>
              </w:rPr>
              <w:t>appliance</w:t>
            </w:r>
            <w:proofErr w:type="spellEnd"/>
            <w:r>
              <w:rPr>
                <w:rFonts w:cstheme="minorHAnsi"/>
                <w:sz w:val="18"/>
              </w:rPr>
              <w:t xml:space="preserve"> třetích stran</w:t>
            </w:r>
            <w:r w:rsidRPr="00D75FF1">
              <w:rPr>
                <w:rFonts w:cstheme="minorHAnsi"/>
                <w:sz w:val="18"/>
              </w:rPr>
              <w:t>.</w:t>
            </w:r>
          </w:p>
          <w:p w14:paraId="35972781" w14:textId="77777777" w:rsidR="00764484" w:rsidRPr="009C394F" w:rsidRDefault="00764484" w:rsidP="0076448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Přehled modelů a sériových čísel</w:t>
            </w:r>
          </w:p>
          <w:p w14:paraId="02D3507D" w14:textId="77777777" w:rsidR="00764484" w:rsidRPr="009C394F" w:rsidRDefault="00764484" w:rsidP="0076448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Přehled platnosti servisních kontraktů</w:t>
            </w:r>
          </w:p>
          <w:p w14:paraId="7FC38FF7" w14:textId="77777777" w:rsidR="00764484" w:rsidRPr="009C394F" w:rsidRDefault="00764484" w:rsidP="0076448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Inventarizace konfigurace</w:t>
            </w:r>
          </w:p>
          <w:p w14:paraId="0C76FEA8" w14:textId="77777777" w:rsidR="00764484" w:rsidRPr="009C394F" w:rsidRDefault="00764484" w:rsidP="0076448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 xml:space="preserve">Přehled verzí firmware a </w:t>
            </w:r>
            <w:proofErr w:type="spellStart"/>
            <w:r w:rsidRPr="009C394F">
              <w:rPr>
                <w:rFonts w:cstheme="minorHAnsi"/>
                <w:sz w:val="18"/>
              </w:rPr>
              <w:t>BIOSu</w:t>
            </w:r>
            <w:proofErr w:type="spellEnd"/>
            <w:r w:rsidRPr="009C394F">
              <w:rPr>
                <w:rFonts w:cstheme="minorHAnsi"/>
                <w:sz w:val="18"/>
              </w:rPr>
              <w:t xml:space="preserve"> jednotlivých komponent</w:t>
            </w:r>
          </w:p>
          <w:p w14:paraId="4C142A41" w14:textId="77777777" w:rsidR="00764484" w:rsidRPr="009C394F" w:rsidRDefault="00764484" w:rsidP="0076448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 xml:space="preserve">Kontrola verzí </w:t>
            </w:r>
            <w:r>
              <w:rPr>
                <w:rFonts w:cstheme="minorHAnsi"/>
                <w:sz w:val="18"/>
              </w:rPr>
              <w:t xml:space="preserve">firmware </w:t>
            </w:r>
            <w:r w:rsidRPr="009C394F">
              <w:rPr>
                <w:rFonts w:cstheme="minorHAnsi"/>
                <w:sz w:val="18"/>
              </w:rPr>
              <w:t xml:space="preserve">a </w:t>
            </w:r>
            <w:proofErr w:type="spellStart"/>
            <w:r w:rsidRPr="009C394F">
              <w:rPr>
                <w:rFonts w:cstheme="minorHAnsi"/>
                <w:sz w:val="18"/>
              </w:rPr>
              <w:t>BIOSu</w:t>
            </w:r>
            <w:proofErr w:type="spellEnd"/>
            <w:r w:rsidRPr="009C394F">
              <w:rPr>
                <w:rFonts w:cstheme="minorHAnsi"/>
                <w:sz w:val="18"/>
              </w:rPr>
              <w:t xml:space="preserve"> oproti definovaným politikám</w:t>
            </w:r>
          </w:p>
          <w:p w14:paraId="3CA5D46F" w14:textId="77777777" w:rsidR="00764484" w:rsidRPr="009C394F" w:rsidRDefault="00764484" w:rsidP="0076448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Monitoring zatížení CPU a RAM</w:t>
            </w:r>
          </w:p>
          <w:p w14:paraId="40D3717A" w14:textId="77777777" w:rsidR="00764484" w:rsidRPr="009C394F" w:rsidRDefault="00764484" w:rsidP="0076448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Monitoring spotřeby elektrické energie</w:t>
            </w:r>
          </w:p>
          <w:p w14:paraId="0AB53648" w14:textId="77777777" w:rsidR="00764484" w:rsidRPr="009C394F" w:rsidRDefault="00764484" w:rsidP="0076448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Centrální řízení spotřeby elektrické energie</w:t>
            </w:r>
          </w:p>
          <w:p w14:paraId="64F01D47" w14:textId="77777777" w:rsidR="00764484" w:rsidRPr="009C394F" w:rsidRDefault="00764484" w:rsidP="0076448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 xml:space="preserve">Centrální provádění updatů </w:t>
            </w:r>
            <w:r>
              <w:rPr>
                <w:rFonts w:cstheme="minorHAnsi"/>
                <w:sz w:val="18"/>
              </w:rPr>
              <w:t xml:space="preserve">firmware </w:t>
            </w:r>
            <w:r w:rsidRPr="009C394F">
              <w:rPr>
                <w:rFonts w:cstheme="minorHAnsi"/>
                <w:sz w:val="18"/>
              </w:rPr>
              <w:t xml:space="preserve">a </w:t>
            </w:r>
            <w:proofErr w:type="spellStart"/>
            <w:r w:rsidRPr="009C394F">
              <w:rPr>
                <w:rFonts w:cstheme="minorHAnsi"/>
                <w:sz w:val="18"/>
              </w:rPr>
              <w:t>BIOSu</w:t>
            </w:r>
            <w:proofErr w:type="spellEnd"/>
          </w:p>
          <w:p w14:paraId="6AA024AD" w14:textId="77777777" w:rsidR="00764484" w:rsidRPr="009C394F" w:rsidRDefault="00764484" w:rsidP="0076448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Dálkové zapnutí/vypnutí jednotlivého serveru</w:t>
            </w:r>
          </w:p>
          <w:p w14:paraId="1CABF2AB" w14:textId="77777777" w:rsidR="00764484" w:rsidRPr="009C394F" w:rsidRDefault="00764484" w:rsidP="0076448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Dálkový přístup do konzole jednotlivého serveru (</w:t>
            </w:r>
            <w:proofErr w:type="spellStart"/>
            <w:r w:rsidRPr="009C394F">
              <w:rPr>
                <w:rFonts w:cstheme="minorHAnsi"/>
                <w:sz w:val="18"/>
              </w:rPr>
              <w:t>remote</w:t>
            </w:r>
            <w:proofErr w:type="spellEnd"/>
            <w:r w:rsidRPr="009C394F">
              <w:rPr>
                <w:rFonts w:cstheme="minorHAnsi"/>
                <w:sz w:val="18"/>
              </w:rPr>
              <w:t xml:space="preserve"> KVM)</w:t>
            </w:r>
          </w:p>
          <w:p w14:paraId="0B893A3B" w14:textId="77777777" w:rsidR="00764484" w:rsidRPr="00FA52B8" w:rsidRDefault="00764484" w:rsidP="0076448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Re-instalace OS pomocí dálkově připojené optické mechaniky</w:t>
            </w:r>
            <w:r>
              <w:rPr>
                <w:rFonts w:cstheme="minorHAnsi"/>
                <w:sz w:val="18"/>
              </w:rPr>
              <w:t xml:space="preserve"> či disku</w:t>
            </w:r>
            <w:r w:rsidRPr="009C394F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>s</w:t>
            </w:r>
            <w:r w:rsidRPr="009C394F">
              <w:rPr>
                <w:rFonts w:cstheme="minorHAnsi"/>
                <w:sz w:val="18"/>
              </w:rPr>
              <w:t xml:space="preserve"> ISO soubor</w:t>
            </w:r>
            <w:r>
              <w:rPr>
                <w:rFonts w:cstheme="minorHAnsi"/>
                <w:sz w:val="18"/>
              </w:rPr>
              <w:t>em</w:t>
            </w:r>
            <w:r w:rsidRPr="009C394F">
              <w:rPr>
                <w:rFonts w:cstheme="minorHAnsi"/>
                <w:sz w:val="18"/>
              </w:rPr>
              <w:t>.</w:t>
            </w:r>
          </w:p>
        </w:tc>
        <w:tc>
          <w:tcPr>
            <w:tcW w:w="3288" w:type="dxa"/>
          </w:tcPr>
          <w:p w14:paraId="2A8B8E13" w14:textId="77777777" w:rsidR="00764484" w:rsidRPr="00927BA6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CC018F" w14:paraId="51AA94D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4ABDE77" w14:textId="77777777" w:rsidR="00764484" w:rsidRPr="009777EF" w:rsidRDefault="00764484" w:rsidP="00764484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9777EF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70824C00" w14:textId="77777777" w:rsidR="00764484" w:rsidRPr="00927BA6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CC018F" w14:paraId="12769EA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81D9550" w14:textId="77777777" w:rsidR="00764484" w:rsidRPr="002D127E" w:rsidRDefault="00764484" w:rsidP="00764484">
            <w:pPr>
              <w:rPr>
                <w:sz w:val="18"/>
                <w:lang w:eastAsia="cs-CZ"/>
              </w:rPr>
            </w:pPr>
            <w:r w:rsidRPr="002D127E">
              <w:rPr>
                <w:sz w:val="18"/>
                <w:lang w:eastAsia="cs-CZ"/>
              </w:rPr>
              <w:t>Síťové optické moduly pro každý optický port (</w:t>
            </w:r>
            <w:r w:rsidRPr="002D127E">
              <w:rPr>
                <w:b/>
                <w:bCs/>
                <w:sz w:val="18"/>
                <w:lang w:eastAsia="cs-CZ"/>
              </w:rPr>
              <w:t>SFP</w:t>
            </w:r>
            <w:r>
              <w:rPr>
                <w:b/>
                <w:bCs/>
                <w:sz w:val="18"/>
                <w:lang w:eastAsia="cs-CZ"/>
              </w:rPr>
              <w:t xml:space="preserve"> LAN</w:t>
            </w:r>
            <w:r w:rsidRPr="002D127E">
              <w:rPr>
                <w:sz w:val="18"/>
                <w:lang w:eastAsia="cs-CZ"/>
              </w:rPr>
              <w:t>), plně kompatibilní s dodávaným serverem v provedení „</w:t>
            </w:r>
            <w:r w:rsidRPr="00E31E6A">
              <w:rPr>
                <w:b/>
                <w:bCs/>
                <w:sz w:val="18"/>
                <w:lang w:eastAsia="cs-CZ"/>
              </w:rPr>
              <w:t>10/25Gbps</w:t>
            </w:r>
            <w:r>
              <w:rPr>
                <w:sz w:val="18"/>
                <w:lang w:eastAsia="cs-CZ"/>
              </w:rPr>
              <w:t xml:space="preserve"> nebo </w:t>
            </w:r>
            <w:r w:rsidRPr="00E31E6A">
              <w:rPr>
                <w:b/>
                <w:bCs/>
                <w:sz w:val="18"/>
                <w:lang w:eastAsia="cs-CZ"/>
              </w:rPr>
              <w:t>25Gbps</w:t>
            </w:r>
            <w:r>
              <w:rPr>
                <w:sz w:val="18"/>
                <w:lang w:eastAsia="cs-CZ"/>
              </w:rPr>
              <w:t xml:space="preserve">, </w:t>
            </w:r>
            <w:proofErr w:type="spellStart"/>
            <w:r w:rsidRPr="002D127E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2D127E">
              <w:rPr>
                <w:b/>
                <w:bCs/>
                <w:sz w:val="18"/>
                <w:lang w:eastAsia="cs-CZ"/>
              </w:rPr>
              <w:t xml:space="preserve">, LC, </w:t>
            </w:r>
            <w:proofErr w:type="spellStart"/>
            <w:r w:rsidRPr="002D127E">
              <w:rPr>
                <w:b/>
                <w:bCs/>
                <w:sz w:val="18"/>
                <w:lang w:eastAsia="cs-CZ"/>
              </w:rPr>
              <w:t>Short</w:t>
            </w:r>
            <w:proofErr w:type="spellEnd"/>
            <w:r w:rsidRPr="002D127E">
              <w:rPr>
                <w:b/>
                <w:bCs/>
                <w:sz w:val="18"/>
                <w:lang w:eastAsia="cs-CZ"/>
              </w:rPr>
              <w:t xml:space="preserve"> </w:t>
            </w:r>
            <w:proofErr w:type="spellStart"/>
            <w:r w:rsidRPr="002D127E">
              <w:rPr>
                <w:b/>
                <w:bCs/>
                <w:sz w:val="18"/>
                <w:lang w:eastAsia="cs-CZ"/>
              </w:rPr>
              <w:t>Range</w:t>
            </w:r>
            <w:proofErr w:type="spellEnd"/>
            <w:r w:rsidRPr="002D127E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41F5EC4A" w14:textId="77777777" w:rsidR="00764484" w:rsidRPr="00927BA6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6BB09F31" w14:textId="77777777" w:rsidR="00985A37" w:rsidRDefault="00985A37" w:rsidP="00985A37">
      <w:pPr>
        <w:spacing w:after="160" w:line="259" w:lineRule="auto"/>
      </w:pPr>
    </w:p>
    <w:p w14:paraId="71D7FBAE" w14:textId="4930F171" w:rsidR="00985A37" w:rsidRDefault="00985A37" w:rsidP="00985A37">
      <w:pPr>
        <w:spacing w:after="160" w:line="259" w:lineRule="auto"/>
      </w:pPr>
      <w:r>
        <w:t xml:space="preserve">Pro </w:t>
      </w:r>
      <w:r>
        <w:rPr>
          <w:b/>
          <w:bCs/>
        </w:rPr>
        <w:t>P</w:t>
      </w:r>
      <w:r w:rsidRPr="002D127E">
        <w:rPr>
          <w:b/>
          <w:bCs/>
        </w:rPr>
        <w:t>oložk</w:t>
      </w:r>
      <w:r>
        <w:rPr>
          <w:b/>
          <w:bCs/>
        </w:rPr>
        <w:t>u</w:t>
      </w:r>
      <w:r w:rsidRPr="002D127E">
        <w:rPr>
          <w:b/>
          <w:bCs/>
        </w:rPr>
        <w:t xml:space="preserve"> </w:t>
      </w:r>
      <w:r w:rsidR="00795987">
        <w:rPr>
          <w:b/>
          <w:bCs/>
        </w:rPr>
        <w:t>5</w:t>
      </w:r>
      <w:r>
        <w:t xml:space="preserve"> je místem plnění </w:t>
      </w:r>
      <w:r w:rsidRPr="002D127E">
        <w:rPr>
          <w:b/>
          <w:bCs/>
        </w:rPr>
        <w:t>CDP Praha, V</w:t>
      </w:r>
      <w:r>
        <w:rPr>
          <w:b/>
          <w:bCs/>
        </w:rPr>
        <w:t> </w:t>
      </w:r>
      <w:r w:rsidRPr="002D127E">
        <w:rPr>
          <w:b/>
          <w:bCs/>
        </w:rPr>
        <w:t>Trianglu</w:t>
      </w:r>
      <w:r>
        <w:rPr>
          <w:b/>
          <w:bCs/>
        </w:rPr>
        <w:t> 2474</w:t>
      </w:r>
      <w:r w:rsidRPr="002D127E">
        <w:rPr>
          <w:b/>
          <w:bCs/>
        </w:rPr>
        <w:t>, Praha 9</w:t>
      </w:r>
      <w:r>
        <w:t>.</w:t>
      </w:r>
    </w:p>
    <w:p w14:paraId="05DF3D2C" w14:textId="77777777" w:rsidR="00985A37" w:rsidRDefault="00985A37" w:rsidP="00985A37">
      <w:pPr>
        <w:spacing w:after="160" w:line="259" w:lineRule="auto"/>
      </w:pPr>
    </w:p>
    <w:p w14:paraId="58ECB224" w14:textId="3657B2AF" w:rsidR="00E75C72" w:rsidRPr="00E75C72" w:rsidRDefault="00E75C72" w:rsidP="00E75C72">
      <w:pPr>
        <w:ind w:firstLine="426"/>
      </w:pPr>
      <w:r>
        <w:t>f</w:t>
      </w:r>
      <w:r w:rsidRPr="00E75C72">
        <w:t>)</w:t>
      </w:r>
      <w:r w:rsidRPr="00E75C72">
        <w:tab/>
      </w:r>
      <w:r w:rsidRPr="00E75C72">
        <w:rPr>
          <w:b/>
          <w:bCs/>
        </w:rPr>
        <w:t xml:space="preserve">Položka </w:t>
      </w:r>
      <w:r w:rsidR="00DE5823">
        <w:rPr>
          <w:b/>
          <w:bCs/>
        </w:rPr>
        <w:t>6</w:t>
      </w:r>
      <w:r w:rsidRPr="00E75C72">
        <w:t xml:space="preserve"> – Pět (5) serverových nodů pro virtualizační farmu „KB TDS / CDP P</w:t>
      </w:r>
      <w:r w:rsidR="004D497B">
        <w:t>řerov</w:t>
      </w:r>
      <w:r w:rsidRPr="00E75C72">
        <w:t>“ v konfiguraci:</w:t>
      </w:r>
    </w:p>
    <w:p w14:paraId="0B7AEE9D" w14:textId="77777777" w:rsidR="00E75C72" w:rsidRPr="00E75C72" w:rsidRDefault="00E75C72" w:rsidP="00E75C72">
      <w:r w:rsidRPr="00E75C72">
        <w:rPr>
          <w:highlight w:val="green"/>
          <w:lang w:val="en-US"/>
        </w:rPr>
        <w:t>[IDENTIFIKACE MODELU</w:t>
      </w:r>
      <w:r w:rsidRPr="00E75C72">
        <w:rPr>
          <w:rFonts w:cstheme="minorHAnsi"/>
          <w:b/>
          <w:bCs/>
          <w:highlight w:val="green"/>
        </w:rPr>
        <w:t xml:space="preserve"> - </w:t>
      </w:r>
      <w:r w:rsidRPr="00E75C72">
        <w:rPr>
          <w:rFonts w:cstheme="minorHAnsi"/>
          <w:highlight w:val="green"/>
        </w:rPr>
        <w:t>DOPLNÍ PRODÁVAJÍCÍ]</w:t>
      </w:r>
      <w:r w:rsidRPr="00E75C72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E75C72" w:rsidRPr="00E75C72" w14:paraId="0DE42F9B" w14:textId="77777777" w:rsidTr="001934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0620C738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32875C14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E75C72" w:rsidRPr="00E75C72" w14:paraId="7852C2EE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602F39A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5 serverových nodů se zcela totožnou konfigurací</w:t>
            </w:r>
          </w:p>
        </w:tc>
        <w:tc>
          <w:tcPr>
            <w:tcW w:w="3288" w:type="dxa"/>
          </w:tcPr>
          <w:p w14:paraId="3A480774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6E074B8D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A0D23D7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</w:rPr>
              <w:t xml:space="preserve">Provedení serveru pro instalaci do rackové skříně o hloubce </w:t>
            </w:r>
            <w:r w:rsidRPr="00E75C72">
              <w:rPr>
                <w:rFonts w:cstheme="minorHAnsi"/>
                <w:b/>
                <w:bCs/>
                <w:sz w:val="18"/>
              </w:rPr>
              <w:t>100 cm</w:t>
            </w:r>
          </w:p>
        </w:tc>
        <w:tc>
          <w:tcPr>
            <w:tcW w:w="3288" w:type="dxa"/>
          </w:tcPr>
          <w:p w14:paraId="0524C0DB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1B9DBE4A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8EA50B1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Velikost skříně serveru o maximální výšce </w:t>
            </w:r>
            <w:r w:rsidRPr="00E75C72">
              <w:rPr>
                <w:rFonts w:cstheme="minorHAnsi"/>
                <w:b/>
                <w:bCs/>
                <w:sz w:val="18"/>
              </w:rPr>
              <w:t>2 RU</w:t>
            </w:r>
            <w:r w:rsidRPr="00E75C72">
              <w:rPr>
                <w:rFonts w:cstheme="minorHAnsi"/>
                <w:sz w:val="18"/>
              </w:rPr>
              <w:t xml:space="preserve"> (89 mm)</w:t>
            </w:r>
          </w:p>
        </w:tc>
        <w:tc>
          <w:tcPr>
            <w:tcW w:w="3288" w:type="dxa"/>
          </w:tcPr>
          <w:p w14:paraId="40266281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36FB3AEF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D99E50B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2x CPU</w:t>
            </w:r>
            <w:r w:rsidRPr="00E75C72">
              <w:rPr>
                <w:rFonts w:cstheme="minorHAnsi"/>
                <w:sz w:val="18"/>
              </w:rPr>
              <w:t xml:space="preserve">, každý minimálně </w:t>
            </w:r>
            <w:r w:rsidRPr="00E75C72">
              <w:rPr>
                <w:rFonts w:cstheme="minorHAnsi"/>
                <w:b/>
                <w:bCs/>
                <w:sz w:val="18"/>
              </w:rPr>
              <w:t>32 jader</w:t>
            </w:r>
            <w:r w:rsidRPr="00E75C72">
              <w:rPr>
                <w:rFonts w:cstheme="minorHAnsi"/>
                <w:sz w:val="18"/>
              </w:rPr>
              <w:t xml:space="preserve"> (64 vláken) se základní frekvencí minimálně 2.0 GHz a se spotřebou maximálně 230 W</w:t>
            </w:r>
          </w:p>
        </w:tc>
        <w:tc>
          <w:tcPr>
            <w:tcW w:w="3288" w:type="dxa"/>
          </w:tcPr>
          <w:p w14:paraId="63F48766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728D8C5A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F10A55C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75C72">
              <w:rPr>
                <w:rFonts w:cstheme="minorHAnsi"/>
                <w:sz w:val="18"/>
              </w:rPr>
              <w:t xml:space="preserve">Architektura </w:t>
            </w:r>
            <w:r w:rsidRPr="00E75C72">
              <w:rPr>
                <w:rFonts w:cstheme="minorHAnsi"/>
                <w:b/>
                <w:bCs/>
                <w:sz w:val="18"/>
              </w:rPr>
              <w:t>Intel x86-64</w:t>
            </w:r>
            <w:r w:rsidRPr="00E75C72">
              <w:rPr>
                <w:rFonts w:cstheme="minorHAnsi"/>
                <w:sz w:val="18"/>
              </w:rPr>
              <w:t xml:space="preserve"> z důvodu kompatibility současného ICT prostředí</w:t>
            </w:r>
          </w:p>
        </w:tc>
        <w:tc>
          <w:tcPr>
            <w:tcW w:w="3288" w:type="dxa"/>
          </w:tcPr>
          <w:p w14:paraId="1CA49FA7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1BBB0E5C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B4E4BDC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sz w:val="18"/>
                <w:lang w:eastAsia="cs-CZ"/>
              </w:rPr>
              <w:t xml:space="preserve">Operační paměť minimálně </w:t>
            </w:r>
            <w:r w:rsidRPr="00E75C72">
              <w:rPr>
                <w:b/>
                <w:sz w:val="18"/>
                <w:lang w:eastAsia="cs-CZ"/>
              </w:rPr>
              <w:t>384 GB DDR5</w:t>
            </w:r>
            <w:r w:rsidRPr="00E75C72">
              <w:rPr>
                <w:sz w:val="18"/>
                <w:lang w:eastAsia="cs-CZ"/>
              </w:rPr>
              <w:t xml:space="preserve"> s použitím modulů o maximální velikosti 128 GB, rozšiřitelná minimálně do 1024 GB jen přidáním dalších paměťových modulů</w:t>
            </w:r>
          </w:p>
        </w:tc>
        <w:tc>
          <w:tcPr>
            <w:tcW w:w="3288" w:type="dxa"/>
          </w:tcPr>
          <w:p w14:paraId="45C117CE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71A087BB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2228EB3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lastRenderedPageBreak/>
              <w:t>2x SSD</w:t>
            </w:r>
            <w:r w:rsidRPr="00E75C72">
              <w:rPr>
                <w:rFonts w:cstheme="minorHAnsi"/>
                <w:sz w:val="18"/>
              </w:rPr>
              <w:t xml:space="preserve">, každý o velikosti minimálně </w:t>
            </w:r>
            <w:r w:rsidRPr="00E75C72">
              <w:rPr>
                <w:rFonts w:cstheme="minorHAnsi"/>
                <w:b/>
                <w:bCs/>
                <w:sz w:val="18"/>
              </w:rPr>
              <w:t>480 GB</w:t>
            </w:r>
            <w:r w:rsidRPr="00E75C72">
              <w:rPr>
                <w:rFonts w:cstheme="minorHAnsi"/>
                <w:sz w:val="18"/>
              </w:rPr>
              <w:t xml:space="preserve"> v konfiguraci RAID1 (zrcadlení) pro </w:t>
            </w:r>
            <w:proofErr w:type="spellStart"/>
            <w:r w:rsidRPr="00E75C72">
              <w:rPr>
                <w:rFonts w:cstheme="minorHAnsi"/>
                <w:sz w:val="18"/>
              </w:rPr>
              <w:t>boot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a běh OS nebo virtualizační platformy (hypervisor)</w:t>
            </w:r>
          </w:p>
        </w:tc>
        <w:tc>
          <w:tcPr>
            <w:tcW w:w="3288" w:type="dxa"/>
          </w:tcPr>
          <w:p w14:paraId="32C95A78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59D29952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683FE7B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Minimálně </w:t>
            </w:r>
            <w:r w:rsidRPr="00E75C72">
              <w:rPr>
                <w:rFonts w:cstheme="minorHAnsi"/>
                <w:b/>
                <w:bCs/>
                <w:sz w:val="18"/>
              </w:rPr>
              <w:t xml:space="preserve">8x 25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SFP LAN s podporou rychlosti 10 </w:t>
            </w:r>
            <w:proofErr w:type="spellStart"/>
            <w:r w:rsidRPr="00E75C72">
              <w:rPr>
                <w:rFonts w:cstheme="minorHAnsi"/>
                <w:sz w:val="18"/>
              </w:rPr>
              <w:t>Gbps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(tj. 10/25 </w:t>
            </w:r>
            <w:proofErr w:type="spellStart"/>
            <w:r w:rsidRPr="00E75C72">
              <w:rPr>
                <w:rFonts w:cstheme="minorHAnsi"/>
                <w:sz w:val="18"/>
              </w:rPr>
              <w:t>Gbps</w:t>
            </w:r>
            <w:proofErr w:type="spellEnd"/>
            <w:r w:rsidRPr="00E75C72">
              <w:rPr>
                <w:rFonts w:cstheme="minorHAnsi"/>
                <w:sz w:val="18"/>
              </w:rPr>
              <w:t>)</w:t>
            </w:r>
          </w:p>
        </w:tc>
        <w:tc>
          <w:tcPr>
            <w:tcW w:w="3288" w:type="dxa"/>
          </w:tcPr>
          <w:p w14:paraId="00C67DBE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7E81EDBA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F50BA93" w14:textId="77777777" w:rsidR="00E75C72" w:rsidRPr="00E75C72" w:rsidRDefault="00E75C72" w:rsidP="00E75C72">
            <w:pPr>
              <w:rPr>
                <w:sz w:val="18"/>
                <w:lang w:eastAsia="cs-CZ"/>
              </w:rPr>
            </w:pPr>
            <w:r w:rsidRPr="00E75C72">
              <w:rPr>
                <w:sz w:val="18"/>
                <w:lang w:eastAsia="cs-CZ"/>
              </w:rPr>
              <w:t xml:space="preserve">Minimálně </w:t>
            </w:r>
            <w:r w:rsidRPr="00E75C72">
              <w:rPr>
                <w:b/>
                <w:bCs/>
                <w:sz w:val="18"/>
                <w:lang w:eastAsia="cs-CZ"/>
              </w:rPr>
              <w:t>4</w:t>
            </w:r>
            <w:r w:rsidRPr="00E75C72">
              <w:rPr>
                <w:b/>
                <w:sz w:val="18"/>
                <w:lang w:eastAsia="cs-CZ"/>
              </w:rPr>
              <w:t>x</w:t>
            </w:r>
            <w:r w:rsidRPr="00E75C72">
              <w:rPr>
                <w:sz w:val="18"/>
                <w:lang w:eastAsia="cs-CZ"/>
              </w:rPr>
              <w:t xml:space="preserve"> </w:t>
            </w:r>
            <w:r w:rsidRPr="00E75C72">
              <w:rPr>
                <w:b/>
                <w:bCs/>
                <w:sz w:val="18"/>
                <w:lang w:eastAsia="cs-CZ"/>
              </w:rPr>
              <w:t xml:space="preserve">1 </w:t>
            </w:r>
            <w:proofErr w:type="spellStart"/>
            <w:r w:rsidRPr="00E75C72">
              <w:rPr>
                <w:b/>
                <w:bCs/>
                <w:sz w:val="18"/>
                <w:lang w:eastAsia="cs-CZ"/>
              </w:rPr>
              <w:t>Gbps</w:t>
            </w:r>
            <w:proofErr w:type="spellEnd"/>
            <w:r w:rsidRPr="00E75C72">
              <w:rPr>
                <w:sz w:val="18"/>
                <w:lang w:eastAsia="cs-CZ"/>
              </w:rPr>
              <w:t xml:space="preserve"> RJ45 LAN</w:t>
            </w:r>
          </w:p>
        </w:tc>
        <w:tc>
          <w:tcPr>
            <w:tcW w:w="3288" w:type="dxa"/>
          </w:tcPr>
          <w:p w14:paraId="57129243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34EAF148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989ED28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Dedikovaný </w:t>
            </w:r>
            <w:r w:rsidRPr="00E75C72">
              <w:rPr>
                <w:rFonts w:cstheme="minorHAnsi"/>
                <w:b/>
                <w:bCs/>
                <w:sz w:val="18"/>
              </w:rPr>
              <w:t xml:space="preserve">1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1B5C09A6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1B7229D0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437380A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</w:rPr>
              <w:t xml:space="preserve">Minimálně </w:t>
            </w:r>
            <w:r w:rsidRPr="00E75C72">
              <w:rPr>
                <w:rFonts w:cstheme="minorHAnsi"/>
                <w:b/>
                <w:bCs/>
                <w:sz w:val="18"/>
              </w:rPr>
              <w:t xml:space="preserve">2x 32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SFP </w:t>
            </w:r>
            <w:proofErr w:type="spellStart"/>
            <w:r w:rsidRPr="00E75C72">
              <w:rPr>
                <w:rFonts w:cstheme="minorHAnsi"/>
                <w:sz w:val="18"/>
              </w:rPr>
              <w:t>FibreChannel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SAN porty HBA</w:t>
            </w:r>
          </w:p>
        </w:tc>
        <w:tc>
          <w:tcPr>
            <w:tcW w:w="3288" w:type="dxa"/>
          </w:tcPr>
          <w:p w14:paraId="456DAC27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5E4E2648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5BADBA5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E75C72">
              <w:rPr>
                <w:rFonts w:cstheme="minorHAnsi"/>
                <w:sz w:val="18"/>
              </w:rPr>
              <w:t>Trusted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</w:rPr>
              <w:t>Platform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Module minimálně ve verzi 2.0</w:t>
            </w:r>
          </w:p>
        </w:tc>
        <w:tc>
          <w:tcPr>
            <w:tcW w:w="3288" w:type="dxa"/>
          </w:tcPr>
          <w:p w14:paraId="6C88FC91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31DB1DF1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71F8FAA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2x</w:t>
            </w:r>
            <w:r w:rsidRPr="00E75C72">
              <w:rPr>
                <w:rFonts w:cstheme="minorHAnsi"/>
                <w:sz w:val="18"/>
              </w:rPr>
              <w:t xml:space="preserve"> hot-swap napájecí zdroj, každý minimálně o výkonu 800 W s minimální certifikací „80+ </w:t>
            </w:r>
            <w:proofErr w:type="spellStart"/>
            <w:r w:rsidRPr="00E75C72">
              <w:rPr>
                <w:rFonts w:cstheme="minorHAnsi"/>
                <w:sz w:val="18"/>
              </w:rPr>
              <w:t>Platinum</w:t>
            </w:r>
            <w:proofErr w:type="spellEnd"/>
            <w:r w:rsidRPr="00E75C72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10D76219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7C49E16E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E187D9E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E75C72">
              <w:rPr>
                <w:sz w:val="18"/>
                <w:lang w:eastAsia="cs-CZ"/>
              </w:rPr>
              <w:t>Výsuvné ližiny do rackové skříně s „</w:t>
            </w:r>
            <w:proofErr w:type="spellStart"/>
            <w:r w:rsidRPr="00E75C72">
              <w:rPr>
                <w:sz w:val="18"/>
                <w:lang w:eastAsia="cs-CZ"/>
              </w:rPr>
              <w:t>cable</w:t>
            </w:r>
            <w:proofErr w:type="spellEnd"/>
            <w:r w:rsidRPr="00E75C72">
              <w:rPr>
                <w:sz w:val="18"/>
                <w:lang w:eastAsia="cs-CZ"/>
              </w:rPr>
              <w:t xml:space="preserve"> management </w:t>
            </w:r>
            <w:proofErr w:type="spellStart"/>
            <w:r w:rsidRPr="00E75C72">
              <w:rPr>
                <w:sz w:val="18"/>
                <w:lang w:eastAsia="cs-CZ"/>
              </w:rPr>
              <w:t>arm</w:t>
            </w:r>
            <w:proofErr w:type="spellEnd"/>
            <w:r w:rsidRPr="00E75C72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4C97F2C9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098775EB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95A460D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E75C72">
              <w:rPr>
                <w:rFonts w:cstheme="minorHAnsi"/>
                <w:sz w:val="18"/>
              </w:rPr>
              <w:t>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573E3BC2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67BF842A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CC37630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E75C72">
              <w:rPr>
                <w:rFonts w:cstheme="minorHAnsi"/>
                <w:sz w:val="18"/>
              </w:rPr>
              <w:t>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6199E3A8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3F1839FD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93E1AD2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Podpora OS Windows Server 2019, 2022; RHEL 8, 9; </w:t>
            </w:r>
            <w:proofErr w:type="spellStart"/>
            <w:r w:rsidRPr="00E75C72">
              <w:rPr>
                <w:rFonts w:cstheme="minorHAnsi"/>
                <w:sz w:val="18"/>
              </w:rPr>
              <w:t>VMware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</w:rPr>
              <w:t>vSphere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1E97C2C8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5F758FFF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F7575C1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78333497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3295B464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C220F51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Integrační pluginy pro monitoring zdravotního stavu a správu HW přímo z </w:t>
            </w:r>
            <w:proofErr w:type="spellStart"/>
            <w:r w:rsidRPr="00E75C72">
              <w:rPr>
                <w:rFonts w:cstheme="minorHAnsi"/>
                <w:sz w:val="18"/>
              </w:rPr>
              <w:t>VMware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</w:rPr>
              <w:t>vCenter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a MS </w:t>
            </w:r>
            <w:proofErr w:type="spellStart"/>
            <w:r w:rsidRPr="00E75C72">
              <w:rPr>
                <w:rFonts w:cstheme="minorHAnsi"/>
                <w:sz w:val="18"/>
              </w:rPr>
              <w:t>System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Center.</w:t>
            </w:r>
          </w:p>
        </w:tc>
        <w:tc>
          <w:tcPr>
            <w:tcW w:w="3288" w:type="dxa"/>
          </w:tcPr>
          <w:p w14:paraId="01B25C90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0CE28878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4361D06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E75C72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1B043E9B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69FFFE7D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99A13FF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Podpora výrobce na </w:t>
            </w:r>
            <w:r w:rsidRPr="00E75C72">
              <w:rPr>
                <w:rFonts w:cstheme="minorHAnsi"/>
                <w:b/>
                <w:bCs/>
                <w:sz w:val="18"/>
              </w:rPr>
              <w:t>5 let</w:t>
            </w:r>
            <w:r w:rsidRPr="00E75C72">
              <w:rPr>
                <w:rFonts w:cstheme="minorHAnsi"/>
                <w:sz w:val="18"/>
              </w:rPr>
              <w:t xml:space="preserve"> v rozsahu „</w:t>
            </w:r>
            <w:r w:rsidRPr="00E75C72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E75C72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56FE0483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71CFD180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CD2E6A4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U všech disků, SSD, </w:t>
            </w:r>
            <w:proofErr w:type="spellStart"/>
            <w:r w:rsidRPr="00E75C72">
              <w:rPr>
                <w:rFonts w:cstheme="minorHAnsi"/>
                <w:sz w:val="18"/>
              </w:rPr>
              <w:t>NVMe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a médií je požadováno ponechání disku Kupujícímu při jeho poruše a/nebo reklamaci</w:t>
            </w:r>
          </w:p>
        </w:tc>
        <w:tc>
          <w:tcPr>
            <w:tcW w:w="3288" w:type="dxa"/>
          </w:tcPr>
          <w:p w14:paraId="61E6E443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7C9918C2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CA522AC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Vzdálená správa HW serveru </w:t>
            </w:r>
          </w:p>
          <w:p w14:paraId="762FEE08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Vzdálená správa s dedikovaným vlastním portem 1GbE a možností převzít plně vzdálené ovládání serveru.</w:t>
            </w:r>
          </w:p>
          <w:p w14:paraId="27CBA909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Možnost přesměrování management portu pomocí NSCI na jinou síťovou kartu.</w:t>
            </w:r>
          </w:p>
          <w:p w14:paraId="4B20891F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Možnost vzdáleného </w:t>
            </w:r>
            <w:proofErr w:type="spellStart"/>
            <w:r w:rsidRPr="00E75C72">
              <w:rPr>
                <w:rFonts w:cstheme="minorHAnsi"/>
                <w:sz w:val="18"/>
              </w:rPr>
              <w:t>mountování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ISO image.</w:t>
            </w:r>
          </w:p>
          <w:p w14:paraId="3A3955B6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Možnost sdílet jednu virtuální konzoli až šesti uživateli.</w:t>
            </w:r>
          </w:p>
          <w:p w14:paraId="4499ECBA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Podpora standartních Webových prohlížečů (Google Chrome, MS </w:t>
            </w:r>
            <w:proofErr w:type="spellStart"/>
            <w:r w:rsidRPr="00E75C72">
              <w:rPr>
                <w:rFonts w:cstheme="minorHAnsi"/>
                <w:sz w:val="18"/>
              </w:rPr>
              <w:t>Edge</w:t>
            </w:r>
            <w:proofErr w:type="spellEnd"/>
            <w:r w:rsidRPr="00E75C72">
              <w:rPr>
                <w:rFonts w:cstheme="minorHAnsi"/>
                <w:sz w:val="18"/>
              </w:rPr>
              <w:t>, Mozilla Firefox) a HTML5.</w:t>
            </w:r>
          </w:p>
          <w:p w14:paraId="601B6B98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Inventarizace a možnost sledování stavu jednotlivých komponent včetně úrovní firmware.</w:t>
            </w:r>
          </w:p>
          <w:p w14:paraId="16FB7FC3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Real </w:t>
            </w:r>
            <w:proofErr w:type="spellStart"/>
            <w:r w:rsidRPr="00E75C72">
              <w:rPr>
                <w:rFonts w:cstheme="minorHAnsi"/>
                <w:sz w:val="18"/>
              </w:rPr>
              <w:t>time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sledování vytíženosti CPU, paměti a spotřeby elektrické energie, možnost </w:t>
            </w:r>
            <w:proofErr w:type="spellStart"/>
            <w:r w:rsidRPr="00E75C72">
              <w:rPr>
                <w:rFonts w:cstheme="minorHAnsi"/>
                <w:sz w:val="18"/>
              </w:rPr>
              <w:t>Power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</w:rPr>
              <w:t>cappingu</w:t>
            </w:r>
            <w:proofErr w:type="spellEnd"/>
            <w:r w:rsidRPr="00E75C72">
              <w:rPr>
                <w:rFonts w:cstheme="minorHAnsi"/>
                <w:sz w:val="18"/>
              </w:rPr>
              <w:t>.</w:t>
            </w:r>
          </w:p>
          <w:p w14:paraId="496111A3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Možnost asistované instalace OS bez dalších nástrojů, médií, ISO apod.</w:t>
            </w:r>
          </w:p>
          <w:p w14:paraId="2BEE8417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Podpora REDFISH a RESTAPI skriptů.</w:t>
            </w:r>
          </w:p>
          <w:p w14:paraId="784E3314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lastRenderedPageBreak/>
              <w:t>Nejvyšší licence pro správu serveru bez jakéhokoli omezení.</w:t>
            </w:r>
          </w:p>
          <w:p w14:paraId="6B0A8677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Všechny licence potřebné k provozu managementu a HW, (management, mapování ISO, KVM přístup).</w:t>
            </w:r>
          </w:p>
          <w:p w14:paraId="0DD57B58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Integrace s centrální vzdálenou správou serverového HW bez použití jakéhokoli dalšího HW či SW třetích stran</w:t>
            </w:r>
          </w:p>
          <w:p w14:paraId="7553E3DE" w14:textId="77777777" w:rsid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Podpora protokolů SNMP 2c a IPMI</w:t>
            </w:r>
          </w:p>
          <w:p w14:paraId="51E9990A" w14:textId="0A5491B4" w:rsidR="005A180F" w:rsidRPr="00E75C72" w:rsidRDefault="005A180F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5A180F">
              <w:rPr>
                <w:rFonts w:cstheme="minorHAnsi"/>
                <w:sz w:val="18"/>
              </w:rPr>
              <w:t xml:space="preserve">Podpora protokolu </w:t>
            </w:r>
            <w:proofErr w:type="spellStart"/>
            <w:r w:rsidRPr="005A180F">
              <w:rPr>
                <w:rFonts w:cstheme="minorHAnsi"/>
                <w:sz w:val="18"/>
              </w:rPr>
              <w:t>Syslog</w:t>
            </w:r>
            <w:proofErr w:type="spellEnd"/>
            <w:r w:rsidRPr="005A180F">
              <w:rPr>
                <w:rFonts w:cstheme="minorHAnsi"/>
                <w:sz w:val="18"/>
              </w:rPr>
              <w:t xml:space="preserve"> a předávání logů na vzdálený systém</w:t>
            </w:r>
          </w:p>
        </w:tc>
        <w:tc>
          <w:tcPr>
            <w:tcW w:w="3288" w:type="dxa"/>
          </w:tcPr>
          <w:p w14:paraId="09A0E5B5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E75C72" w:rsidRPr="00E75C72" w14:paraId="4323861F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857B9AC" w14:textId="77777777" w:rsidR="00E75C72" w:rsidRPr="00E75C72" w:rsidRDefault="00E75C72" w:rsidP="00E75C72">
            <w:pPr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Hromadná správa </w:t>
            </w:r>
          </w:p>
          <w:p w14:paraId="787AC43D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Časově neomezená licence na hromadnou správu serverů, inventarizace a </w:t>
            </w:r>
            <w:proofErr w:type="spellStart"/>
            <w:r w:rsidRPr="00E75C72">
              <w:rPr>
                <w:rFonts w:cstheme="minorHAnsi"/>
                <w:sz w:val="18"/>
              </w:rPr>
              <w:t>alerting</w:t>
            </w:r>
            <w:proofErr w:type="spellEnd"/>
            <w:r w:rsidRPr="00E75C72">
              <w:rPr>
                <w:rFonts w:cstheme="minorHAnsi"/>
                <w:sz w:val="18"/>
              </w:rPr>
              <w:t>.</w:t>
            </w:r>
          </w:p>
          <w:p w14:paraId="18C74050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Možnost hromadného sledováni a upgrade úrovní FW jednotlivých komponent serverů.</w:t>
            </w:r>
          </w:p>
          <w:p w14:paraId="2EFB031F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Call </w:t>
            </w:r>
            <w:proofErr w:type="spellStart"/>
            <w:r w:rsidRPr="00E75C72">
              <w:rPr>
                <w:rFonts w:cstheme="minorHAnsi"/>
                <w:sz w:val="18"/>
              </w:rPr>
              <w:t>Home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funkce.</w:t>
            </w:r>
          </w:p>
          <w:p w14:paraId="6EB38FBB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Přístup přes mobilní aplikaci.</w:t>
            </w:r>
          </w:p>
          <w:p w14:paraId="799DE01B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Splňující standardy NIST 800-131A a FIPS 140</w:t>
            </w:r>
            <w:r w:rsidRPr="00E75C72">
              <w:rPr>
                <w:rFonts w:cstheme="minorHAnsi"/>
                <w:sz w:val="18"/>
              </w:rPr>
              <w:noBreakHyphen/>
              <w:t>2.</w:t>
            </w:r>
          </w:p>
          <w:p w14:paraId="38AB70A8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Plug-in do management nodů virtualizačních hypervizorů.</w:t>
            </w:r>
          </w:p>
          <w:p w14:paraId="240DB8D2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Podpora REST-API a </w:t>
            </w:r>
            <w:proofErr w:type="spellStart"/>
            <w:r w:rsidRPr="00E75C72">
              <w:rPr>
                <w:rFonts w:cstheme="minorHAnsi"/>
                <w:sz w:val="18"/>
              </w:rPr>
              <w:t>Redfish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standardů.</w:t>
            </w:r>
          </w:p>
        </w:tc>
        <w:tc>
          <w:tcPr>
            <w:tcW w:w="3288" w:type="dxa"/>
          </w:tcPr>
          <w:p w14:paraId="3D781752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590E4419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4DD2B3A" w14:textId="77777777" w:rsidR="00E75C72" w:rsidRPr="00E75C72" w:rsidRDefault="00E75C72" w:rsidP="00E75C72">
            <w:pPr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Napojení na systém centralizované vzdálené správy a dohledu</w:t>
            </w:r>
            <w:r w:rsidRPr="00E75C72">
              <w:rPr>
                <w:rFonts w:cstheme="minorHAnsi"/>
                <w:i/>
                <w:iCs/>
                <w:sz w:val="18"/>
              </w:rPr>
              <w:t xml:space="preserve"> (Zadavatel provozuje centralizovanou vzdálenou správy na technologiích </w:t>
            </w:r>
            <w:r w:rsidRPr="00E75C72">
              <w:rPr>
                <w:rFonts w:cstheme="minorHAnsi"/>
                <w:b/>
                <w:bCs/>
                <w:i/>
                <w:iCs/>
                <w:sz w:val="18"/>
              </w:rPr>
              <w:t xml:space="preserve">Dell </w:t>
            </w:r>
            <w:proofErr w:type="spellStart"/>
            <w:r w:rsidRPr="00E75C72">
              <w:rPr>
                <w:rFonts w:cstheme="minorHAnsi"/>
                <w:b/>
                <w:bCs/>
                <w:i/>
                <w:iCs/>
                <w:sz w:val="18"/>
              </w:rPr>
              <w:t>OpenManage</w:t>
            </w:r>
            <w:proofErr w:type="spellEnd"/>
            <w:r w:rsidRPr="00E75C72">
              <w:rPr>
                <w:rFonts w:cstheme="minorHAnsi"/>
                <w:i/>
                <w:iCs/>
                <w:sz w:val="18"/>
              </w:rPr>
              <w:t xml:space="preserve"> a </w:t>
            </w:r>
            <w:r w:rsidRPr="00E75C72">
              <w:rPr>
                <w:rFonts w:cstheme="minorHAnsi"/>
                <w:b/>
                <w:bCs/>
                <w:i/>
                <w:iCs/>
                <w:sz w:val="18"/>
              </w:rPr>
              <w:t xml:space="preserve">Lenovo </w:t>
            </w:r>
            <w:proofErr w:type="spellStart"/>
            <w:r w:rsidRPr="00E75C72">
              <w:rPr>
                <w:rFonts w:cstheme="minorHAnsi"/>
                <w:b/>
                <w:bCs/>
                <w:i/>
                <w:iCs/>
                <w:sz w:val="18"/>
              </w:rPr>
              <w:t>xClarity</w:t>
            </w:r>
            <w:proofErr w:type="spellEnd"/>
            <w:r w:rsidRPr="00E75C72">
              <w:rPr>
                <w:rFonts w:cstheme="minorHAnsi"/>
                <w:i/>
                <w:iCs/>
                <w:sz w:val="18"/>
              </w:rPr>
              <w:t>)</w:t>
            </w:r>
            <w:r w:rsidRPr="00E75C72">
              <w:rPr>
                <w:rFonts w:cstheme="minorHAnsi"/>
                <w:sz w:val="18"/>
              </w:rPr>
              <w:t>:</w:t>
            </w:r>
          </w:p>
          <w:p w14:paraId="73D03359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Napojení na již provozované řešení centralizované vzdálené správy bez nutnosti pořizovat, instalovat či provozovat jakýkoliv další software, hardware nebo </w:t>
            </w:r>
            <w:proofErr w:type="spellStart"/>
            <w:r w:rsidRPr="00E75C72">
              <w:rPr>
                <w:rFonts w:cstheme="minorHAnsi"/>
                <w:sz w:val="18"/>
              </w:rPr>
              <w:t>appliance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třetích stran.</w:t>
            </w:r>
          </w:p>
          <w:p w14:paraId="154ED106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Přehled modelů a sériových čísel</w:t>
            </w:r>
          </w:p>
          <w:p w14:paraId="0BB5980B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Přehled platnosti servisních kontraktů</w:t>
            </w:r>
          </w:p>
          <w:p w14:paraId="50968EB3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Inventarizace konfigurace</w:t>
            </w:r>
          </w:p>
          <w:p w14:paraId="3AED456A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Přehled verzí firmware a </w:t>
            </w:r>
            <w:proofErr w:type="spellStart"/>
            <w:r w:rsidRPr="00E75C72">
              <w:rPr>
                <w:rFonts w:cstheme="minorHAnsi"/>
                <w:sz w:val="18"/>
              </w:rPr>
              <w:t>BIOSu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jednotlivých komponent</w:t>
            </w:r>
          </w:p>
          <w:p w14:paraId="3B8CCBEC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Kontrola verzí firmware a </w:t>
            </w:r>
            <w:proofErr w:type="spellStart"/>
            <w:r w:rsidRPr="00E75C72">
              <w:rPr>
                <w:rFonts w:cstheme="minorHAnsi"/>
                <w:sz w:val="18"/>
              </w:rPr>
              <w:t>BIOSu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oproti definovaným politikám</w:t>
            </w:r>
          </w:p>
          <w:p w14:paraId="23780377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Monitoring zatížení CPU a RAM</w:t>
            </w:r>
          </w:p>
          <w:p w14:paraId="4E29A0D4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Monitoring spotřeby elektrické energie</w:t>
            </w:r>
          </w:p>
          <w:p w14:paraId="2E0BD27D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Centrální řízení spotřeby elektrické energie</w:t>
            </w:r>
          </w:p>
          <w:p w14:paraId="1696C75A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Centrální provádění updatů firmware a </w:t>
            </w:r>
            <w:proofErr w:type="spellStart"/>
            <w:r w:rsidRPr="00E75C72">
              <w:rPr>
                <w:rFonts w:cstheme="minorHAnsi"/>
                <w:sz w:val="18"/>
              </w:rPr>
              <w:t>BIOSu</w:t>
            </w:r>
            <w:proofErr w:type="spellEnd"/>
          </w:p>
          <w:p w14:paraId="316A752E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Dálkové zapnutí/vypnutí jednotlivého serveru</w:t>
            </w:r>
          </w:p>
          <w:p w14:paraId="5C1E2300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Dálkový přístup do konzole jednotlivého serveru (</w:t>
            </w:r>
            <w:proofErr w:type="spellStart"/>
            <w:r w:rsidRPr="00E75C72">
              <w:rPr>
                <w:rFonts w:cstheme="minorHAnsi"/>
                <w:sz w:val="18"/>
              </w:rPr>
              <w:t>remote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KVM)</w:t>
            </w:r>
          </w:p>
          <w:p w14:paraId="0B31A72C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Re-instalace OS pomocí dálkově připojené optické mechaniky či disku s ISO souborem.</w:t>
            </w:r>
          </w:p>
        </w:tc>
        <w:tc>
          <w:tcPr>
            <w:tcW w:w="3288" w:type="dxa"/>
          </w:tcPr>
          <w:p w14:paraId="0AE6F33E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70C8D22A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357643A" w14:textId="77777777" w:rsidR="00E75C72" w:rsidRPr="00E75C72" w:rsidRDefault="00E75C72" w:rsidP="00E75C72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1AACC330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0A51A344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3338B45" w14:textId="77777777" w:rsidR="00E75C72" w:rsidRPr="00E75C72" w:rsidRDefault="00E75C72" w:rsidP="00E75C72">
            <w:pPr>
              <w:rPr>
                <w:sz w:val="18"/>
                <w:lang w:eastAsia="cs-CZ"/>
              </w:rPr>
            </w:pPr>
            <w:r w:rsidRPr="00E75C72">
              <w:rPr>
                <w:sz w:val="18"/>
                <w:lang w:eastAsia="cs-CZ"/>
              </w:rPr>
              <w:t>Síťové optické moduly pro každý optický port (</w:t>
            </w:r>
            <w:r w:rsidRPr="00E75C72">
              <w:rPr>
                <w:b/>
                <w:bCs/>
                <w:sz w:val="18"/>
                <w:lang w:eastAsia="cs-CZ"/>
              </w:rPr>
              <w:t>SFP LAN</w:t>
            </w:r>
            <w:r w:rsidRPr="00E75C72">
              <w:rPr>
                <w:sz w:val="18"/>
                <w:lang w:eastAsia="cs-CZ"/>
              </w:rPr>
              <w:t>), plně kompatibilní s dodávaným serverem v provedení „</w:t>
            </w:r>
            <w:r w:rsidRPr="00E75C72">
              <w:rPr>
                <w:b/>
                <w:bCs/>
                <w:sz w:val="18"/>
                <w:lang w:eastAsia="cs-CZ"/>
              </w:rPr>
              <w:t>10/25Gbps</w:t>
            </w:r>
            <w:r w:rsidRPr="00E75C72">
              <w:rPr>
                <w:sz w:val="18"/>
                <w:lang w:eastAsia="cs-CZ"/>
              </w:rPr>
              <w:t xml:space="preserve"> nebo </w:t>
            </w:r>
            <w:r w:rsidRPr="00E75C72">
              <w:rPr>
                <w:b/>
                <w:bCs/>
                <w:sz w:val="18"/>
                <w:lang w:eastAsia="cs-CZ"/>
              </w:rPr>
              <w:t>25Gbps</w:t>
            </w:r>
            <w:r w:rsidRPr="00E75C72">
              <w:rPr>
                <w:sz w:val="18"/>
                <w:lang w:eastAsia="cs-CZ"/>
              </w:rPr>
              <w:t xml:space="preserve">, </w:t>
            </w:r>
            <w:proofErr w:type="spellStart"/>
            <w:r w:rsidRPr="00E75C72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E75C72">
              <w:rPr>
                <w:b/>
                <w:bCs/>
                <w:sz w:val="18"/>
                <w:lang w:eastAsia="cs-CZ"/>
              </w:rPr>
              <w:t xml:space="preserve">, LC, </w:t>
            </w:r>
            <w:proofErr w:type="spellStart"/>
            <w:r w:rsidRPr="00E75C72">
              <w:rPr>
                <w:b/>
                <w:bCs/>
                <w:sz w:val="18"/>
                <w:lang w:eastAsia="cs-CZ"/>
              </w:rPr>
              <w:t>Short</w:t>
            </w:r>
            <w:proofErr w:type="spellEnd"/>
            <w:r w:rsidRPr="00E75C72">
              <w:rPr>
                <w:b/>
                <w:bCs/>
                <w:sz w:val="18"/>
                <w:lang w:eastAsia="cs-CZ"/>
              </w:rPr>
              <w:t xml:space="preserve"> </w:t>
            </w:r>
            <w:proofErr w:type="spellStart"/>
            <w:r w:rsidRPr="00E75C72">
              <w:rPr>
                <w:b/>
                <w:bCs/>
                <w:sz w:val="18"/>
                <w:lang w:eastAsia="cs-CZ"/>
              </w:rPr>
              <w:t>Range</w:t>
            </w:r>
            <w:proofErr w:type="spellEnd"/>
            <w:r w:rsidRPr="00E75C72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4B72B334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32614757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8F12537" w14:textId="77777777" w:rsidR="00E75C72" w:rsidRPr="00E75C72" w:rsidRDefault="00E75C72" w:rsidP="00E75C72">
            <w:pPr>
              <w:rPr>
                <w:lang w:eastAsia="cs-CZ"/>
              </w:rPr>
            </w:pPr>
            <w:r w:rsidRPr="00E75C72">
              <w:rPr>
                <w:sz w:val="18"/>
                <w:lang w:eastAsia="cs-CZ"/>
              </w:rPr>
              <w:t xml:space="preserve">Síťové optické moduly pro každý </w:t>
            </w:r>
            <w:proofErr w:type="spellStart"/>
            <w:r w:rsidRPr="00E75C72">
              <w:rPr>
                <w:sz w:val="18"/>
                <w:lang w:eastAsia="cs-CZ"/>
              </w:rPr>
              <w:t>FibreChannel</w:t>
            </w:r>
            <w:proofErr w:type="spellEnd"/>
            <w:r w:rsidRPr="00E75C72">
              <w:rPr>
                <w:sz w:val="18"/>
                <w:lang w:eastAsia="cs-CZ"/>
              </w:rPr>
              <w:t xml:space="preserve"> port (</w:t>
            </w:r>
            <w:r w:rsidRPr="00E75C72">
              <w:rPr>
                <w:b/>
                <w:bCs/>
                <w:sz w:val="18"/>
                <w:lang w:eastAsia="cs-CZ"/>
              </w:rPr>
              <w:t>SFP FC</w:t>
            </w:r>
            <w:r w:rsidRPr="00E75C72">
              <w:rPr>
                <w:sz w:val="18"/>
                <w:lang w:eastAsia="cs-CZ"/>
              </w:rPr>
              <w:t>), plně kompatibilní s dodávaným serverem v provedení „</w:t>
            </w:r>
            <w:r w:rsidRPr="00E75C72">
              <w:rPr>
                <w:b/>
                <w:bCs/>
                <w:sz w:val="18"/>
                <w:lang w:eastAsia="cs-CZ"/>
              </w:rPr>
              <w:t xml:space="preserve">32Gbps, SW, </w:t>
            </w:r>
            <w:proofErr w:type="spellStart"/>
            <w:r w:rsidRPr="00E75C72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E75C72">
              <w:rPr>
                <w:b/>
                <w:bCs/>
                <w:sz w:val="18"/>
                <w:lang w:eastAsia="cs-CZ"/>
              </w:rPr>
              <w:t>, LC</w:t>
            </w:r>
            <w:r w:rsidRPr="00E75C72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562DB40D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</w:tbl>
    <w:p w14:paraId="58FAAEAB" w14:textId="77777777" w:rsidR="00E75C72" w:rsidRPr="00E75C72" w:rsidRDefault="00E75C72" w:rsidP="00E75C72">
      <w:pPr>
        <w:spacing w:after="160" w:line="259" w:lineRule="auto"/>
      </w:pPr>
    </w:p>
    <w:p w14:paraId="240BBCB3" w14:textId="589B7E1E" w:rsidR="00E75C72" w:rsidRPr="00E75C72" w:rsidRDefault="00E75C72" w:rsidP="00E75C72">
      <w:pPr>
        <w:spacing w:after="160" w:line="259" w:lineRule="auto"/>
      </w:pPr>
      <w:r w:rsidRPr="00E75C72">
        <w:lastRenderedPageBreak/>
        <w:t xml:space="preserve">Pro 5 serverových nodů v rámci </w:t>
      </w:r>
      <w:r w:rsidRPr="00E75C72">
        <w:rPr>
          <w:b/>
          <w:bCs/>
        </w:rPr>
        <w:t xml:space="preserve">Položky </w:t>
      </w:r>
      <w:r w:rsidR="00DE5823">
        <w:rPr>
          <w:b/>
          <w:bCs/>
        </w:rPr>
        <w:t>6</w:t>
      </w:r>
      <w:r w:rsidRPr="00E75C72">
        <w:t xml:space="preserve"> je místem plnění </w:t>
      </w:r>
      <w:r w:rsidR="004D497B" w:rsidRPr="004D497B">
        <w:rPr>
          <w:b/>
          <w:bCs/>
        </w:rPr>
        <w:t>CDP Přerov, Tovární 3286, Přerov</w:t>
      </w:r>
      <w:r w:rsidRPr="00E75C72">
        <w:t>.</w:t>
      </w:r>
    </w:p>
    <w:p w14:paraId="7152EC0D" w14:textId="77777777" w:rsidR="00E75C72" w:rsidRPr="00E75C72" w:rsidRDefault="00E75C72" w:rsidP="00E75C72">
      <w:pPr>
        <w:spacing w:after="160" w:line="259" w:lineRule="auto"/>
      </w:pPr>
    </w:p>
    <w:p w14:paraId="1536A470" w14:textId="5A15CDEC" w:rsidR="00E75C72" w:rsidRPr="00E75C72" w:rsidRDefault="00DE5823" w:rsidP="00E75C72">
      <w:pPr>
        <w:ind w:firstLine="426"/>
      </w:pPr>
      <w:r>
        <w:t>g</w:t>
      </w:r>
      <w:r w:rsidR="00E75C72" w:rsidRPr="00E75C72">
        <w:t>)</w:t>
      </w:r>
      <w:r w:rsidR="00E75C72" w:rsidRPr="00E75C72">
        <w:tab/>
      </w:r>
      <w:r w:rsidR="00E75C72" w:rsidRPr="00E75C72">
        <w:rPr>
          <w:b/>
          <w:bCs/>
        </w:rPr>
        <w:t xml:space="preserve">Položka </w:t>
      </w:r>
      <w:r>
        <w:rPr>
          <w:b/>
          <w:bCs/>
        </w:rPr>
        <w:t>7</w:t>
      </w:r>
      <w:r w:rsidR="00E75C72" w:rsidRPr="00E75C72">
        <w:t xml:space="preserve"> – Úložiště SAN pro virtualizační farmu „KB TDS / CDP P</w:t>
      </w:r>
      <w:r w:rsidR="004D497B">
        <w:t>řerov</w:t>
      </w:r>
      <w:r w:rsidR="00E75C72" w:rsidRPr="00E75C72">
        <w:t>“ v konfiguraci:</w:t>
      </w:r>
    </w:p>
    <w:p w14:paraId="6C4F1DF3" w14:textId="77777777" w:rsidR="00E75C72" w:rsidRPr="00E75C72" w:rsidRDefault="00E75C72" w:rsidP="00E75C72">
      <w:pPr>
        <w:rPr>
          <w:rFonts w:cstheme="minorHAnsi"/>
          <w:b/>
          <w:bCs/>
        </w:rPr>
      </w:pPr>
      <w:r w:rsidRPr="00E75C72">
        <w:rPr>
          <w:highlight w:val="green"/>
          <w:lang w:val="en-US"/>
        </w:rPr>
        <w:t>[IDENTIFIKACE MODELU</w:t>
      </w:r>
      <w:r w:rsidRPr="00E75C72">
        <w:rPr>
          <w:rFonts w:cstheme="minorHAnsi"/>
          <w:b/>
          <w:bCs/>
          <w:highlight w:val="green"/>
        </w:rPr>
        <w:t xml:space="preserve"> - </w:t>
      </w:r>
      <w:r w:rsidRPr="00E75C72">
        <w:rPr>
          <w:rFonts w:cstheme="minorHAnsi"/>
          <w:highlight w:val="green"/>
        </w:rPr>
        <w:t>DOPLNÍ PRODÁVAJÍCÍ]</w:t>
      </w:r>
      <w:r w:rsidRPr="00E75C72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E75C72" w:rsidRPr="00E75C72" w14:paraId="61D6C178" w14:textId="77777777" w:rsidTr="001934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323CD523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62C95BE1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E75C72" w:rsidRPr="00E75C72" w14:paraId="5EAB8781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6C906AB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Provedení úložiště pro instalaci do rackové skříně o hloubce </w:t>
            </w:r>
            <w:r w:rsidRPr="00E75C72">
              <w:rPr>
                <w:rFonts w:cstheme="minorHAnsi"/>
                <w:b/>
                <w:bCs/>
                <w:sz w:val="18"/>
              </w:rPr>
              <w:t>100 cm</w:t>
            </w:r>
          </w:p>
        </w:tc>
        <w:tc>
          <w:tcPr>
            <w:tcW w:w="3288" w:type="dxa"/>
          </w:tcPr>
          <w:p w14:paraId="69117B13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09BA7A95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57A4683" w14:textId="551CA2F0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Velikost skříně serveru o maximální výšce </w:t>
            </w:r>
            <w:r w:rsidR="005D0929" w:rsidRPr="005D0929">
              <w:rPr>
                <w:rFonts w:cstheme="minorHAnsi"/>
                <w:b/>
                <w:bCs/>
                <w:sz w:val="18"/>
              </w:rPr>
              <w:t>7</w:t>
            </w:r>
            <w:r w:rsidRPr="00E75C72">
              <w:rPr>
                <w:rFonts w:cstheme="minorHAnsi"/>
                <w:b/>
                <w:bCs/>
                <w:sz w:val="18"/>
              </w:rPr>
              <w:t xml:space="preserve"> RU</w:t>
            </w:r>
            <w:r w:rsidRPr="00E75C72">
              <w:rPr>
                <w:rFonts w:cstheme="minorHAnsi"/>
                <w:sz w:val="18"/>
              </w:rPr>
              <w:t xml:space="preserve"> (</w:t>
            </w:r>
            <w:r w:rsidR="005D0929">
              <w:rPr>
                <w:rFonts w:cstheme="minorHAnsi"/>
                <w:sz w:val="18"/>
              </w:rPr>
              <w:t>312</w:t>
            </w:r>
            <w:r w:rsidRPr="00E75C72">
              <w:rPr>
                <w:rFonts w:cstheme="minorHAnsi"/>
                <w:sz w:val="18"/>
              </w:rPr>
              <w:t> mm)</w:t>
            </w:r>
          </w:p>
        </w:tc>
        <w:tc>
          <w:tcPr>
            <w:tcW w:w="3288" w:type="dxa"/>
          </w:tcPr>
          <w:p w14:paraId="6EF009F2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1C1CFBBE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1FD6EBC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E75C72">
              <w:rPr>
                <w:rFonts w:cstheme="minorHAnsi"/>
                <w:b/>
                <w:bCs/>
                <w:sz w:val="18"/>
              </w:rPr>
              <w:t>Dual</w:t>
            </w:r>
            <w:proofErr w:type="spellEnd"/>
            <w:r w:rsidRPr="00E75C72">
              <w:rPr>
                <w:rFonts w:cstheme="minorHAnsi"/>
                <w:b/>
                <w:bCs/>
                <w:sz w:val="18"/>
              </w:rPr>
              <w:t xml:space="preserve">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</w:rPr>
              <w:t>controller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SAN FC v režimu </w:t>
            </w:r>
            <w:proofErr w:type="spellStart"/>
            <w:r w:rsidRPr="00E75C72">
              <w:rPr>
                <w:rFonts w:cstheme="minorHAnsi"/>
                <w:sz w:val="18"/>
              </w:rPr>
              <w:t>Active-Active</w:t>
            </w:r>
            <w:proofErr w:type="spellEnd"/>
          </w:p>
        </w:tc>
        <w:tc>
          <w:tcPr>
            <w:tcW w:w="3288" w:type="dxa"/>
          </w:tcPr>
          <w:p w14:paraId="028DFC84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07B47794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EF26CD0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Kapacita SAN úložiště</w:t>
            </w:r>
          </w:p>
          <w:p w14:paraId="5545284D" w14:textId="77777777" w:rsidR="00E75C72" w:rsidRPr="00E75C72" w:rsidRDefault="00E75C72" w:rsidP="00E75C72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b/>
                <w:bCs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Uživatelsky použitelná čistá nekomprimovaná (bez </w:t>
            </w:r>
            <w:proofErr w:type="spellStart"/>
            <w:r w:rsidRPr="00E75C72">
              <w:rPr>
                <w:rFonts w:cstheme="minorHAnsi"/>
                <w:sz w:val="18"/>
                <w:szCs w:val="22"/>
              </w:rPr>
              <w:t>deduplikace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 xml:space="preserve">) kapacita minimálně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 xml:space="preserve">60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5927E96A" w14:textId="77777777" w:rsidR="00E75C72" w:rsidRPr="00E75C72" w:rsidRDefault="00E75C72" w:rsidP="00E75C72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Umožňuje rozšíření minimálně na 100 </w:t>
            </w:r>
            <w:proofErr w:type="spellStart"/>
            <w:r w:rsidRPr="00E75C72">
              <w:rPr>
                <w:rFonts w:cstheme="minorHAnsi"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 xml:space="preserve"> jen přidáním disků.</w:t>
            </w:r>
          </w:p>
          <w:p w14:paraId="6B32605F" w14:textId="77777777" w:rsidR="00E75C72" w:rsidRPr="00E75C72" w:rsidRDefault="00E75C72" w:rsidP="00E75C72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Zajišťuje redundanci uložených dat minimálně na úrovni odpovídající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>RAID6</w:t>
            </w:r>
            <w:r w:rsidRPr="00E75C72">
              <w:rPr>
                <w:rFonts w:cstheme="minorHAnsi"/>
                <w:sz w:val="18"/>
                <w:szCs w:val="22"/>
              </w:rPr>
              <w:t xml:space="preserve"> (výpadek dvou disků).</w:t>
            </w:r>
          </w:p>
          <w:p w14:paraId="06A806B0" w14:textId="77777777" w:rsidR="00E75C72" w:rsidRPr="00E75C72" w:rsidRDefault="00E75C72" w:rsidP="00E75C72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Použití výhradně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  <w:szCs w:val="22"/>
              </w:rPr>
              <w:t>NVMe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 xml:space="preserve"> o velikosti maximálně 10 TB.</w:t>
            </w:r>
          </w:p>
        </w:tc>
        <w:tc>
          <w:tcPr>
            <w:tcW w:w="3288" w:type="dxa"/>
          </w:tcPr>
          <w:p w14:paraId="7715503F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58A6EF4C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15C1174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Minimálně </w:t>
            </w:r>
            <w:r w:rsidRPr="00E75C72">
              <w:rPr>
                <w:rFonts w:cstheme="minorHAnsi"/>
                <w:b/>
                <w:bCs/>
                <w:sz w:val="18"/>
              </w:rPr>
              <w:t xml:space="preserve">16x 32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FC SFP port pro SAN</w:t>
            </w:r>
          </w:p>
        </w:tc>
        <w:tc>
          <w:tcPr>
            <w:tcW w:w="3288" w:type="dxa"/>
          </w:tcPr>
          <w:p w14:paraId="34165AD2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6AFDFFE0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7371B9E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Minimálně jeden dedikovaný </w:t>
            </w:r>
            <w:r w:rsidRPr="00E75C72">
              <w:rPr>
                <w:rFonts w:cstheme="minorHAnsi"/>
                <w:b/>
                <w:bCs/>
                <w:sz w:val="18"/>
              </w:rPr>
              <w:t xml:space="preserve">1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382B2A2E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501C7466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D4E140F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2x</w:t>
            </w:r>
            <w:r w:rsidRPr="00E75C72">
              <w:rPr>
                <w:rFonts w:cstheme="minorHAnsi"/>
                <w:sz w:val="18"/>
              </w:rPr>
              <w:t xml:space="preserve"> hot-swap napájecí zdroj, každý minimálně o výkonu 1000 W s minimální certifikací „80+ </w:t>
            </w:r>
            <w:proofErr w:type="spellStart"/>
            <w:r w:rsidRPr="00E75C72">
              <w:rPr>
                <w:rFonts w:cstheme="minorHAnsi"/>
                <w:sz w:val="18"/>
              </w:rPr>
              <w:t>Platinum</w:t>
            </w:r>
            <w:proofErr w:type="spellEnd"/>
            <w:r w:rsidRPr="00E75C72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27645BA4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573ABC25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EAA5461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E75C72">
              <w:rPr>
                <w:sz w:val="18"/>
                <w:lang w:eastAsia="cs-CZ"/>
              </w:rPr>
              <w:t>Výsuvné ližiny do rackové skříně</w:t>
            </w:r>
          </w:p>
        </w:tc>
        <w:tc>
          <w:tcPr>
            <w:tcW w:w="3288" w:type="dxa"/>
          </w:tcPr>
          <w:p w14:paraId="1773F996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20356E94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350AA51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2x</w:t>
            </w:r>
            <w:r w:rsidRPr="00E75C72">
              <w:rPr>
                <w:rFonts w:cstheme="minorHAnsi"/>
                <w:sz w:val="18"/>
              </w:rPr>
              <w:t xml:space="preserve"> 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48A294DB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697BA2CB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CDFE627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2x</w:t>
            </w:r>
            <w:r w:rsidRPr="00E75C72">
              <w:rPr>
                <w:rFonts w:cstheme="minorHAnsi"/>
                <w:sz w:val="18"/>
              </w:rPr>
              <w:t xml:space="preserve"> 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748D3D75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6C49C3C8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7213829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75C72">
              <w:rPr>
                <w:rFonts w:cstheme="minorHAnsi"/>
                <w:sz w:val="18"/>
              </w:rPr>
              <w:t xml:space="preserve">Podpora OS Windows Server 2019, 2022; RHEL 8, 9; </w:t>
            </w:r>
            <w:proofErr w:type="spellStart"/>
            <w:r w:rsidRPr="00E75C72">
              <w:rPr>
                <w:rFonts w:cstheme="minorHAnsi"/>
                <w:sz w:val="18"/>
              </w:rPr>
              <w:t>VMware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</w:rPr>
              <w:t>vSphere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607464BE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5B32142F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4E8CC09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51E86330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78B29F72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B3D308F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E75C72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657C9D7D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60D715E9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79BCCD9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Podpora výrobce na </w:t>
            </w:r>
            <w:r w:rsidRPr="00E75C72">
              <w:rPr>
                <w:rFonts w:cstheme="minorHAnsi"/>
                <w:b/>
                <w:bCs/>
                <w:sz w:val="18"/>
              </w:rPr>
              <w:t>5 let</w:t>
            </w:r>
            <w:r w:rsidRPr="00E75C72">
              <w:rPr>
                <w:rFonts w:cstheme="minorHAnsi"/>
                <w:sz w:val="18"/>
              </w:rPr>
              <w:t xml:space="preserve"> v rozsahu „</w:t>
            </w:r>
            <w:r w:rsidRPr="00E75C72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E75C72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2F0EAB87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0EF27DE9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6706A81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U všech disků, SSD, </w:t>
            </w:r>
            <w:proofErr w:type="spellStart"/>
            <w:r w:rsidRPr="00E75C72">
              <w:rPr>
                <w:rFonts w:cstheme="minorHAnsi"/>
                <w:sz w:val="18"/>
              </w:rPr>
              <w:t>NVMe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a médií je požadováno ponechání disku Kupujícímu při jeho poruše a reklamaci</w:t>
            </w:r>
          </w:p>
        </w:tc>
        <w:tc>
          <w:tcPr>
            <w:tcW w:w="3288" w:type="dxa"/>
          </w:tcPr>
          <w:p w14:paraId="11B2AF0F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36FC7B89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7D5149C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14846AA8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2CC75BDD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F1BFBB5" w14:textId="77777777" w:rsidR="00E75C72" w:rsidRPr="00E75C72" w:rsidRDefault="00E75C72" w:rsidP="00E75C72">
            <w:pPr>
              <w:rPr>
                <w:sz w:val="18"/>
                <w:lang w:eastAsia="cs-CZ"/>
              </w:rPr>
            </w:pPr>
            <w:r w:rsidRPr="00E75C72">
              <w:rPr>
                <w:sz w:val="18"/>
                <w:lang w:eastAsia="cs-CZ"/>
              </w:rPr>
              <w:t xml:space="preserve">Pokud úložiště vyžaduje použití SFP, optické moduly pro každý </w:t>
            </w:r>
            <w:proofErr w:type="spellStart"/>
            <w:r w:rsidRPr="00E75C72">
              <w:rPr>
                <w:sz w:val="18"/>
                <w:lang w:eastAsia="cs-CZ"/>
              </w:rPr>
              <w:t>FibreChannel</w:t>
            </w:r>
            <w:proofErr w:type="spellEnd"/>
            <w:r w:rsidRPr="00E75C72">
              <w:rPr>
                <w:sz w:val="18"/>
                <w:lang w:eastAsia="cs-CZ"/>
              </w:rPr>
              <w:t xml:space="preserve"> port plně kompatibilní s dodávaným úložištěm</w:t>
            </w:r>
          </w:p>
        </w:tc>
        <w:tc>
          <w:tcPr>
            <w:tcW w:w="3288" w:type="dxa"/>
          </w:tcPr>
          <w:p w14:paraId="3F94066D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</w:tbl>
    <w:p w14:paraId="771C0612" w14:textId="2DC48818" w:rsidR="00E75C72" w:rsidRPr="00E75C72" w:rsidRDefault="00E75C72" w:rsidP="00E75C72">
      <w:pPr>
        <w:spacing w:after="160" w:line="259" w:lineRule="auto"/>
      </w:pPr>
      <w:r w:rsidRPr="00E75C72">
        <w:lastRenderedPageBreak/>
        <w:br/>
        <w:t xml:space="preserve">Pro </w:t>
      </w:r>
      <w:r w:rsidRPr="00E75C72">
        <w:rPr>
          <w:b/>
          <w:bCs/>
        </w:rPr>
        <w:t xml:space="preserve">Položku </w:t>
      </w:r>
      <w:r w:rsidR="00DE5823">
        <w:rPr>
          <w:b/>
          <w:bCs/>
        </w:rPr>
        <w:t>7</w:t>
      </w:r>
      <w:r w:rsidRPr="00E75C72">
        <w:t xml:space="preserve"> je místem plnění </w:t>
      </w:r>
      <w:r w:rsidR="00DE5823" w:rsidRPr="00DE5823">
        <w:rPr>
          <w:b/>
          <w:bCs/>
        </w:rPr>
        <w:t>CDP Přerov, Tovární 3286, Přerov</w:t>
      </w:r>
      <w:r w:rsidRPr="00E75C72">
        <w:t>.</w:t>
      </w:r>
    </w:p>
    <w:p w14:paraId="0921EA1C" w14:textId="77777777" w:rsidR="00E75C72" w:rsidRPr="00E75C72" w:rsidRDefault="00E75C72" w:rsidP="00E75C72">
      <w:pPr>
        <w:ind w:firstLine="426"/>
      </w:pPr>
    </w:p>
    <w:p w14:paraId="751EFA87" w14:textId="2B3300F3" w:rsidR="00E75C72" w:rsidRPr="00E75C72" w:rsidRDefault="00DE5823" w:rsidP="00E75C72">
      <w:pPr>
        <w:ind w:firstLine="426"/>
      </w:pPr>
      <w:r>
        <w:t>h</w:t>
      </w:r>
      <w:r w:rsidR="00E75C72" w:rsidRPr="00E75C72">
        <w:t>)</w:t>
      </w:r>
      <w:r w:rsidR="00E75C72" w:rsidRPr="00E75C72">
        <w:tab/>
      </w:r>
      <w:r w:rsidR="00E75C72" w:rsidRPr="00E75C72">
        <w:rPr>
          <w:b/>
          <w:bCs/>
        </w:rPr>
        <w:t xml:space="preserve">Položka </w:t>
      </w:r>
      <w:r>
        <w:rPr>
          <w:b/>
          <w:bCs/>
        </w:rPr>
        <w:t>8</w:t>
      </w:r>
      <w:r w:rsidR="00E75C72" w:rsidRPr="00E75C72">
        <w:t xml:space="preserve"> – Jeden (1) server pro zálohování virtualizační farmy „KB TDS / CDP P</w:t>
      </w:r>
      <w:r w:rsidR="004D497B">
        <w:t>řerov</w:t>
      </w:r>
      <w:r w:rsidR="00E75C72" w:rsidRPr="00E75C72">
        <w:t>“ v konfiguraci:</w:t>
      </w:r>
    </w:p>
    <w:p w14:paraId="407DFC63" w14:textId="77777777" w:rsidR="00E75C72" w:rsidRPr="00E75C72" w:rsidRDefault="00E75C72" w:rsidP="00E75C72">
      <w:pPr>
        <w:rPr>
          <w:rFonts w:cstheme="minorHAnsi"/>
          <w:b/>
          <w:bCs/>
        </w:rPr>
      </w:pPr>
      <w:r w:rsidRPr="00E75C72">
        <w:rPr>
          <w:highlight w:val="green"/>
          <w:lang w:val="en-US"/>
        </w:rPr>
        <w:t>[IDENTIFIKACE MODELU</w:t>
      </w:r>
      <w:r w:rsidRPr="00E75C72">
        <w:rPr>
          <w:rFonts w:cstheme="minorHAnsi"/>
          <w:b/>
          <w:bCs/>
          <w:highlight w:val="green"/>
        </w:rPr>
        <w:t xml:space="preserve"> - </w:t>
      </w:r>
      <w:r w:rsidRPr="00E75C72">
        <w:rPr>
          <w:rFonts w:cstheme="minorHAnsi"/>
          <w:highlight w:val="green"/>
        </w:rPr>
        <w:t>DOPLNÍ PRODÁVAJÍCÍ]</w:t>
      </w:r>
      <w:r w:rsidRPr="00E75C72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E75C72" w:rsidRPr="00E75C72" w14:paraId="68640BFD" w14:textId="77777777" w:rsidTr="001934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3C4838CF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39B824AE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E75C72" w:rsidRPr="00E75C72" w14:paraId="5C302675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12CCE83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</w:rPr>
              <w:t xml:space="preserve">Provedení serveru pro instalaci do rackové skříně o hloubce </w:t>
            </w:r>
            <w:r w:rsidRPr="00E75C72">
              <w:rPr>
                <w:rFonts w:cstheme="minorHAnsi"/>
                <w:b/>
                <w:bCs/>
                <w:sz w:val="18"/>
              </w:rPr>
              <w:t>100 cm</w:t>
            </w:r>
          </w:p>
        </w:tc>
        <w:tc>
          <w:tcPr>
            <w:tcW w:w="3288" w:type="dxa"/>
          </w:tcPr>
          <w:p w14:paraId="0EFB5D1F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38084911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E40392F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Velikost skříně serveru o maximální výšce </w:t>
            </w:r>
            <w:r w:rsidRPr="00E75C72">
              <w:rPr>
                <w:rFonts w:cstheme="minorHAnsi"/>
                <w:b/>
                <w:bCs/>
                <w:sz w:val="18"/>
              </w:rPr>
              <w:t>2 RU</w:t>
            </w:r>
            <w:r w:rsidRPr="00E75C72">
              <w:rPr>
                <w:rFonts w:cstheme="minorHAnsi"/>
                <w:sz w:val="18"/>
              </w:rPr>
              <w:t xml:space="preserve"> (89 mm)</w:t>
            </w:r>
          </w:p>
        </w:tc>
        <w:tc>
          <w:tcPr>
            <w:tcW w:w="3288" w:type="dxa"/>
          </w:tcPr>
          <w:p w14:paraId="40DEA261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353C2D6F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0E7E53F" w14:textId="685D978E" w:rsidR="00E75C72" w:rsidRPr="00E75C72" w:rsidRDefault="005D0929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2</w:t>
            </w:r>
            <w:r w:rsidR="00E75C72" w:rsidRPr="00E75C72">
              <w:rPr>
                <w:rFonts w:cstheme="minorHAnsi"/>
                <w:b/>
                <w:bCs/>
                <w:sz w:val="18"/>
              </w:rPr>
              <w:t>x CPU</w:t>
            </w:r>
            <w:r w:rsidR="00E75C72" w:rsidRPr="00E75C72">
              <w:rPr>
                <w:rFonts w:cstheme="minorHAnsi"/>
                <w:sz w:val="18"/>
              </w:rPr>
              <w:t xml:space="preserve">, </w:t>
            </w:r>
            <w:r>
              <w:rPr>
                <w:rFonts w:cstheme="minorHAnsi"/>
                <w:sz w:val="18"/>
              </w:rPr>
              <w:t xml:space="preserve">každý </w:t>
            </w:r>
            <w:r w:rsidR="00E75C72" w:rsidRPr="00E75C72">
              <w:rPr>
                <w:rFonts w:cstheme="minorHAnsi"/>
                <w:sz w:val="18"/>
              </w:rPr>
              <w:t xml:space="preserve">minimálně </w:t>
            </w:r>
            <w:r w:rsidR="00302B16">
              <w:rPr>
                <w:rFonts w:cstheme="minorHAnsi"/>
                <w:b/>
                <w:bCs/>
                <w:sz w:val="18"/>
              </w:rPr>
              <w:t>16</w:t>
            </w:r>
            <w:r w:rsidR="00E75C72" w:rsidRPr="00E75C72">
              <w:rPr>
                <w:rFonts w:cstheme="minorHAnsi"/>
                <w:b/>
                <w:bCs/>
                <w:sz w:val="18"/>
              </w:rPr>
              <w:t xml:space="preserve"> jader</w:t>
            </w:r>
            <w:r w:rsidR="00E75C72" w:rsidRPr="00E75C72">
              <w:rPr>
                <w:rFonts w:cstheme="minorHAnsi"/>
                <w:sz w:val="18"/>
              </w:rPr>
              <w:t xml:space="preserve"> (</w:t>
            </w:r>
            <w:r w:rsidR="00302B16">
              <w:rPr>
                <w:rFonts w:cstheme="minorHAnsi"/>
                <w:sz w:val="18"/>
              </w:rPr>
              <w:t>32</w:t>
            </w:r>
            <w:r w:rsidR="00E75C72" w:rsidRPr="00E75C72">
              <w:rPr>
                <w:rFonts w:cstheme="minorHAnsi"/>
                <w:sz w:val="18"/>
              </w:rPr>
              <w:t xml:space="preserve"> vláken) se základní frekvencí minimálně 2.0 GHz a se spotřebou maximálně </w:t>
            </w:r>
            <w:r w:rsidR="00302B16">
              <w:rPr>
                <w:rFonts w:cstheme="minorHAnsi"/>
                <w:sz w:val="18"/>
              </w:rPr>
              <w:t>230</w:t>
            </w:r>
            <w:r w:rsidR="00E75C72" w:rsidRPr="00E75C72">
              <w:rPr>
                <w:rFonts w:cstheme="minorHAnsi"/>
                <w:sz w:val="18"/>
              </w:rPr>
              <w:t xml:space="preserve"> W</w:t>
            </w:r>
          </w:p>
        </w:tc>
        <w:tc>
          <w:tcPr>
            <w:tcW w:w="3288" w:type="dxa"/>
          </w:tcPr>
          <w:p w14:paraId="4B527415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6E9D57E9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0A7D310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75C72">
              <w:rPr>
                <w:rFonts w:cstheme="minorHAnsi"/>
                <w:sz w:val="18"/>
              </w:rPr>
              <w:t xml:space="preserve">Architektura </w:t>
            </w:r>
            <w:r w:rsidRPr="00E75C72">
              <w:rPr>
                <w:rFonts w:cstheme="minorHAnsi"/>
                <w:b/>
                <w:bCs/>
                <w:sz w:val="18"/>
              </w:rPr>
              <w:t>Intel x86-64</w:t>
            </w:r>
            <w:r w:rsidRPr="00E75C72">
              <w:rPr>
                <w:rFonts w:cstheme="minorHAnsi"/>
                <w:sz w:val="18"/>
              </w:rPr>
              <w:t xml:space="preserve"> z důvodu kompatibility současného ICT prostředí</w:t>
            </w:r>
          </w:p>
        </w:tc>
        <w:tc>
          <w:tcPr>
            <w:tcW w:w="3288" w:type="dxa"/>
          </w:tcPr>
          <w:p w14:paraId="2159018E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3AA3D382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5426FBF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sz w:val="18"/>
                <w:lang w:eastAsia="cs-CZ"/>
              </w:rPr>
              <w:t xml:space="preserve">Operační paměť minimálně </w:t>
            </w:r>
            <w:r w:rsidRPr="00E75C72">
              <w:rPr>
                <w:b/>
                <w:bCs/>
                <w:sz w:val="18"/>
                <w:lang w:eastAsia="cs-CZ"/>
              </w:rPr>
              <w:t xml:space="preserve">128 </w:t>
            </w:r>
            <w:r w:rsidRPr="00E75C72">
              <w:rPr>
                <w:b/>
                <w:sz w:val="18"/>
                <w:lang w:eastAsia="cs-CZ"/>
              </w:rPr>
              <w:t>GB DDR5</w:t>
            </w:r>
            <w:r w:rsidRPr="00E75C72">
              <w:rPr>
                <w:sz w:val="18"/>
                <w:lang w:eastAsia="cs-CZ"/>
              </w:rPr>
              <w:t xml:space="preserve"> s použitím modulů o maximální velikosti 64 GB, rozšiřitelná minimálně do 512 GB jen přidáním dalších paměťových modulů</w:t>
            </w:r>
          </w:p>
        </w:tc>
        <w:tc>
          <w:tcPr>
            <w:tcW w:w="3288" w:type="dxa"/>
          </w:tcPr>
          <w:p w14:paraId="00C5ADA9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5C9BEDB6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9F5F506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lang w:eastAsia="cs-CZ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2x SSD</w:t>
            </w:r>
            <w:r w:rsidRPr="00E75C72">
              <w:rPr>
                <w:rFonts w:cstheme="minorHAnsi"/>
                <w:sz w:val="18"/>
              </w:rPr>
              <w:t xml:space="preserve">, každý o velikosti minimálně </w:t>
            </w:r>
            <w:r w:rsidRPr="00E75C72">
              <w:rPr>
                <w:rFonts w:cstheme="minorHAnsi"/>
                <w:b/>
                <w:bCs/>
                <w:sz w:val="18"/>
              </w:rPr>
              <w:t>480 GB</w:t>
            </w:r>
            <w:r w:rsidRPr="00E75C72">
              <w:rPr>
                <w:rFonts w:cstheme="minorHAnsi"/>
                <w:sz w:val="18"/>
              </w:rPr>
              <w:t xml:space="preserve"> v konfiguraci RAID1 (zrcadlení) pro </w:t>
            </w:r>
            <w:proofErr w:type="spellStart"/>
            <w:r w:rsidRPr="00E75C72">
              <w:rPr>
                <w:rFonts w:cstheme="minorHAnsi"/>
                <w:sz w:val="18"/>
              </w:rPr>
              <w:t>boot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a běh OS</w:t>
            </w:r>
          </w:p>
        </w:tc>
        <w:tc>
          <w:tcPr>
            <w:tcW w:w="3288" w:type="dxa"/>
          </w:tcPr>
          <w:p w14:paraId="2BC5C178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182FC35C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4FB4624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Lokální úložiště pro databázi záloh v serveru</w:t>
            </w:r>
          </w:p>
          <w:p w14:paraId="16BEC9EB" w14:textId="77777777" w:rsidR="00E75C72" w:rsidRPr="00E75C72" w:rsidRDefault="00E75C72" w:rsidP="00E75C72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b/>
                <w:bCs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Uživatelsky použitelná čistá nekomprimovaná kapacita minimálně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 xml:space="preserve">8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3054F2FF" w14:textId="77777777" w:rsidR="00E75C72" w:rsidRPr="00E75C72" w:rsidRDefault="00E75C72" w:rsidP="00E75C72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Umožňuje rozšíření minimálně na 16 </w:t>
            </w:r>
            <w:proofErr w:type="spellStart"/>
            <w:r w:rsidRPr="00E75C72">
              <w:rPr>
                <w:rFonts w:cstheme="minorHAnsi"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 xml:space="preserve"> jen přidáním disků.</w:t>
            </w:r>
          </w:p>
          <w:p w14:paraId="45FAE412" w14:textId="77777777" w:rsidR="00E75C72" w:rsidRPr="00E75C72" w:rsidRDefault="00E75C72" w:rsidP="00E75C72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Zajišťuje redundanci uložených dat minimálně na úrovni odpovídající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>RAID6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450C72A9" w14:textId="32511E66" w:rsidR="00E75C72" w:rsidRPr="00E75C72" w:rsidRDefault="00E75C72" w:rsidP="00E75C72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Použití výhradně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  <w:szCs w:val="22"/>
              </w:rPr>
              <w:t>NVMe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 xml:space="preserve"> o velikosti maximálně </w:t>
            </w:r>
            <w:r w:rsidR="00C004DD">
              <w:rPr>
                <w:rFonts w:cstheme="minorHAnsi"/>
                <w:sz w:val="18"/>
                <w:szCs w:val="22"/>
              </w:rPr>
              <w:t>2</w:t>
            </w:r>
            <w:r w:rsidRPr="00E75C72">
              <w:rPr>
                <w:rFonts w:cstheme="minorHAnsi"/>
                <w:sz w:val="18"/>
                <w:szCs w:val="22"/>
              </w:rPr>
              <w:t> TB.</w:t>
            </w:r>
          </w:p>
        </w:tc>
        <w:tc>
          <w:tcPr>
            <w:tcW w:w="3288" w:type="dxa"/>
          </w:tcPr>
          <w:p w14:paraId="09979B5C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04FE300E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B6656F7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Minimálně </w:t>
            </w:r>
            <w:r w:rsidRPr="00E75C72">
              <w:rPr>
                <w:rFonts w:cstheme="minorHAnsi"/>
                <w:b/>
                <w:bCs/>
                <w:sz w:val="18"/>
              </w:rPr>
              <w:t xml:space="preserve">4x 25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SFP LAN s podporou rychlosti 10 </w:t>
            </w:r>
            <w:proofErr w:type="spellStart"/>
            <w:r w:rsidRPr="00E75C72">
              <w:rPr>
                <w:rFonts w:cstheme="minorHAnsi"/>
                <w:sz w:val="18"/>
              </w:rPr>
              <w:t>Gbps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(tj. 10/25 </w:t>
            </w:r>
            <w:proofErr w:type="spellStart"/>
            <w:r w:rsidRPr="00E75C72">
              <w:rPr>
                <w:rFonts w:cstheme="minorHAnsi"/>
                <w:sz w:val="18"/>
              </w:rPr>
              <w:t>Gbps</w:t>
            </w:r>
            <w:proofErr w:type="spellEnd"/>
            <w:r w:rsidRPr="00E75C72">
              <w:rPr>
                <w:rFonts w:cstheme="minorHAnsi"/>
                <w:sz w:val="18"/>
              </w:rPr>
              <w:t>)</w:t>
            </w:r>
          </w:p>
        </w:tc>
        <w:tc>
          <w:tcPr>
            <w:tcW w:w="3288" w:type="dxa"/>
          </w:tcPr>
          <w:p w14:paraId="20234AED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48B5904D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6864747" w14:textId="77777777" w:rsidR="00E75C72" w:rsidRPr="00E75C72" w:rsidRDefault="00E75C72" w:rsidP="00E75C72">
            <w:pPr>
              <w:rPr>
                <w:sz w:val="18"/>
                <w:lang w:eastAsia="cs-CZ"/>
              </w:rPr>
            </w:pPr>
            <w:r w:rsidRPr="00E75C72">
              <w:rPr>
                <w:sz w:val="18"/>
                <w:lang w:eastAsia="cs-CZ"/>
              </w:rPr>
              <w:t xml:space="preserve">Minimálně </w:t>
            </w:r>
            <w:r w:rsidRPr="00E75C72">
              <w:rPr>
                <w:b/>
                <w:bCs/>
                <w:sz w:val="18"/>
                <w:lang w:eastAsia="cs-CZ"/>
              </w:rPr>
              <w:t>4</w:t>
            </w:r>
            <w:r w:rsidRPr="00E75C72">
              <w:rPr>
                <w:b/>
                <w:sz w:val="18"/>
                <w:lang w:eastAsia="cs-CZ"/>
              </w:rPr>
              <w:t>x</w:t>
            </w:r>
            <w:r w:rsidRPr="00E75C72">
              <w:rPr>
                <w:sz w:val="18"/>
                <w:lang w:eastAsia="cs-CZ"/>
              </w:rPr>
              <w:t xml:space="preserve"> </w:t>
            </w:r>
            <w:r w:rsidRPr="00E75C72">
              <w:rPr>
                <w:b/>
                <w:bCs/>
                <w:sz w:val="18"/>
                <w:lang w:eastAsia="cs-CZ"/>
              </w:rPr>
              <w:t xml:space="preserve">1 </w:t>
            </w:r>
            <w:proofErr w:type="spellStart"/>
            <w:r w:rsidRPr="00E75C72">
              <w:rPr>
                <w:b/>
                <w:bCs/>
                <w:sz w:val="18"/>
                <w:lang w:eastAsia="cs-CZ"/>
              </w:rPr>
              <w:t>Gbps</w:t>
            </w:r>
            <w:proofErr w:type="spellEnd"/>
            <w:r w:rsidRPr="00E75C72">
              <w:rPr>
                <w:sz w:val="18"/>
                <w:lang w:eastAsia="cs-CZ"/>
              </w:rPr>
              <w:t xml:space="preserve"> RJ45 LAN</w:t>
            </w:r>
          </w:p>
        </w:tc>
        <w:tc>
          <w:tcPr>
            <w:tcW w:w="3288" w:type="dxa"/>
          </w:tcPr>
          <w:p w14:paraId="08693F7F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471B2617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86DB768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Dedikovaný </w:t>
            </w:r>
            <w:r w:rsidRPr="00E75C72">
              <w:rPr>
                <w:rFonts w:cstheme="minorHAnsi"/>
                <w:b/>
                <w:bCs/>
                <w:sz w:val="18"/>
              </w:rPr>
              <w:t xml:space="preserve">1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2421FE07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0C1D588F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7910822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</w:rPr>
              <w:t xml:space="preserve">Minimálně </w:t>
            </w:r>
            <w:r w:rsidRPr="00E75C72">
              <w:rPr>
                <w:rFonts w:cstheme="minorHAnsi"/>
                <w:b/>
                <w:bCs/>
                <w:sz w:val="18"/>
              </w:rPr>
              <w:t xml:space="preserve">2x 32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SFP </w:t>
            </w:r>
            <w:proofErr w:type="spellStart"/>
            <w:r w:rsidRPr="00E75C72">
              <w:rPr>
                <w:rFonts w:cstheme="minorHAnsi"/>
                <w:sz w:val="18"/>
              </w:rPr>
              <w:t>FibreChannel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SAN porty HBA</w:t>
            </w:r>
          </w:p>
        </w:tc>
        <w:tc>
          <w:tcPr>
            <w:tcW w:w="3288" w:type="dxa"/>
          </w:tcPr>
          <w:p w14:paraId="11F20102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78F1410B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CDB2D94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E75C72">
              <w:rPr>
                <w:rFonts w:cstheme="minorHAnsi"/>
                <w:sz w:val="18"/>
              </w:rPr>
              <w:t>Trusted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</w:rPr>
              <w:t>Platform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Module minimálně ve verzi 2.0</w:t>
            </w:r>
          </w:p>
        </w:tc>
        <w:tc>
          <w:tcPr>
            <w:tcW w:w="3288" w:type="dxa"/>
          </w:tcPr>
          <w:p w14:paraId="5F70797B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436BB89E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A592946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2x</w:t>
            </w:r>
            <w:r w:rsidRPr="00E75C72">
              <w:rPr>
                <w:rFonts w:cstheme="minorHAnsi"/>
                <w:sz w:val="18"/>
              </w:rPr>
              <w:t xml:space="preserve"> hot-swap napájecí zdroj, každý minimálně o výkonu 800 W s minimální certifikací „80+ </w:t>
            </w:r>
            <w:proofErr w:type="spellStart"/>
            <w:r w:rsidRPr="00E75C72">
              <w:rPr>
                <w:rFonts w:cstheme="minorHAnsi"/>
                <w:sz w:val="18"/>
              </w:rPr>
              <w:t>Platinum</w:t>
            </w:r>
            <w:proofErr w:type="spellEnd"/>
            <w:r w:rsidRPr="00E75C72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29913A06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5B6D08F5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6966755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E75C72">
              <w:rPr>
                <w:sz w:val="18"/>
                <w:lang w:eastAsia="cs-CZ"/>
              </w:rPr>
              <w:t>Výsuvné ližiny do rackové skříně s „</w:t>
            </w:r>
            <w:proofErr w:type="spellStart"/>
            <w:r w:rsidRPr="00E75C72">
              <w:rPr>
                <w:sz w:val="18"/>
                <w:lang w:eastAsia="cs-CZ"/>
              </w:rPr>
              <w:t>cable</w:t>
            </w:r>
            <w:proofErr w:type="spellEnd"/>
            <w:r w:rsidRPr="00E75C72">
              <w:rPr>
                <w:sz w:val="18"/>
                <w:lang w:eastAsia="cs-CZ"/>
              </w:rPr>
              <w:t xml:space="preserve"> management </w:t>
            </w:r>
            <w:proofErr w:type="spellStart"/>
            <w:r w:rsidRPr="00E75C72">
              <w:rPr>
                <w:sz w:val="18"/>
                <w:lang w:eastAsia="cs-CZ"/>
              </w:rPr>
              <w:t>arm</w:t>
            </w:r>
            <w:proofErr w:type="spellEnd"/>
            <w:r w:rsidRPr="00E75C72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2306EADE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781D265F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0FD95B2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E75C72">
              <w:rPr>
                <w:rFonts w:cstheme="minorHAnsi"/>
                <w:sz w:val="18"/>
              </w:rPr>
              <w:t>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1B64765A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689AE1F9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1560163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E75C72">
              <w:rPr>
                <w:rFonts w:cstheme="minorHAnsi"/>
                <w:sz w:val="18"/>
              </w:rPr>
              <w:t>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2B80005E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2D79FDA0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8DC06C5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Podpora OS Windows Server 2019, 2022; RHEL 8, 9; </w:t>
            </w:r>
            <w:proofErr w:type="spellStart"/>
            <w:r w:rsidRPr="00E75C72">
              <w:rPr>
                <w:rFonts w:cstheme="minorHAnsi"/>
                <w:sz w:val="18"/>
              </w:rPr>
              <w:t>VMware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</w:rPr>
              <w:t>vSphere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4BFC69F7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283AAB12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C03B53F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754D0EB8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0DE1323E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DC19FB0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Integrační pluginy pro monitoring zdravotního stavu a správu HW přímo z MS </w:t>
            </w:r>
            <w:proofErr w:type="spellStart"/>
            <w:r w:rsidRPr="00E75C72">
              <w:rPr>
                <w:rFonts w:cstheme="minorHAnsi"/>
                <w:sz w:val="18"/>
              </w:rPr>
              <w:t>System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Center.</w:t>
            </w:r>
          </w:p>
        </w:tc>
        <w:tc>
          <w:tcPr>
            <w:tcW w:w="3288" w:type="dxa"/>
          </w:tcPr>
          <w:p w14:paraId="38180E16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38B8B4CF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3513C9C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E75C72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2E8ED61C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4EB7DC46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0FD2B5D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Podpora výrobce na </w:t>
            </w:r>
            <w:r w:rsidRPr="00E75C72">
              <w:rPr>
                <w:rFonts w:cstheme="minorHAnsi"/>
                <w:b/>
                <w:bCs/>
                <w:sz w:val="18"/>
              </w:rPr>
              <w:t>5 let</w:t>
            </w:r>
            <w:r w:rsidRPr="00E75C72">
              <w:rPr>
                <w:rFonts w:cstheme="minorHAnsi"/>
                <w:sz w:val="18"/>
              </w:rPr>
              <w:t xml:space="preserve"> v rozsahu „</w:t>
            </w:r>
            <w:r w:rsidRPr="00E75C72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E75C72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2B75512C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219FC6E7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E8A5AB8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U všech disků, SSD, </w:t>
            </w:r>
            <w:proofErr w:type="spellStart"/>
            <w:r w:rsidRPr="00E75C72">
              <w:rPr>
                <w:rFonts w:cstheme="minorHAnsi"/>
                <w:sz w:val="18"/>
              </w:rPr>
              <w:t>NVMe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a médií je požadováno ponechání disku Kupujícímu při jeho poruše a/nebo reklamaci</w:t>
            </w:r>
          </w:p>
        </w:tc>
        <w:tc>
          <w:tcPr>
            <w:tcW w:w="3288" w:type="dxa"/>
          </w:tcPr>
          <w:p w14:paraId="1CC73743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7626168C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99E634A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Vzdálená správa HW serveru </w:t>
            </w:r>
          </w:p>
          <w:p w14:paraId="1C53B96B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Vzdálená správa s dedikovaným vlastním portem 1GbE a možností převzít plně vzdálené ovládání serveru.</w:t>
            </w:r>
          </w:p>
          <w:p w14:paraId="52FD05CD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Možnost přesměrování management portu pomocí NSCI na jinou síťovou kartu.</w:t>
            </w:r>
          </w:p>
          <w:p w14:paraId="4FD471B3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Možnost vzdáleného </w:t>
            </w:r>
            <w:proofErr w:type="spellStart"/>
            <w:r w:rsidRPr="00E75C72">
              <w:rPr>
                <w:rFonts w:cstheme="minorHAnsi"/>
                <w:sz w:val="18"/>
              </w:rPr>
              <w:t>mountování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ISO image.</w:t>
            </w:r>
          </w:p>
          <w:p w14:paraId="241AACE8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Možnost sdílet jednu virtuální konzoli až šesti uživateli.</w:t>
            </w:r>
          </w:p>
          <w:p w14:paraId="2E6801B2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Podpora standartních Webových prohlížečů (Google Chrome, MS </w:t>
            </w:r>
            <w:proofErr w:type="spellStart"/>
            <w:r w:rsidRPr="00E75C72">
              <w:rPr>
                <w:rFonts w:cstheme="minorHAnsi"/>
                <w:sz w:val="18"/>
              </w:rPr>
              <w:t>Edge</w:t>
            </w:r>
            <w:proofErr w:type="spellEnd"/>
            <w:r w:rsidRPr="00E75C72">
              <w:rPr>
                <w:rFonts w:cstheme="minorHAnsi"/>
                <w:sz w:val="18"/>
              </w:rPr>
              <w:t>, Mozilla Firefox) a HTML5.</w:t>
            </w:r>
          </w:p>
          <w:p w14:paraId="6715D317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Inventarizace a možnost sledování stavu jednotlivých komponent včetně úrovní firmware.</w:t>
            </w:r>
          </w:p>
          <w:p w14:paraId="4B5019DB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Real </w:t>
            </w:r>
            <w:proofErr w:type="spellStart"/>
            <w:r w:rsidRPr="00E75C72">
              <w:rPr>
                <w:rFonts w:cstheme="minorHAnsi"/>
                <w:sz w:val="18"/>
              </w:rPr>
              <w:t>time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sledování vytíženosti CPU, paměti a spotřeby elektrické energie, možnost </w:t>
            </w:r>
            <w:proofErr w:type="spellStart"/>
            <w:r w:rsidRPr="00E75C72">
              <w:rPr>
                <w:rFonts w:cstheme="minorHAnsi"/>
                <w:sz w:val="18"/>
              </w:rPr>
              <w:t>Power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</w:rPr>
              <w:t>cappingu</w:t>
            </w:r>
            <w:proofErr w:type="spellEnd"/>
            <w:r w:rsidRPr="00E75C72">
              <w:rPr>
                <w:rFonts w:cstheme="minorHAnsi"/>
                <w:sz w:val="18"/>
              </w:rPr>
              <w:t>.</w:t>
            </w:r>
          </w:p>
          <w:p w14:paraId="5AFCD41A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Možnost asistované instalace OS bez dalších nástrojů, médií, ISO apod.</w:t>
            </w:r>
          </w:p>
          <w:p w14:paraId="3061D8B7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Podpora REDFISH a RESTAPI skriptů.</w:t>
            </w:r>
          </w:p>
          <w:p w14:paraId="34C3B435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Nejvyšší licence pro správu serveru bez jakéhokoli omezení.</w:t>
            </w:r>
          </w:p>
          <w:p w14:paraId="52E512EB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Všechny licence potřebné k provozu managementu a HW, (management, mapování ISO, KVM přístup).</w:t>
            </w:r>
          </w:p>
          <w:p w14:paraId="3913AE05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Integrace s centrální vzdálenou správou serverového HW bez použití jakéhokoli dalšího HW či SW třetích stran</w:t>
            </w:r>
          </w:p>
          <w:p w14:paraId="146A8427" w14:textId="77777777" w:rsid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Podpora protokolů SNMP 2c a IPMI</w:t>
            </w:r>
          </w:p>
          <w:p w14:paraId="4307B7D4" w14:textId="3FF58969" w:rsidR="005A180F" w:rsidRPr="00E75C72" w:rsidRDefault="005A180F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5A180F">
              <w:rPr>
                <w:rFonts w:cstheme="minorHAnsi"/>
                <w:sz w:val="18"/>
              </w:rPr>
              <w:t xml:space="preserve">Podpora protokolu </w:t>
            </w:r>
            <w:proofErr w:type="spellStart"/>
            <w:r w:rsidRPr="005A180F">
              <w:rPr>
                <w:rFonts w:cstheme="minorHAnsi"/>
                <w:sz w:val="18"/>
              </w:rPr>
              <w:t>Syslog</w:t>
            </w:r>
            <w:proofErr w:type="spellEnd"/>
            <w:r w:rsidRPr="005A180F">
              <w:rPr>
                <w:rFonts w:cstheme="minorHAnsi"/>
                <w:sz w:val="18"/>
              </w:rPr>
              <w:t xml:space="preserve"> a předávání logů na vzdálený systém</w:t>
            </w:r>
          </w:p>
        </w:tc>
        <w:tc>
          <w:tcPr>
            <w:tcW w:w="3288" w:type="dxa"/>
          </w:tcPr>
          <w:p w14:paraId="1A241AD5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58F989E8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E3BE967" w14:textId="77777777" w:rsidR="00E75C72" w:rsidRPr="00E75C72" w:rsidRDefault="00E75C72" w:rsidP="00E75C72">
            <w:pPr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Hromadná správa </w:t>
            </w:r>
          </w:p>
          <w:p w14:paraId="4B75E7AA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Časově neomezená licence na hromadnou správu serverů, inventarizace a </w:t>
            </w:r>
            <w:proofErr w:type="spellStart"/>
            <w:r w:rsidRPr="00E75C72">
              <w:rPr>
                <w:rFonts w:cstheme="minorHAnsi"/>
                <w:sz w:val="18"/>
              </w:rPr>
              <w:t>alerting</w:t>
            </w:r>
            <w:proofErr w:type="spellEnd"/>
            <w:r w:rsidRPr="00E75C72">
              <w:rPr>
                <w:rFonts w:cstheme="minorHAnsi"/>
                <w:sz w:val="18"/>
              </w:rPr>
              <w:t>.</w:t>
            </w:r>
          </w:p>
          <w:p w14:paraId="05453708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Možnost hromadného sledováni a upgrade úrovní FW jednotlivých komponent serverů.</w:t>
            </w:r>
          </w:p>
          <w:p w14:paraId="4B5CF251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Call </w:t>
            </w:r>
            <w:proofErr w:type="spellStart"/>
            <w:r w:rsidRPr="00E75C72">
              <w:rPr>
                <w:rFonts w:cstheme="minorHAnsi"/>
                <w:sz w:val="18"/>
              </w:rPr>
              <w:t>Home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funkce.</w:t>
            </w:r>
          </w:p>
          <w:p w14:paraId="47C8E10C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Přístup přes mobilní aplikaci.</w:t>
            </w:r>
          </w:p>
          <w:p w14:paraId="006E581D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Splňující standardy NIST 800-131A a FIPS 140</w:t>
            </w:r>
            <w:r w:rsidRPr="00E75C72">
              <w:rPr>
                <w:rFonts w:cstheme="minorHAnsi"/>
                <w:sz w:val="18"/>
              </w:rPr>
              <w:noBreakHyphen/>
              <w:t>2.</w:t>
            </w:r>
          </w:p>
          <w:p w14:paraId="24370057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Plug-in do management nodů virtualizačních hypervizorů.</w:t>
            </w:r>
          </w:p>
          <w:p w14:paraId="6D14DF19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Podpora REST-API a </w:t>
            </w:r>
            <w:proofErr w:type="spellStart"/>
            <w:r w:rsidRPr="00E75C72">
              <w:rPr>
                <w:rFonts w:cstheme="minorHAnsi"/>
                <w:sz w:val="18"/>
              </w:rPr>
              <w:t>Redfish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standardů.</w:t>
            </w:r>
          </w:p>
        </w:tc>
        <w:tc>
          <w:tcPr>
            <w:tcW w:w="3288" w:type="dxa"/>
          </w:tcPr>
          <w:p w14:paraId="54BFB116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04160EBA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82C7F37" w14:textId="77777777" w:rsidR="00E75C72" w:rsidRPr="00E75C72" w:rsidRDefault="00E75C72" w:rsidP="00E75C72">
            <w:pPr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Napojení na systém centralizované vzdálené správy a dohledu</w:t>
            </w:r>
            <w:r w:rsidRPr="00E75C72">
              <w:rPr>
                <w:rFonts w:cstheme="minorHAnsi"/>
                <w:i/>
                <w:iCs/>
                <w:sz w:val="18"/>
              </w:rPr>
              <w:t xml:space="preserve"> (Zadavatel provozuje centralizovanou vzdálenou správy na technologiích </w:t>
            </w:r>
            <w:r w:rsidRPr="00E75C72">
              <w:rPr>
                <w:rFonts w:cstheme="minorHAnsi"/>
                <w:b/>
                <w:bCs/>
                <w:i/>
                <w:iCs/>
                <w:sz w:val="18"/>
              </w:rPr>
              <w:t xml:space="preserve">Dell </w:t>
            </w:r>
            <w:proofErr w:type="spellStart"/>
            <w:r w:rsidRPr="00E75C72">
              <w:rPr>
                <w:rFonts w:cstheme="minorHAnsi"/>
                <w:b/>
                <w:bCs/>
                <w:i/>
                <w:iCs/>
                <w:sz w:val="18"/>
              </w:rPr>
              <w:t>OpenManage</w:t>
            </w:r>
            <w:proofErr w:type="spellEnd"/>
            <w:r w:rsidRPr="00E75C72">
              <w:rPr>
                <w:rFonts w:cstheme="minorHAnsi"/>
                <w:i/>
                <w:iCs/>
                <w:sz w:val="18"/>
              </w:rPr>
              <w:t xml:space="preserve"> a </w:t>
            </w:r>
            <w:r w:rsidRPr="00E75C72">
              <w:rPr>
                <w:rFonts w:cstheme="minorHAnsi"/>
                <w:b/>
                <w:bCs/>
                <w:i/>
                <w:iCs/>
                <w:sz w:val="18"/>
              </w:rPr>
              <w:t xml:space="preserve">Lenovo </w:t>
            </w:r>
            <w:proofErr w:type="spellStart"/>
            <w:r w:rsidRPr="00E75C72">
              <w:rPr>
                <w:rFonts w:cstheme="minorHAnsi"/>
                <w:b/>
                <w:bCs/>
                <w:i/>
                <w:iCs/>
                <w:sz w:val="18"/>
              </w:rPr>
              <w:t>xClarity</w:t>
            </w:r>
            <w:proofErr w:type="spellEnd"/>
            <w:r w:rsidRPr="00E75C72">
              <w:rPr>
                <w:rFonts w:cstheme="minorHAnsi"/>
                <w:i/>
                <w:iCs/>
                <w:sz w:val="18"/>
              </w:rPr>
              <w:t>)</w:t>
            </w:r>
            <w:r w:rsidRPr="00E75C72">
              <w:rPr>
                <w:rFonts w:cstheme="minorHAnsi"/>
                <w:sz w:val="18"/>
              </w:rPr>
              <w:t>:</w:t>
            </w:r>
          </w:p>
          <w:p w14:paraId="5E195D6F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Napojení na již provozované řešení centralizované vzdálené správy bez nutnosti pořizovat, instalovat či provozovat jakýkoliv další software, hardware nebo </w:t>
            </w:r>
            <w:proofErr w:type="spellStart"/>
            <w:r w:rsidRPr="00E75C72">
              <w:rPr>
                <w:rFonts w:cstheme="minorHAnsi"/>
                <w:sz w:val="18"/>
              </w:rPr>
              <w:t>appliance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třetích stran.</w:t>
            </w:r>
          </w:p>
          <w:p w14:paraId="0E22604A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Přehled modelů a sériových čísel</w:t>
            </w:r>
          </w:p>
          <w:p w14:paraId="57D4BF1D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Přehled platnosti servisních kontraktů</w:t>
            </w:r>
          </w:p>
          <w:p w14:paraId="17B49946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Inventarizace konfigurace</w:t>
            </w:r>
          </w:p>
          <w:p w14:paraId="0668CED3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Přehled verzí firmware a </w:t>
            </w:r>
            <w:proofErr w:type="spellStart"/>
            <w:r w:rsidRPr="00E75C72">
              <w:rPr>
                <w:rFonts w:cstheme="minorHAnsi"/>
                <w:sz w:val="18"/>
              </w:rPr>
              <w:t>BIOSu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jednotlivých komponent</w:t>
            </w:r>
          </w:p>
          <w:p w14:paraId="7DD3378F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Kontrola verzí firmware a </w:t>
            </w:r>
            <w:proofErr w:type="spellStart"/>
            <w:r w:rsidRPr="00E75C72">
              <w:rPr>
                <w:rFonts w:cstheme="minorHAnsi"/>
                <w:sz w:val="18"/>
              </w:rPr>
              <w:t>BIOSu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oproti definovaným politikám</w:t>
            </w:r>
          </w:p>
          <w:p w14:paraId="2B077105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Monitoring zatížení CPU a RAM</w:t>
            </w:r>
          </w:p>
          <w:p w14:paraId="5787A142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Monitoring spotřeby elektrické energie</w:t>
            </w:r>
          </w:p>
          <w:p w14:paraId="09425605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Centrální řízení spotřeby elektrické energie</w:t>
            </w:r>
          </w:p>
          <w:p w14:paraId="50EAA6A7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Centrální provádění updatů firmware a </w:t>
            </w:r>
            <w:proofErr w:type="spellStart"/>
            <w:r w:rsidRPr="00E75C72">
              <w:rPr>
                <w:rFonts w:cstheme="minorHAnsi"/>
                <w:sz w:val="18"/>
              </w:rPr>
              <w:t>BIOSu</w:t>
            </w:r>
            <w:proofErr w:type="spellEnd"/>
          </w:p>
          <w:p w14:paraId="55082E48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Dálkové zapnutí/vypnutí jednotlivého serveru</w:t>
            </w:r>
          </w:p>
          <w:p w14:paraId="35E4634A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Dálkový přístup do konzole jednotlivého serveru (</w:t>
            </w:r>
            <w:proofErr w:type="spellStart"/>
            <w:r w:rsidRPr="00E75C72">
              <w:rPr>
                <w:rFonts w:cstheme="minorHAnsi"/>
                <w:sz w:val="18"/>
              </w:rPr>
              <w:t>remote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KVM)</w:t>
            </w:r>
          </w:p>
          <w:p w14:paraId="15C1CD46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Re-instalace OS pomocí dálkově připojené optické mechaniky či disku s ISO souborem.</w:t>
            </w:r>
          </w:p>
        </w:tc>
        <w:tc>
          <w:tcPr>
            <w:tcW w:w="3288" w:type="dxa"/>
          </w:tcPr>
          <w:p w14:paraId="46ECC388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0BC7154E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D3FB2A3" w14:textId="77777777" w:rsidR="00E75C72" w:rsidRPr="00E75C72" w:rsidRDefault="00E75C72" w:rsidP="00E75C72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6FB4F27A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05002308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F8902DC" w14:textId="77777777" w:rsidR="00E75C72" w:rsidRPr="00E75C72" w:rsidRDefault="00E75C72" w:rsidP="00E75C72">
            <w:pPr>
              <w:rPr>
                <w:sz w:val="18"/>
                <w:lang w:eastAsia="cs-CZ"/>
              </w:rPr>
            </w:pPr>
            <w:r w:rsidRPr="00E75C72">
              <w:rPr>
                <w:sz w:val="18"/>
                <w:lang w:eastAsia="cs-CZ"/>
              </w:rPr>
              <w:t>Síťové optické moduly pro každý optický port (</w:t>
            </w:r>
            <w:r w:rsidRPr="00E75C72">
              <w:rPr>
                <w:b/>
                <w:bCs/>
                <w:sz w:val="18"/>
                <w:lang w:eastAsia="cs-CZ"/>
              </w:rPr>
              <w:t>SFP LAN</w:t>
            </w:r>
            <w:r w:rsidRPr="00E75C72">
              <w:rPr>
                <w:sz w:val="18"/>
                <w:lang w:eastAsia="cs-CZ"/>
              </w:rPr>
              <w:t>), plně kompatibilní s dodávaným serverem v provedení „</w:t>
            </w:r>
            <w:r w:rsidRPr="00E75C72">
              <w:rPr>
                <w:b/>
                <w:bCs/>
                <w:sz w:val="18"/>
                <w:lang w:eastAsia="cs-CZ"/>
              </w:rPr>
              <w:t>10/25Gbps</w:t>
            </w:r>
            <w:r w:rsidRPr="00E75C72">
              <w:rPr>
                <w:sz w:val="18"/>
                <w:lang w:eastAsia="cs-CZ"/>
              </w:rPr>
              <w:t xml:space="preserve"> nebo </w:t>
            </w:r>
            <w:r w:rsidRPr="00E75C72">
              <w:rPr>
                <w:b/>
                <w:bCs/>
                <w:sz w:val="18"/>
                <w:lang w:eastAsia="cs-CZ"/>
              </w:rPr>
              <w:t>25Gbps</w:t>
            </w:r>
            <w:r w:rsidRPr="00E75C72">
              <w:rPr>
                <w:sz w:val="18"/>
                <w:lang w:eastAsia="cs-CZ"/>
              </w:rPr>
              <w:t xml:space="preserve">, </w:t>
            </w:r>
            <w:proofErr w:type="spellStart"/>
            <w:r w:rsidRPr="00E75C72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E75C72">
              <w:rPr>
                <w:b/>
                <w:bCs/>
                <w:sz w:val="18"/>
                <w:lang w:eastAsia="cs-CZ"/>
              </w:rPr>
              <w:t xml:space="preserve">, LC, </w:t>
            </w:r>
            <w:proofErr w:type="spellStart"/>
            <w:r w:rsidRPr="00E75C72">
              <w:rPr>
                <w:b/>
                <w:bCs/>
                <w:sz w:val="18"/>
                <w:lang w:eastAsia="cs-CZ"/>
              </w:rPr>
              <w:t>Short</w:t>
            </w:r>
            <w:proofErr w:type="spellEnd"/>
            <w:r w:rsidRPr="00E75C72">
              <w:rPr>
                <w:b/>
                <w:bCs/>
                <w:sz w:val="18"/>
                <w:lang w:eastAsia="cs-CZ"/>
              </w:rPr>
              <w:t xml:space="preserve"> </w:t>
            </w:r>
            <w:proofErr w:type="spellStart"/>
            <w:r w:rsidRPr="00E75C72">
              <w:rPr>
                <w:b/>
                <w:bCs/>
                <w:sz w:val="18"/>
                <w:lang w:eastAsia="cs-CZ"/>
              </w:rPr>
              <w:t>Range</w:t>
            </w:r>
            <w:proofErr w:type="spellEnd"/>
            <w:r w:rsidRPr="00E75C72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763FB498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6801C80A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14CAE77" w14:textId="77777777" w:rsidR="00E75C72" w:rsidRPr="00E75C72" w:rsidRDefault="00E75C72" w:rsidP="00E75C72">
            <w:pPr>
              <w:rPr>
                <w:lang w:eastAsia="cs-CZ"/>
              </w:rPr>
            </w:pPr>
            <w:r w:rsidRPr="00E75C72">
              <w:rPr>
                <w:sz w:val="18"/>
                <w:lang w:eastAsia="cs-CZ"/>
              </w:rPr>
              <w:t xml:space="preserve">Síťové optické moduly pro každý </w:t>
            </w:r>
            <w:proofErr w:type="spellStart"/>
            <w:r w:rsidRPr="00E75C72">
              <w:rPr>
                <w:sz w:val="18"/>
                <w:lang w:eastAsia="cs-CZ"/>
              </w:rPr>
              <w:t>FibreChannel</w:t>
            </w:r>
            <w:proofErr w:type="spellEnd"/>
            <w:r w:rsidRPr="00E75C72">
              <w:rPr>
                <w:sz w:val="18"/>
                <w:lang w:eastAsia="cs-CZ"/>
              </w:rPr>
              <w:t xml:space="preserve"> port (</w:t>
            </w:r>
            <w:r w:rsidRPr="00E75C72">
              <w:rPr>
                <w:b/>
                <w:bCs/>
                <w:sz w:val="18"/>
                <w:lang w:eastAsia="cs-CZ"/>
              </w:rPr>
              <w:t>SFP FC</w:t>
            </w:r>
            <w:r w:rsidRPr="00E75C72">
              <w:rPr>
                <w:sz w:val="18"/>
                <w:lang w:eastAsia="cs-CZ"/>
              </w:rPr>
              <w:t>), plně kompatibilní s dodávaným serverem v provedení „</w:t>
            </w:r>
            <w:r w:rsidRPr="00E75C72">
              <w:rPr>
                <w:b/>
                <w:bCs/>
                <w:sz w:val="18"/>
                <w:lang w:eastAsia="cs-CZ"/>
              </w:rPr>
              <w:t xml:space="preserve">32Gbps, SW, </w:t>
            </w:r>
            <w:proofErr w:type="spellStart"/>
            <w:r w:rsidRPr="00E75C72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E75C72">
              <w:rPr>
                <w:b/>
                <w:bCs/>
                <w:sz w:val="18"/>
                <w:lang w:eastAsia="cs-CZ"/>
              </w:rPr>
              <w:t>, LC</w:t>
            </w:r>
            <w:r w:rsidRPr="00E75C72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25CDECCA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</w:tbl>
    <w:p w14:paraId="27640C7D" w14:textId="61A2EA0D" w:rsidR="00E75C72" w:rsidRPr="00E75C72" w:rsidRDefault="00E75C72" w:rsidP="00E75C72">
      <w:pPr>
        <w:spacing w:after="160" w:line="259" w:lineRule="auto"/>
      </w:pPr>
      <w:r w:rsidRPr="00E75C72">
        <w:br/>
        <w:t xml:space="preserve">Pro </w:t>
      </w:r>
      <w:r w:rsidRPr="00E75C72">
        <w:rPr>
          <w:b/>
          <w:bCs/>
        </w:rPr>
        <w:t xml:space="preserve">Položku </w:t>
      </w:r>
      <w:r w:rsidR="00DE5823">
        <w:rPr>
          <w:b/>
          <w:bCs/>
        </w:rPr>
        <w:t>8</w:t>
      </w:r>
      <w:r w:rsidRPr="00E75C72">
        <w:t xml:space="preserve"> je místem plnění </w:t>
      </w:r>
      <w:r w:rsidR="00DE5823" w:rsidRPr="00DE5823">
        <w:rPr>
          <w:b/>
          <w:bCs/>
        </w:rPr>
        <w:t>CDP Přerov, Tovární 3286, Přerov</w:t>
      </w:r>
      <w:r w:rsidRPr="00E75C72">
        <w:t>.</w:t>
      </w:r>
    </w:p>
    <w:p w14:paraId="443FDD9E" w14:textId="77777777" w:rsidR="00E75C72" w:rsidRPr="00E75C72" w:rsidRDefault="00E75C72" w:rsidP="00E75C72">
      <w:pPr>
        <w:spacing w:after="160" w:line="259" w:lineRule="auto"/>
      </w:pPr>
    </w:p>
    <w:p w14:paraId="6125D7CE" w14:textId="14531697" w:rsidR="00E75C72" w:rsidRPr="00E75C72" w:rsidRDefault="00DE5823" w:rsidP="00E75C72">
      <w:pPr>
        <w:ind w:firstLine="426"/>
      </w:pPr>
      <w:r>
        <w:t>i</w:t>
      </w:r>
      <w:r w:rsidR="00E75C72" w:rsidRPr="00E75C72">
        <w:t>)</w:t>
      </w:r>
      <w:r w:rsidR="00E75C72" w:rsidRPr="00E75C72">
        <w:tab/>
      </w:r>
      <w:r w:rsidR="00E75C72" w:rsidRPr="00E75C72">
        <w:rPr>
          <w:b/>
          <w:bCs/>
        </w:rPr>
        <w:t xml:space="preserve">Položka </w:t>
      </w:r>
      <w:r>
        <w:rPr>
          <w:b/>
          <w:bCs/>
        </w:rPr>
        <w:t>9</w:t>
      </w:r>
      <w:r w:rsidR="00E75C72" w:rsidRPr="00E75C72">
        <w:t xml:space="preserve"> – Úložiště SAN pro zálohování virtualizační farmy „KB TDS / CDP P</w:t>
      </w:r>
      <w:r w:rsidR="004D497B">
        <w:t>řerov</w:t>
      </w:r>
      <w:r w:rsidR="00E75C72" w:rsidRPr="00E75C72">
        <w:t>“ v konfiguraci:</w:t>
      </w:r>
    </w:p>
    <w:p w14:paraId="03D4D8C6" w14:textId="77777777" w:rsidR="00E75C72" w:rsidRPr="00E75C72" w:rsidRDefault="00E75C72" w:rsidP="00E75C72">
      <w:pPr>
        <w:rPr>
          <w:rFonts w:cstheme="minorHAnsi"/>
          <w:b/>
          <w:bCs/>
        </w:rPr>
      </w:pPr>
      <w:r w:rsidRPr="00E75C72">
        <w:rPr>
          <w:highlight w:val="green"/>
          <w:lang w:val="en-US"/>
        </w:rPr>
        <w:t>[IDENTIFIKACE MODELU</w:t>
      </w:r>
      <w:r w:rsidRPr="00E75C72">
        <w:rPr>
          <w:rFonts w:cstheme="minorHAnsi"/>
          <w:b/>
          <w:bCs/>
          <w:highlight w:val="green"/>
        </w:rPr>
        <w:t xml:space="preserve"> - </w:t>
      </w:r>
      <w:r w:rsidRPr="00E75C72">
        <w:rPr>
          <w:rFonts w:cstheme="minorHAnsi"/>
          <w:highlight w:val="green"/>
        </w:rPr>
        <w:t>DOPLNÍ PRODÁVAJÍCÍ]</w:t>
      </w:r>
      <w:r w:rsidRPr="00E75C72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E75C72" w:rsidRPr="00E75C72" w14:paraId="2290D3C5" w14:textId="77777777" w:rsidTr="001934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178CDCBA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11FC9946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E75C72" w:rsidRPr="00E75C72" w14:paraId="7DFC4EA4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918EF08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Provedení úložiště pro instalaci do rackové skříně o hloubce </w:t>
            </w:r>
            <w:r w:rsidRPr="00E75C72">
              <w:rPr>
                <w:rFonts w:cstheme="minorHAnsi"/>
                <w:b/>
                <w:bCs/>
                <w:sz w:val="18"/>
              </w:rPr>
              <w:t>100 cm</w:t>
            </w:r>
          </w:p>
        </w:tc>
        <w:tc>
          <w:tcPr>
            <w:tcW w:w="3288" w:type="dxa"/>
          </w:tcPr>
          <w:p w14:paraId="3C96BDCE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5049B87A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361DC5E" w14:textId="00002B1D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Velikost skříně serveru o maximální výšce </w:t>
            </w:r>
            <w:r w:rsidR="00302B16">
              <w:rPr>
                <w:rFonts w:cstheme="minorHAnsi"/>
                <w:b/>
                <w:bCs/>
                <w:sz w:val="18"/>
              </w:rPr>
              <w:t>10</w:t>
            </w:r>
            <w:r w:rsidRPr="00E75C72">
              <w:rPr>
                <w:rFonts w:cstheme="minorHAnsi"/>
                <w:b/>
                <w:bCs/>
                <w:sz w:val="18"/>
              </w:rPr>
              <w:t xml:space="preserve"> RU</w:t>
            </w:r>
            <w:r w:rsidRPr="00E75C72">
              <w:rPr>
                <w:rFonts w:cstheme="minorHAnsi"/>
                <w:sz w:val="18"/>
              </w:rPr>
              <w:t xml:space="preserve"> (</w:t>
            </w:r>
            <w:r w:rsidR="00302B16">
              <w:rPr>
                <w:rFonts w:cstheme="minorHAnsi"/>
                <w:sz w:val="18"/>
              </w:rPr>
              <w:t>445</w:t>
            </w:r>
            <w:r w:rsidRPr="00E75C72">
              <w:rPr>
                <w:rFonts w:cstheme="minorHAnsi"/>
                <w:sz w:val="18"/>
              </w:rPr>
              <w:t> mm)</w:t>
            </w:r>
          </w:p>
        </w:tc>
        <w:tc>
          <w:tcPr>
            <w:tcW w:w="3288" w:type="dxa"/>
          </w:tcPr>
          <w:p w14:paraId="6C4FE67A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61AC4EB0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736F85D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E75C72">
              <w:rPr>
                <w:rFonts w:cstheme="minorHAnsi"/>
                <w:b/>
                <w:bCs/>
                <w:sz w:val="18"/>
              </w:rPr>
              <w:t>Dual</w:t>
            </w:r>
            <w:proofErr w:type="spellEnd"/>
            <w:r w:rsidRPr="00E75C72">
              <w:rPr>
                <w:rFonts w:cstheme="minorHAnsi"/>
                <w:b/>
                <w:bCs/>
                <w:sz w:val="18"/>
              </w:rPr>
              <w:t xml:space="preserve">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</w:rPr>
              <w:t>controller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SAN FC v režimu </w:t>
            </w:r>
            <w:proofErr w:type="spellStart"/>
            <w:r w:rsidRPr="00E75C72">
              <w:rPr>
                <w:rFonts w:cstheme="minorHAnsi"/>
                <w:sz w:val="18"/>
              </w:rPr>
              <w:t>Active-Active</w:t>
            </w:r>
            <w:proofErr w:type="spellEnd"/>
          </w:p>
        </w:tc>
        <w:tc>
          <w:tcPr>
            <w:tcW w:w="3288" w:type="dxa"/>
          </w:tcPr>
          <w:p w14:paraId="52E2CBAB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6ED91FBB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A53A189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Kapacita SAN úložiště</w:t>
            </w:r>
          </w:p>
          <w:p w14:paraId="6568D850" w14:textId="77777777" w:rsidR="00E75C72" w:rsidRPr="00E75C72" w:rsidRDefault="00E75C72" w:rsidP="00E75C72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b/>
                <w:bCs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Uživatelsky použitelná čistá nekomprimovaná (bez </w:t>
            </w:r>
            <w:proofErr w:type="spellStart"/>
            <w:r w:rsidRPr="00E75C72">
              <w:rPr>
                <w:rFonts w:cstheme="minorHAnsi"/>
                <w:sz w:val="18"/>
                <w:szCs w:val="22"/>
              </w:rPr>
              <w:t>deduplikace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 xml:space="preserve">) kapacita minimálně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 xml:space="preserve">80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023F6336" w14:textId="77777777" w:rsidR="00E75C72" w:rsidRPr="00E75C72" w:rsidRDefault="00E75C72" w:rsidP="00E75C72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Umožňuje rozšíření minimálně na 120 </w:t>
            </w:r>
            <w:proofErr w:type="spellStart"/>
            <w:r w:rsidRPr="00E75C72">
              <w:rPr>
                <w:rFonts w:cstheme="minorHAnsi"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 xml:space="preserve"> jen přidáním disků.</w:t>
            </w:r>
          </w:p>
          <w:p w14:paraId="54CDC28B" w14:textId="61A3B30C" w:rsidR="00E75C72" w:rsidRPr="00E75C72" w:rsidRDefault="00E75C72" w:rsidP="00E75C72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Zajišťuje redundanci uložených dat minimálně na úrovni odpovídající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>RAID</w:t>
            </w:r>
            <w:r w:rsidR="00F62310">
              <w:rPr>
                <w:rFonts w:cstheme="minorHAnsi"/>
                <w:b/>
                <w:bCs/>
                <w:sz w:val="18"/>
                <w:szCs w:val="22"/>
              </w:rPr>
              <w:t>6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74AD239D" w14:textId="3F471D86" w:rsidR="00E75C72" w:rsidRPr="00E75C72" w:rsidRDefault="00E75C72" w:rsidP="00E75C72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Použití </w:t>
            </w:r>
            <w:r w:rsidR="00E36314">
              <w:rPr>
                <w:rFonts w:cstheme="minorHAnsi"/>
                <w:sz w:val="18"/>
                <w:szCs w:val="22"/>
              </w:rPr>
              <w:t>NL-SAS</w:t>
            </w:r>
            <w:r w:rsidRPr="00E75C72">
              <w:rPr>
                <w:rFonts w:cstheme="minorHAnsi"/>
                <w:sz w:val="18"/>
                <w:szCs w:val="22"/>
              </w:rPr>
              <w:t xml:space="preserve"> disků o velikosti maximálně </w:t>
            </w:r>
            <w:r w:rsidR="00C004DD">
              <w:rPr>
                <w:rFonts w:cstheme="minorHAnsi"/>
                <w:sz w:val="18"/>
                <w:szCs w:val="22"/>
              </w:rPr>
              <w:t>8</w:t>
            </w:r>
            <w:r w:rsidRPr="00E75C72">
              <w:rPr>
                <w:rFonts w:cstheme="minorHAnsi"/>
                <w:sz w:val="18"/>
                <w:szCs w:val="22"/>
              </w:rPr>
              <w:t> TB, které nepoužívají technologii SMR.</w:t>
            </w:r>
          </w:p>
        </w:tc>
        <w:tc>
          <w:tcPr>
            <w:tcW w:w="3288" w:type="dxa"/>
          </w:tcPr>
          <w:p w14:paraId="313C3C11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7413A3F1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AA334AF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Minimálně </w:t>
            </w:r>
            <w:r w:rsidRPr="00E75C72">
              <w:rPr>
                <w:rFonts w:cstheme="minorHAnsi"/>
                <w:b/>
                <w:bCs/>
                <w:sz w:val="18"/>
              </w:rPr>
              <w:t xml:space="preserve">8x 32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FC SFP port pro SAN</w:t>
            </w:r>
          </w:p>
        </w:tc>
        <w:tc>
          <w:tcPr>
            <w:tcW w:w="3288" w:type="dxa"/>
          </w:tcPr>
          <w:p w14:paraId="0228D8D9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64AD2BFB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0854DB7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Minimálně jeden dedikovaný </w:t>
            </w:r>
            <w:r w:rsidRPr="00E75C72">
              <w:rPr>
                <w:rFonts w:cstheme="minorHAnsi"/>
                <w:b/>
                <w:bCs/>
                <w:sz w:val="18"/>
              </w:rPr>
              <w:t xml:space="preserve">1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050324F3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2C8CDCC2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27D34BE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2x</w:t>
            </w:r>
            <w:r w:rsidRPr="00E75C72">
              <w:rPr>
                <w:rFonts w:cstheme="minorHAnsi"/>
                <w:sz w:val="18"/>
              </w:rPr>
              <w:t xml:space="preserve"> hot-swap napájecí zdroj, každý minimálně o výkonu 1000 W s minimální certifikací „80+ </w:t>
            </w:r>
            <w:proofErr w:type="spellStart"/>
            <w:r w:rsidRPr="00E75C72">
              <w:rPr>
                <w:rFonts w:cstheme="minorHAnsi"/>
                <w:sz w:val="18"/>
              </w:rPr>
              <w:t>Platinum</w:t>
            </w:r>
            <w:proofErr w:type="spellEnd"/>
            <w:r w:rsidRPr="00E75C72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785D40D3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47775217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2FDCCED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E75C72">
              <w:rPr>
                <w:sz w:val="18"/>
                <w:lang w:eastAsia="cs-CZ"/>
              </w:rPr>
              <w:t>Výsuvné ližiny do rackové skříně</w:t>
            </w:r>
          </w:p>
        </w:tc>
        <w:tc>
          <w:tcPr>
            <w:tcW w:w="3288" w:type="dxa"/>
          </w:tcPr>
          <w:p w14:paraId="4DAB80C1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188EFA37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7951E5D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2x</w:t>
            </w:r>
            <w:r w:rsidRPr="00E75C72">
              <w:rPr>
                <w:rFonts w:cstheme="minorHAnsi"/>
                <w:sz w:val="18"/>
              </w:rPr>
              <w:t xml:space="preserve"> 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3EBA9FBD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3A34B619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021E0AE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2x</w:t>
            </w:r>
            <w:r w:rsidRPr="00E75C72">
              <w:rPr>
                <w:rFonts w:cstheme="minorHAnsi"/>
                <w:sz w:val="18"/>
              </w:rPr>
              <w:t xml:space="preserve"> 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6EB53EBC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50BE2BB9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33AA40B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75C72">
              <w:rPr>
                <w:rFonts w:cstheme="minorHAnsi"/>
                <w:sz w:val="18"/>
              </w:rPr>
              <w:t xml:space="preserve">Podpora OS Windows Server 2019, 2022; RHEL 8, 9; </w:t>
            </w:r>
            <w:proofErr w:type="spellStart"/>
            <w:r w:rsidRPr="00E75C72">
              <w:rPr>
                <w:rFonts w:cstheme="minorHAnsi"/>
                <w:sz w:val="18"/>
              </w:rPr>
              <w:t>VMware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</w:rPr>
              <w:t>vSphere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4BB3EDFF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44CAC111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AA03B1D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60089862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40E8B9CB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15D7E5F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E75C72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6AC5CA24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335F6566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B2C7E2F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Podpora výrobce na </w:t>
            </w:r>
            <w:r w:rsidRPr="00E75C72">
              <w:rPr>
                <w:rFonts w:cstheme="minorHAnsi"/>
                <w:b/>
                <w:bCs/>
                <w:sz w:val="18"/>
              </w:rPr>
              <w:t>5 let</w:t>
            </w:r>
            <w:r w:rsidRPr="00E75C72">
              <w:rPr>
                <w:rFonts w:cstheme="minorHAnsi"/>
                <w:sz w:val="18"/>
              </w:rPr>
              <w:t xml:space="preserve"> v rozsahu „</w:t>
            </w:r>
            <w:r w:rsidRPr="00E75C72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E75C72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34F197F5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4AB02575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DC1DA43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U všech disků, SSD, </w:t>
            </w:r>
            <w:proofErr w:type="spellStart"/>
            <w:r w:rsidRPr="00E75C72">
              <w:rPr>
                <w:rFonts w:cstheme="minorHAnsi"/>
                <w:sz w:val="18"/>
              </w:rPr>
              <w:t>NVMe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a médií je požadováno ponechání disku Kupujícímu při jeho poruše a reklamaci</w:t>
            </w:r>
          </w:p>
        </w:tc>
        <w:tc>
          <w:tcPr>
            <w:tcW w:w="3288" w:type="dxa"/>
          </w:tcPr>
          <w:p w14:paraId="40DF1EDF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094FD343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299C82D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40A15BE9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77444C69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6686E1B" w14:textId="77777777" w:rsidR="00E75C72" w:rsidRPr="00E75C72" w:rsidRDefault="00E75C72" w:rsidP="00E75C72">
            <w:pPr>
              <w:rPr>
                <w:sz w:val="18"/>
                <w:lang w:eastAsia="cs-CZ"/>
              </w:rPr>
            </w:pPr>
            <w:r w:rsidRPr="00E75C72">
              <w:rPr>
                <w:sz w:val="18"/>
                <w:lang w:eastAsia="cs-CZ"/>
              </w:rPr>
              <w:t xml:space="preserve">Pokud úložiště vyžaduje použití SFP, optické moduly pro každý </w:t>
            </w:r>
            <w:proofErr w:type="spellStart"/>
            <w:r w:rsidRPr="00E75C72">
              <w:rPr>
                <w:sz w:val="18"/>
                <w:lang w:eastAsia="cs-CZ"/>
              </w:rPr>
              <w:t>FibreChannel</w:t>
            </w:r>
            <w:proofErr w:type="spellEnd"/>
            <w:r w:rsidRPr="00E75C72">
              <w:rPr>
                <w:sz w:val="18"/>
                <w:lang w:eastAsia="cs-CZ"/>
              </w:rPr>
              <w:t xml:space="preserve"> port plně kompatibilní s dodávaným úložištěm</w:t>
            </w:r>
          </w:p>
        </w:tc>
        <w:tc>
          <w:tcPr>
            <w:tcW w:w="3288" w:type="dxa"/>
          </w:tcPr>
          <w:p w14:paraId="7F54E78F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</w:tbl>
    <w:p w14:paraId="123454E7" w14:textId="34426480" w:rsidR="00E75C72" w:rsidRPr="00E75C72" w:rsidRDefault="00E75C72" w:rsidP="00E75C72">
      <w:pPr>
        <w:spacing w:after="160" w:line="259" w:lineRule="auto"/>
      </w:pPr>
      <w:r w:rsidRPr="00E75C72">
        <w:br/>
        <w:t xml:space="preserve">Pro </w:t>
      </w:r>
      <w:r w:rsidRPr="00E75C72">
        <w:rPr>
          <w:b/>
          <w:bCs/>
        </w:rPr>
        <w:t xml:space="preserve">Položku </w:t>
      </w:r>
      <w:r w:rsidR="00DE5823">
        <w:rPr>
          <w:b/>
          <w:bCs/>
        </w:rPr>
        <w:t>9</w:t>
      </w:r>
      <w:r w:rsidRPr="00E75C72">
        <w:t xml:space="preserve"> je místem plnění </w:t>
      </w:r>
      <w:r w:rsidR="00DE5823" w:rsidRPr="00DE5823">
        <w:rPr>
          <w:b/>
          <w:bCs/>
        </w:rPr>
        <w:t>CDP Přerov, Tovární 3286, Přerov</w:t>
      </w:r>
      <w:r w:rsidRPr="00E75C72">
        <w:t>.</w:t>
      </w:r>
    </w:p>
    <w:p w14:paraId="7CA9E606" w14:textId="77777777" w:rsidR="00E75C72" w:rsidRPr="00E75C72" w:rsidRDefault="00E75C72" w:rsidP="00E75C72">
      <w:pPr>
        <w:spacing w:after="160" w:line="259" w:lineRule="auto"/>
      </w:pPr>
    </w:p>
    <w:p w14:paraId="1CEA78A8" w14:textId="12A91B00" w:rsidR="00E75C72" w:rsidRPr="00E75C72" w:rsidRDefault="00DE5823" w:rsidP="00E75C72">
      <w:pPr>
        <w:ind w:firstLine="426"/>
      </w:pPr>
      <w:r>
        <w:t>j</w:t>
      </w:r>
      <w:r w:rsidR="00E75C72" w:rsidRPr="00E75C72">
        <w:t>)</w:t>
      </w:r>
      <w:r w:rsidR="00E75C72" w:rsidRPr="00E75C72">
        <w:tab/>
      </w:r>
      <w:r w:rsidR="00E75C72" w:rsidRPr="00E75C72">
        <w:rPr>
          <w:b/>
          <w:bCs/>
        </w:rPr>
        <w:t xml:space="preserve">Položka </w:t>
      </w:r>
      <w:r>
        <w:rPr>
          <w:b/>
          <w:bCs/>
        </w:rPr>
        <w:t>10</w:t>
      </w:r>
      <w:r w:rsidR="00E75C72" w:rsidRPr="00E75C72">
        <w:t xml:space="preserve"> – Jeden (1) fyzický server pro PAM </w:t>
      </w:r>
      <w:proofErr w:type="spellStart"/>
      <w:r w:rsidR="00E75C72" w:rsidRPr="00E75C72">
        <w:t>Vault</w:t>
      </w:r>
      <w:proofErr w:type="spellEnd"/>
      <w:r w:rsidR="00E75C72" w:rsidRPr="00E75C72">
        <w:t xml:space="preserve"> v rámci farmy „KB TDS / CDP P</w:t>
      </w:r>
      <w:r w:rsidR="004D497B">
        <w:t>řerov</w:t>
      </w:r>
      <w:r w:rsidR="00E75C72" w:rsidRPr="00E75C72">
        <w:t>“ v konfiguraci:</w:t>
      </w:r>
    </w:p>
    <w:p w14:paraId="6A237DE6" w14:textId="77777777" w:rsidR="00E75C72" w:rsidRPr="00E75C72" w:rsidRDefault="00E75C72" w:rsidP="00E75C72">
      <w:pPr>
        <w:rPr>
          <w:rFonts w:cstheme="minorHAnsi"/>
          <w:b/>
          <w:bCs/>
        </w:rPr>
      </w:pPr>
      <w:r w:rsidRPr="00E75C72">
        <w:rPr>
          <w:highlight w:val="green"/>
          <w:lang w:val="en-US"/>
        </w:rPr>
        <w:t>[IDENTIFIKACE MODELU</w:t>
      </w:r>
      <w:r w:rsidRPr="00E75C72">
        <w:rPr>
          <w:rFonts w:cstheme="minorHAnsi"/>
          <w:b/>
          <w:bCs/>
          <w:highlight w:val="green"/>
        </w:rPr>
        <w:t xml:space="preserve"> - </w:t>
      </w:r>
      <w:r w:rsidRPr="00E75C72">
        <w:rPr>
          <w:rFonts w:cstheme="minorHAnsi"/>
          <w:highlight w:val="green"/>
        </w:rPr>
        <w:t>DOPLNÍ PRODÁVAJÍCÍ]</w:t>
      </w:r>
      <w:r w:rsidRPr="00E75C72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E75C72" w:rsidRPr="00E75C72" w14:paraId="77A0B4CF" w14:textId="77777777" w:rsidTr="001934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6EA1DB96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5271ED12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E75C72" w:rsidRPr="00E75C72" w14:paraId="2FDFC857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B457144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</w:rPr>
              <w:t xml:space="preserve">Provedení serveru pro instalaci do rackové skříně o hloubce </w:t>
            </w:r>
            <w:r w:rsidRPr="00E75C72">
              <w:rPr>
                <w:rFonts w:cstheme="minorHAnsi"/>
                <w:b/>
                <w:bCs/>
                <w:sz w:val="18"/>
              </w:rPr>
              <w:t>100 cm</w:t>
            </w:r>
          </w:p>
        </w:tc>
        <w:tc>
          <w:tcPr>
            <w:tcW w:w="3288" w:type="dxa"/>
          </w:tcPr>
          <w:p w14:paraId="62173882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2645EEBE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71587C6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Velikost skříně serveru o maximální výšce </w:t>
            </w:r>
            <w:r w:rsidRPr="00E75C72">
              <w:rPr>
                <w:rFonts w:cstheme="minorHAnsi"/>
                <w:b/>
                <w:bCs/>
                <w:sz w:val="18"/>
              </w:rPr>
              <w:t>2 RU</w:t>
            </w:r>
            <w:r w:rsidRPr="00E75C72">
              <w:rPr>
                <w:rFonts w:cstheme="minorHAnsi"/>
                <w:sz w:val="18"/>
              </w:rPr>
              <w:t xml:space="preserve"> (89 mm)</w:t>
            </w:r>
          </w:p>
        </w:tc>
        <w:tc>
          <w:tcPr>
            <w:tcW w:w="3288" w:type="dxa"/>
          </w:tcPr>
          <w:p w14:paraId="50068C6C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0C9EF722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3E4AAE4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2x CPU</w:t>
            </w:r>
            <w:r w:rsidRPr="00E75C72">
              <w:rPr>
                <w:rFonts w:cstheme="minorHAnsi"/>
                <w:sz w:val="18"/>
              </w:rPr>
              <w:t xml:space="preserve">, každý minimálně </w:t>
            </w:r>
            <w:r w:rsidRPr="00E75C72">
              <w:rPr>
                <w:rFonts w:cstheme="minorHAnsi"/>
                <w:b/>
                <w:bCs/>
                <w:sz w:val="18"/>
              </w:rPr>
              <w:t>24 jader</w:t>
            </w:r>
            <w:r w:rsidRPr="00E75C72">
              <w:rPr>
                <w:rFonts w:cstheme="minorHAnsi"/>
                <w:sz w:val="18"/>
              </w:rPr>
              <w:t xml:space="preserve"> (48 vláken) se základní frekvencí minimálně 2.0 GHz a se spotřebou maximálně 200 W</w:t>
            </w:r>
          </w:p>
        </w:tc>
        <w:tc>
          <w:tcPr>
            <w:tcW w:w="3288" w:type="dxa"/>
          </w:tcPr>
          <w:p w14:paraId="567CCBB0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5F19AB06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97B7ECF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75C72">
              <w:rPr>
                <w:rFonts w:cstheme="minorHAnsi"/>
                <w:sz w:val="18"/>
              </w:rPr>
              <w:t xml:space="preserve">Architektura </w:t>
            </w:r>
            <w:r w:rsidRPr="00E75C72">
              <w:rPr>
                <w:rFonts w:cstheme="minorHAnsi"/>
                <w:b/>
                <w:bCs/>
                <w:sz w:val="18"/>
              </w:rPr>
              <w:t>Intel x86-64</w:t>
            </w:r>
            <w:r w:rsidRPr="00E75C72">
              <w:rPr>
                <w:rFonts w:cstheme="minorHAnsi"/>
                <w:sz w:val="18"/>
              </w:rPr>
              <w:t xml:space="preserve"> z důvodu kompatibility současného ICT prostředí</w:t>
            </w:r>
          </w:p>
        </w:tc>
        <w:tc>
          <w:tcPr>
            <w:tcW w:w="3288" w:type="dxa"/>
          </w:tcPr>
          <w:p w14:paraId="21BCB287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51158048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6C2F80B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sz w:val="18"/>
                <w:lang w:eastAsia="cs-CZ"/>
              </w:rPr>
              <w:t xml:space="preserve">Operační paměť minimálně </w:t>
            </w:r>
            <w:r w:rsidRPr="00E75C72">
              <w:rPr>
                <w:b/>
                <w:bCs/>
                <w:sz w:val="18"/>
                <w:lang w:eastAsia="cs-CZ"/>
              </w:rPr>
              <w:t xml:space="preserve">128 </w:t>
            </w:r>
            <w:r w:rsidRPr="00E75C72">
              <w:rPr>
                <w:b/>
                <w:sz w:val="18"/>
                <w:lang w:eastAsia="cs-CZ"/>
              </w:rPr>
              <w:t>GB DDR5</w:t>
            </w:r>
            <w:r w:rsidRPr="00E75C72">
              <w:rPr>
                <w:sz w:val="18"/>
                <w:lang w:eastAsia="cs-CZ"/>
              </w:rPr>
              <w:t xml:space="preserve"> s použitím modulů o maximální velikosti 64 GB, rozšiřitelná minimálně do 512 GB jen přidáním dalších paměťových modulů</w:t>
            </w:r>
          </w:p>
        </w:tc>
        <w:tc>
          <w:tcPr>
            <w:tcW w:w="3288" w:type="dxa"/>
          </w:tcPr>
          <w:p w14:paraId="30B2A94B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3B5D6363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0E7226C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lang w:eastAsia="cs-CZ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2x SSD</w:t>
            </w:r>
            <w:r w:rsidRPr="00E75C72">
              <w:rPr>
                <w:rFonts w:cstheme="minorHAnsi"/>
                <w:sz w:val="18"/>
              </w:rPr>
              <w:t xml:space="preserve">, každý o velikosti minimálně </w:t>
            </w:r>
            <w:r w:rsidRPr="00E75C72">
              <w:rPr>
                <w:rFonts w:cstheme="minorHAnsi"/>
                <w:b/>
                <w:bCs/>
                <w:sz w:val="18"/>
              </w:rPr>
              <w:t>480 GB</w:t>
            </w:r>
            <w:r w:rsidRPr="00E75C72">
              <w:rPr>
                <w:rFonts w:cstheme="minorHAnsi"/>
                <w:sz w:val="18"/>
              </w:rPr>
              <w:t xml:space="preserve"> v konfiguraci RAID1 (zrcadlení) pro </w:t>
            </w:r>
            <w:proofErr w:type="spellStart"/>
            <w:r w:rsidRPr="00E75C72">
              <w:rPr>
                <w:rFonts w:cstheme="minorHAnsi"/>
                <w:sz w:val="18"/>
              </w:rPr>
              <w:t>boot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a běh OS</w:t>
            </w:r>
          </w:p>
        </w:tc>
        <w:tc>
          <w:tcPr>
            <w:tcW w:w="3288" w:type="dxa"/>
          </w:tcPr>
          <w:p w14:paraId="7E206205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6D625B" w:rsidRPr="0050706D" w14:paraId="5F9D3CE8" w14:textId="77777777" w:rsidTr="008E5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4EB097F" w14:textId="77777777" w:rsidR="006D625B" w:rsidRDefault="006D625B" w:rsidP="008E540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Lokální úložiště</w:t>
            </w:r>
            <w:r>
              <w:rPr>
                <w:rFonts w:cstheme="minorHAnsi"/>
                <w:sz w:val="18"/>
              </w:rPr>
              <w:t xml:space="preserve"> </w:t>
            </w:r>
            <w:r w:rsidRPr="002D127E">
              <w:rPr>
                <w:rFonts w:cstheme="minorHAnsi"/>
                <w:sz w:val="18"/>
              </w:rPr>
              <w:t>v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>serveru</w:t>
            </w:r>
          </w:p>
          <w:p w14:paraId="07D82734" w14:textId="77777777" w:rsidR="006D625B" w:rsidRPr="00A132AC" w:rsidRDefault="006D625B" w:rsidP="006D625B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b/>
                <w:bCs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Uživatelsky použitelná čistá nekomprimovaná kapacita minimálně </w:t>
            </w:r>
            <w:r w:rsidRPr="00E10AAF">
              <w:rPr>
                <w:rFonts w:cstheme="minorHAnsi"/>
                <w:b/>
                <w:bCs/>
                <w:sz w:val="18"/>
                <w:szCs w:val="22"/>
              </w:rPr>
              <w:t>5</w:t>
            </w:r>
            <w:r w:rsidRPr="00A132AC">
              <w:rPr>
                <w:rFonts w:cstheme="minorHAnsi"/>
                <w:b/>
                <w:bCs/>
                <w:sz w:val="18"/>
                <w:szCs w:val="22"/>
              </w:rPr>
              <w:t xml:space="preserve"> </w:t>
            </w:r>
            <w:proofErr w:type="spellStart"/>
            <w:r w:rsidRPr="00A132AC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0A64B61C" w14:textId="77777777" w:rsidR="006D625B" w:rsidRPr="00A132AC" w:rsidRDefault="006D625B" w:rsidP="006D625B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>Zajišťuje redundanci uložených dat minimálně na</w:t>
            </w:r>
            <w:r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 xml:space="preserve">úrovni odpovídající </w:t>
            </w:r>
            <w:r w:rsidRPr="009036B9">
              <w:rPr>
                <w:rFonts w:cstheme="minorHAnsi"/>
                <w:b/>
                <w:bCs/>
                <w:sz w:val="18"/>
                <w:szCs w:val="22"/>
              </w:rPr>
              <w:t>RAID6</w:t>
            </w:r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54AAF6D5" w14:textId="2F853A82" w:rsidR="006D625B" w:rsidRPr="00A132AC" w:rsidRDefault="006D625B" w:rsidP="006D625B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Použití výhradně </w:t>
            </w:r>
            <w:proofErr w:type="spellStart"/>
            <w:r w:rsidRPr="009036B9">
              <w:rPr>
                <w:rFonts w:cstheme="minorHAnsi"/>
                <w:b/>
                <w:bCs/>
                <w:sz w:val="18"/>
                <w:szCs w:val="22"/>
              </w:rPr>
              <w:t>NVMe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 xml:space="preserve"> o velikosti maximálně </w:t>
            </w:r>
            <w:r w:rsidR="00F62310">
              <w:rPr>
                <w:rFonts w:cstheme="minorHAnsi"/>
                <w:sz w:val="18"/>
                <w:szCs w:val="22"/>
              </w:rPr>
              <w:t>2</w:t>
            </w:r>
            <w:r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>TB.</w:t>
            </w:r>
          </w:p>
        </w:tc>
        <w:tc>
          <w:tcPr>
            <w:tcW w:w="3288" w:type="dxa"/>
          </w:tcPr>
          <w:p w14:paraId="3DCC3F17" w14:textId="77777777" w:rsidR="006D625B" w:rsidRPr="00927BA6" w:rsidRDefault="006D625B" w:rsidP="008E54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687732F7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F1A444B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Minimálně </w:t>
            </w:r>
            <w:r w:rsidRPr="00E75C72">
              <w:rPr>
                <w:rFonts w:cstheme="minorHAnsi"/>
                <w:b/>
                <w:bCs/>
                <w:sz w:val="18"/>
              </w:rPr>
              <w:t xml:space="preserve">4x 25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SFP LAN s podporou rychlosti 10 </w:t>
            </w:r>
            <w:proofErr w:type="spellStart"/>
            <w:r w:rsidRPr="00E75C72">
              <w:rPr>
                <w:rFonts w:cstheme="minorHAnsi"/>
                <w:sz w:val="18"/>
              </w:rPr>
              <w:t>Gbps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(tj. 10/25 </w:t>
            </w:r>
            <w:proofErr w:type="spellStart"/>
            <w:r w:rsidRPr="00E75C72">
              <w:rPr>
                <w:rFonts w:cstheme="minorHAnsi"/>
                <w:sz w:val="18"/>
              </w:rPr>
              <w:t>Gbps</w:t>
            </w:r>
            <w:proofErr w:type="spellEnd"/>
            <w:r w:rsidRPr="00E75C72">
              <w:rPr>
                <w:rFonts w:cstheme="minorHAnsi"/>
                <w:sz w:val="18"/>
              </w:rPr>
              <w:t>)</w:t>
            </w:r>
          </w:p>
        </w:tc>
        <w:tc>
          <w:tcPr>
            <w:tcW w:w="3288" w:type="dxa"/>
          </w:tcPr>
          <w:p w14:paraId="5DBAF5DE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1AA2F5C3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FEB2E75" w14:textId="77777777" w:rsidR="00E75C72" w:rsidRPr="00E75C72" w:rsidRDefault="00E75C72" w:rsidP="00E75C72">
            <w:pPr>
              <w:rPr>
                <w:sz w:val="18"/>
                <w:lang w:eastAsia="cs-CZ"/>
              </w:rPr>
            </w:pPr>
            <w:r w:rsidRPr="00E75C72">
              <w:rPr>
                <w:sz w:val="18"/>
                <w:lang w:eastAsia="cs-CZ"/>
              </w:rPr>
              <w:t xml:space="preserve">Minimálně </w:t>
            </w:r>
            <w:r w:rsidRPr="00E75C72">
              <w:rPr>
                <w:b/>
                <w:bCs/>
                <w:sz w:val="18"/>
                <w:lang w:eastAsia="cs-CZ"/>
              </w:rPr>
              <w:t>4</w:t>
            </w:r>
            <w:r w:rsidRPr="00E75C72">
              <w:rPr>
                <w:b/>
                <w:sz w:val="18"/>
                <w:lang w:eastAsia="cs-CZ"/>
              </w:rPr>
              <w:t>x</w:t>
            </w:r>
            <w:r w:rsidRPr="00E75C72">
              <w:rPr>
                <w:sz w:val="18"/>
                <w:lang w:eastAsia="cs-CZ"/>
              </w:rPr>
              <w:t xml:space="preserve"> </w:t>
            </w:r>
            <w:r w:rsidRPr="00E75C72">
              <w:rPr>
                <w:b/>
                <w:bCs/>
                <w:sz w:val="18"/>
                <w:lang w:eastAsia="cs-CZ"/>
              </w:rPr>
              <w:t xml:space="preserve">1 </w:t>
            </w:r>
            <w:proofErr w:type="spellStart"/>
            <w:r w:rsidRPr="00E75C72">
              <w:rPr>
                <w:b/>
                <w:bCs/>
                <w:sz w:val="18"/>
                <w:lang w:eastAsia="cs-CZ"/>
              </w:rPr>
              <w:t>Gbps</w:t>
            </w:r>
            <w:proofErr w:type="spellEnd"/>
            <w:r w:rsidRPr="00E75C72">
              <w:rPr>
                <w:sz w:val="18"/>
                <w:lang w:eastAsia="cs-CZ"/>
              </w:rPr>
              <w:t xml:space="preserve"> RJ45 LAN</w:t>
            </w:r>
          </w:p>
        </w:tc>
        <w:tc>
          <w:tcPr>
            <w:tcW w:w="3288" w:type="dxa"/>
          </w:tcPr>
          <w:p w14:paraId="3C621A97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220ED3C3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8BB0AAF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Dedikovaný </w:t>
            </w:r>
            <w:r w:rsidRPr="00E75C72">
              <w:rPr>
                <w:rFonts w:cstheme="minorHAnsi"/>
                <w:b/>
                <w:bCs/>
                <w:sz w:val="18"/>
              </w:rPr>
              <w:t xml:space="preserve">1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3A95DB67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29EE38BA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DDEB569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E75C72">
              <w:rPr>
                <w:rFonts w:cstheme="minorHAnsi"/>
                <w:sz w:val="18"/>
              </w:rPr>
              <w:t>Trusted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</w:rPr>
              <w:t>Platform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Module minimálně ve verzi 2.0</w:t>
            </w:r>
          </w:p>
        </w:tc>
        <w:tc>
          <w:tcPr>
            <w:tcW w:w="3288" w:type="dxa"/>
          </w:tcPr>
          <w:p w14:paraId="53E24141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2868BD6D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302F071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2x</w:t>
            </w:r>
            <w:r w:rsidRPr="00E75C72">
              <w:rPr>
                <w:rFonts w:cstheme="minorHAnsi"/>
                <w:sz w:val="18"/>
              </w:rPr>
              <w:t xml:space="preserve"> hot-swap napájecí zdroj, každý minimálně o výkonu 800 W s minimální certifikací „80+ </w:t>
            </w:r>
            <w:proofErr w:type="spellStart"/>
            <w:r w:rsidRPr="00E75C72">
              <w:rPr>
                <w:rFonts w:cstheme="minorHAnsi"/>
                <w:sz w:val="18"/>
              </w:rPr>
              <w:t>Platinum</w:t>
            </w:r>
            <w:proofErr w:type="spellEnd"/>
            <w:r w:rsidRPr="00E75C72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12CEF3B9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66973060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537C16F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E75C72">
              <w:rPr>
                <w:sz w:val="18"/>
                <w:lang w:eastAsia="cs-CZ"/>
              </w:rPr>
              <w:t>Výsuvné ližiny do rackové skříně s „</w:t>
            </w:r>
            <w:proofErr w:type="spellStart"/>
            <w:r w:rsidRPr="00E75C72">
              <w:rPr>
                <w:sz w:val="18"/>
                <w:lang w:eastAsia="cs-CZ"/>
              </w:rPr>
              <w:t>cable</w:t>
            </w:r>
            <w:proofErr w:type="spellEnd"/>
            <w:r w:rsidRPr="00E75C72">
              <w:rPr>
                <w:sz w:val="18"/>
                <w:lang w:eastAsia="cs-CZ"/>
              </w:rPr>
              <w:t xml:space="preserve"> management </w:t>
            </w:r>
            <w:proofErr w:type="spellStart"/>
            <w:r w:rsidRPr="00E75C72">
              <w:rPr>
                <w:sz w:val="18"/>
                <w:lang w:eastAsia="cs-CZ"/>
              </w:rPr>
              <w:t>arm</w:t>
            </w:r>
            <w:proofErr w:type="spellEnd"/>
            <w:r w:rsidRPr="00E75C72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57049A10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7E7F5869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127C78A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E75C72">
              <w:rPr>
                <w:rFonts w:cstheme="minorHAnsi"/>
                <w:sz w:val="18"/>
              </w:rPr>
              <w:t>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7E1ECBDA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2A9A18C4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66FBBD6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E75C72">
              <w:rPr>
                <w:rFonts w:cstheme="minorHAnsi"/>
                <w:sz w:val="18"/>
              </w:rPr>
              <w:t>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3785FF26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0A9491B2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4B4E760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Podpora OS Windows Server 2019, 2022; RHEL 8, 9; </w:t>
            </w:r>
            <w:proofErr w:type="spellStart"/>
            <w:r w:rsidRPr="00E75C72">
              <w:rPr>
                <w:rFonts w:cstheme="minorHAnsi"/>
                <w:sz w:val="18"/>
              </w:rPr>
              <w:t>VMware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</w:rPr>
              <w:t>vSphere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5B1D355A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7221C975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0A5FE88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7B2268F7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2BAE2B9C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53A914E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Integrační pluginy pro monitoring zdravotního stavu a správu HW přímo z MS </w:t>
            </w:r>
            <w:proofErr w:type="spellStart"/>
            <w:r w:rsidRPr="00E75C72">
              <w:rPr>
                <w:rFonts w:cstheme="minorHAnsi"/>
                <w:sz w:val="18"/>
              </w:rPr>
              <w:t>System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Center.</w:t>
            </w:r>
          </w:p>
        </w:tc>
        <w:tc>
          <w:tcPr>
            <w:tcW w:w="3288" w:type="dxa"/>
          </w:tcPr>
          <w:p w14:paraId="02E5244C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67E7ECBE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3CBDBC3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E75C72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4EBA9B62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2DB8A4C2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77235AD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Podpora výrobce na </w:t>
            </w:r>
            <w:r w:rsidRPr="00E75C72">
              <w:rPr>
                <w:rFonts w:cstheme="minorHAnsi"/>
                <w:b/>
                <w:bCs/>
                <w:sz w:val="18"/>
              </w:rPr>
              <w:t>5 let</w:t>
            </w:r>
            <w:r w:rsidRPr="00E75C72">
              <w:rPr>
                <w:rFonts w:cstheme="minorHAnsi"/>
                <w:sz w:val="18"/>
              </w:rPr>
              <w:t xml:space="preserve"> v rozsahu „</w:t>
            </w:r>
            <w:r w:rsidRPr="00E75C72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E75C72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038202F8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7AFF6523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F9576F4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U všech disků, SSD, </w:t>
            </w:r>
            <w:proofErr w:type="spellStart"/>
            <w:r w:rsidRPr="00E75C72">
              <w:rPr>
                <w:rFonts w:cstheme="minorHAnsi"/>
                <w:sz w:val="18"/>
              </w:rPr>
              <w:t>NVMe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a médií je požadováno ponechání disku Kupujícímu při jeho poruše a/nebo reklamaci</w:t>
            </w:r>
          </w:p>
        </w:tc>
        <w:tc>
          <w:tcPr>
            <w:tcW w:w="3288" w:type="dxa"/>
          </w:tcPr>
          <w:p w14:paraId="44012543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0CFCC51B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2D7DBD6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Vzdálená správa HW serveru </w:t>
            </w:r>
          </w:p>
          <w:p w14:paraId="1E197EC8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Vzdálená správa s dedikovaným vlastním portem 1GbE a možností převzít plně vzdálené ovládání serveru.</w:t>
            </w:r>
          </w:p>
          <w:p w14:paraId="5321708F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Možnost přesměrování management portu pomocí NSCI na jinou síťovou kartu.</w:t>
            </w:r>
          </w:p>
          <w:p w14:paraId="44E7F6BD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Možnost vzdáleného </w:t>
            </w:r>
            <w:proofErr w:type="spellStart"/>
            <w:r w:rsidRPr="00E75C72">
              <w:rPr>
                <w:rFonts w:cstheme="minorHAnsi"/>
                <w:sz w:val="18"/>
              </w:rPr>
              <w:t>mountování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ISO image.</w:t>
            </w:r>
          </w:p>
          <w:p w14:paraId="11F193DE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Možnost sdílet jednu virtuální konzoli až šesti uživateli.</w:t>
            </w:r>
          </w:p>
          <w:p w14:paraId="7BC27201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Podpora standartních Webových prohlížečů (Google Chrome, MS </w:t>
            </w:r>
            <w:proofErr w:type="spellStart"/>
            <w:r w:rsidRPr="00E75C72">
              <w:rPr>
                <w:rFonts w:cstheme="minorHAnsi"/>
                <w:sz w:val="18"/>
              </w:rPr>
              <w:t>Edge</w:t>
            </w:r>
            <w:proofErr w:type="spellEnd"/>
            <w:r w:rsidRPr="00E75C72">
              <w:rPr>
                <w:rFonts w:cstheme="minorHAnsi"/>
                <w:sz w:val="18"/>
              </w:rPr>
              <w:t>, Mozilla Firefox) a HTML5.</w:t>
            </w:r>
          </w:p>
          <w:p w14:paraId="6D9C7FB4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Inventarizace a možnost sledování stavu jednotlivých komponent včetně úrovní firmware.</w:t>
            </w:r>
          </w:p>
          <w:p w14:paraId="27DC1999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Real </w:t>
            </w:r>
            <w:proofErr w:type="spellStart"/>
            <w:r w:rsidRPr="00E75C72">
              <w:rPr>
                <w:rFonts w:cstheme="minorHAnsi"/>
                <w:sz w:val="18"/>
              </w:rPr>
              <w:t>time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sledování vytíženosti CPU, paměti a spotřeby elektrické energie, možnost </w:t>
            </w:r>
            <w:proofErr w:type="spellStart"/>
            <w:r w:rsidRPr="00E75C72">
              <w:rPr>
                <w:rFonts w:cstheme="minorHAnsi"/>
                <w:sz w:val="18"/>
              </w:rPr>
              <w:t>Power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</w:rPr>
              <w:t>cappingu</w:t>
            </w:r>
            <w:proofErr w:type="spellEnd"/>
            <w:r w:rsidRPr="00E75C72">
              <w:rPr>
                <w:rFonts w:cstheme="minorHAnsi"/>
                <w:sz w:val="18"/>
              </w:rPr>
              <w:t>.</w:t>
            </w:r>
          </w:p>
          <w:p w14:paraId="41CECA24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Možnost asistované instalace OS bez dalších nástrojů, médií, ISO apod.</w:t>
            </w:r>
          </w:p>
          <w:p w14:paraId="352D8C76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Podpora REDFISH a RESTAPI skriptů.</w:t>
            </w:r>
          </w:p>
          <w:p w14:paraId="2F726C5A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Nejvyšší licence pro správu serveru bez jakéhokoli omezení.</w:t>
            </w:r>
          </w:p>
          <w:p w14:paraId="53B3783C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Všechny licence potřebné k provozu managementu a HW, (management, mapování ISO, KVM přístup).</w:t>
            </w:r>
          </w:p>
          <w:p w14:paraId="271870D6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Integrace s centrální vzdálenou správou serverového HW bez použití jakéhokoli dalšího HW či SW třetích stran</w:t>
            </w:r>
          </w:p>
          <w:p w14:paraId="68EDB837" w14:textId="77777777" w:rsid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Podpora protokolů SNMP 2c a IPMI</w:t>
            </w:r>
          </w:p>
          <w:p w14:paraId="6FAD8FD1" w14:textId="15A2E18B" w:rsidR="005A180F" w:rsidRPr="00E75C72" w:rsidRDefault="005A180F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5A180F">
              <w:rPr>
                <w:rFonts w:cstheme="minorHAnsi"/>
                <w:sz w:val="18"/>
              </w:rPr>
              <w:t xml:space="preserve">Podpora protokolu </w:t>
            </w:r>
            <w:proofErr w:type="spellStart"/>
            <w:r w:rsidRPr="005A180F">
              <w:rPr>
                <w:rFonts w:cstheme="minorHAnsi"/>
                <w:sz w:val="18"/>
              </w:rPr>
              <w:t>Syslog</w:t>
            </w:r>
            <w:proofErr w:type="spellEnd"/>
            <w:r w:rsidRPr="005A180F">
              <w:rPr>
                <w:rFonts w:cstheme="minorHAnsi"/>
                <w:sz w:val="18"/>
              </w:rPr>
              <w:t xml:space="preserve"> a předávání logů na vzdálený systém</w:t>
            </w:r>
          </w:p>
        </w:tc>
        <w:tc>
          <w:tcPr>
            <w:tcW w:w="3288" w:type="dxa"/>
          </w:tcPr>
          <w:p w14:paraId="7073291A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70420CF1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8225D9F" w14:textId="77777777" w:rsidR="00E75C72" w:rsidRPr="00E75C72" w:rsidRDefault="00E75C72" w:rsidP="00E75C72">
            <w:pPr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Hromadná správa </w:t>
            </w:r>
          </w:p>
          <w:p w14:paraId="396E7B2C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Časově neomezená licence na hromadnou správu serverů, inventarizace a </w:t>
            </w:r>
            <w:proofErr w:type="spellStart"/>
            <w:r w:rsidRPr="00E75C72">
              <w:rPr>
                <w:rFonts w:cstheme="minorHAnsi"/>
                <w:sz w:val="18"/>
              </w:rPr>
              <w:t>alerting</w:t>
            </w:r>
            <w:proofErr w:type="spellEnd"/>
            <w:r w:rsidRPr="00E75C72">
              <w:rPr>
                <w:rFonts w:cstheme="minorHAnsi"/>
                <w:sz w:val="18"/>
              </w:rPr>
              <w:t>.</w:t>
            </w:r>
          </w:p>
          <w:p w14:paraId="5E781BBA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Možnost hromadného sledováni a upgrade úrovní FW jednotlivých komponent serverů.</w:t>
            </w:r>
          </w:p>
          <w:p w14:paraId="40CC991E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Call </w:t>
            </w:r>
            <w:proofErr w:type="spellStart"/>
            <w:r w:rsidRPr="00E75C72">
              <w:rPr>
                <w:rFonts w:cstheme="minorHAnsi"/>
                <w:sz w:val="18"/>
              </w:rPr>
              <w:t>Home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funkce.</w:t>
            </w:r>
          </w:p>
          <w:p w14:paraId="041AF8FB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Přístup přes mobilní aplikaci.</w:t>
            </w:r>
          </w:p>
          <w:p w14:paraId="19CE69F0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Splňující standardy NIST 800-131A a FIPS 140</w:t>
            </w:r>
            <w:r w:rsidRPr="00E75C72">
              <w:rPr>
                <w:rFonts w:cstheme="minorHAnsi"/>
                <w:sz w:val="18"/>
              </w:rPr>
              <w:noBreakHyphen/>
              <w:t>2.</w:t>
            </w:r>
          </w:p>
          <w:p w14:paraId="1EC2CADF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Plug-in do management nodů virtualizačních hypervizorů.</w:t>
            </w:r>
          </w:p>
          <w:p w14:paraId="31ED86B5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Podpora REST-API a </w:t>
            </w:r>
            <w:proofErr w:type="spellStart"/>
            <w:r w:rsidRPr="00E75C72">
              <w:rPr>
                <w:rFonts w:cstheme="minorHAnsi"/>
                <w:sz w:val="18"/>
              </w:rPr>
              <w:t>Redfish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standardů.</w:t>
            </w:r>
          </w:p>
        </w:tc>
        <w:tc>
          <w:tcPr>
            <w:tcW w:w="3288" w:type="dxa"/>
          </w:tcPr>
          <w:p w14:paraId="0055A25A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21461C2E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0F766E0" w14:textId="77777777" w:rsidR="00E75C72" w:rsidRPr="00E75C72" w:rsidRDefault="00E75C72" w:rsidP="00E75C72">
            <w:pPr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Napojení na systém centralizované vzdálené správy a dohledu</w:t>
            </w:r>
            <w:r w:rsidRPr="00E75C72">
              <w:rPr>
                <w:rFonts w:cstheme="minorHAnsi"/>
                <w:i/>
                <w:iCs/>
                <w:sz w:val="18"/>
              </w:rPr>
              <w:t xml:space="preserve"> (Zadavatel provozuje centralizovanou vzdálenou správy na technologiích </w:t>
            </w:r>
            <w:r w:rsidRPr="00E75C72">
              <w:rPr>
                <w:rFonts w:cstheme="minorHAnsi"/>
                <w:b/>
                <w:bCs/>
                <w:i/>
                <w:iCs/>
                <w:sz w:val="18"/>
              </w:rPr>
              <w:t xml:space="preserve">Dell </w:t>
            </w:r>
            <w:proofErr w:type="spellStart"/>
            <w:r w:rsidRPr="00E75C72">
              <w:rPr>
                <w:rFonts w:cstheme="minorHAnsi"/>
                <w:b/>
                <w:bCs/>
                <w:i/>
                <w:iCs/>
                <w:sz w:val="18"/>
              </w:rPr>
              <w:t>OpenManage</w:t>
            </w:r>
            <w:proofErr w:type="spellEnd"/>
            <w:r w:rsidRPr="00E75C72">
              <w:rPr>
                <w:rFonts w:cstheme="minorHAnsi"/>
                <w:i/>
                <w:iCs/>
                <w:sz w:val="18"/>
              </w:rPr>
              <w:t xml:space="preserve"> a </w:t>
            </w:r>
            <w:r w:rsidRPr="00E75C72">
              <w:rPr>
                <w:rFonts w:cstheme="minorHAnsi"/>
                <w:b/>
                <w:bCs/>
                <w:i/>
                <w:iCs/>
                <w:sz w:val="18"/>
              </w:rPr>
              <w:t xml:space="preserve">Lenovo </w:t>
            </w:r>
            <w:proofErr w:type="spellStart"/>
            <w:r w:rsidRPr="00E75C72">
              <w:rPr>
                <w:rFonts w:cstheme="minorHAnsi"/>
                <w:b/>
                <w:bCs/>
                <w:i/>
                <w:iCs/>
                <w:sz w:val="18"/>
              </w:rPr>
              <w:t>xClarity</w:t>
            </w:r>
            <w:proofErr w:type="spellEnd"/>
            <w:r w:rsidRPr="00E75C72">
              <w:rPr>
                <w:rFonts w:cstheme="minorHAnsi"/>
                <w:i/>
                <w:iCs/>
                <w:sz w:val="18"/>
              </w:rPr>
              <w:t>)</w:t>
            </w:r>
            <w:r w:rsidRPr="00E75C72">
              <w:rPr>
                <w:rFonts w:cstheme="minorHAnsi"/>
                <w:sz w:val="18"/>
              </w:rPr>
              <w:t>:</w:t>
            </w:r>
          </w:p>
          <w:p w14:paraId="1E3261D7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Napojení na již provozované řešení centralizované vzdálené správy bez nutnosti pořizovat, instalovat či provozovat jakýkoliv další software, hardware nebo </w:t>
            </w:r>
            <w:proofErr w:type="spellStart"/>
            <w:r w:rsidRPr="00E75C72">
              <w:rPr>
                <w:rFonts w:cstheme="minorHAnsi"/>
                <w:sz w:val="18"/>
              </w:rPr>
              <w:t>appliance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třetích stran.</w:t>
            </w:r>
          </w:p>
          <w:p w14:paraId="0DE02D01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Přehled modelů a sériových čísel</w:t>
            </w:r>
          </w:p>
          <w:p w14:paraId="6C2B462B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Přehled platnosti servisních kontraktů</w:t>
            </w:r>
          </w:p>
          <w:p w14:paraId="532FD269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Inventarizace konfigurace</w:t>
            </w:r>
          </w:p>
          <w:p w14:paraId="6CA7EA79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Přehled verzí firmware a </w:t>
            </w:r>
            <w:proofErr w:type="spellStart"/>
            <w:r w:rsidRPr="00E75C72">
              <w:rPr>
                <w:rFonts w:cstheme="minorHAnsi"/>
                <w:sz w:val="18"/>
              </w:rPr>
              <w:t>BIOSu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jednotlivých komponent</w:t>
            </w:r>
          </w:p>
          <w:p w14:paraId="00DB061E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Kontrola verzí firmware a </w:t>
            </w:r>
            <w:proofErr w:type="spellStart"/>
            <w:r w:rsidRPr="00E75C72">
              <w:rPr>
                <w:rFonts w:cstheme="minorHAnsi"/>
                <w:sz w:val="18"/>
              </w:rPr>
              <w:t>BIOSu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oproti definovaným politikám</w:t>
            </w:r>
          </w:p>
          <w:p w14:paraId="6D865E93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Monitoring zatížení CPU a RAM</w:t>
            </w:r>
          </w:p>
          <w:p w14:paraId="56E717A7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Monitoring spotřeby elektrické energie</w:t>
            </w:r>
          </w:p>
          <w:p w14:paraId="7A833669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Centrální řízení spotřeby elektrické energie</w:t>
            </w:r>
          </w:p>
          <w:p w14:paraId="16CB44B2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Centrální provádění updatů firmware a </w:t>
            </w:r>
            <w:proofErr w:type="spellStart"/>
            <w:r w:rsidRPr="00E75C72">
              <w:rPr>
                <w:rFonts w:cstheme="minorHAnsi"/>
                <w:sz w:val="18"/>
              </w:rPr>
              <w:t>BIOSu</w:t>
            </w:r>
            <w:proofErr w:type="spellEnd"/>
          </w:p>
          <w:p w14:paraId="0F171F88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Dálkové zapnutí/vypnutí jednotlivého serveru</w:t>
            </w:r>
          </w:p>
          <w:p w14:paraId="05216719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Dálkový přístup do konzole jednotlivého serveru (</w:t>
            </w:r>
            <w:proofErr w:type="spellStart"/>
            <w:r w:rsidRPr="00E75C72">
              <w:rPr>
                <w:rFonts w:cstheme="minorHAnsi"/>
                <w:sz w:val="18"/>
              </w:rPr>
              <w:t>remote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KVM)</w:t>
            </w:r>
          </w:p>
          <w:p w14:paraId="6D7CD085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Re-instalace OS pomocí dálkově připojené optické mechaniky či disku s ISO souborem.</w:t>
            </w:r>
          </w:p>
        </w:tc>
        <w:tc>
          <w:tcPr>
            <w:tcW w:w="3288" w:type="dxa"/>
          </w:tcPr>
          <w:p w14:paraId="68585F1F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1D5A9CAC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9B3C41D" w14:textId="77777777" w:rsidR="00E75C72" w:rsidRPr="00E75C72" w:rsidRDefault="00E75C72" w:rsidP="00E75C72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2077573E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6D159289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8394056" w14:textId="77777777" w:rsidR="00E75C72" w:rsidRPr="00E75C72" w:rsidRDefault="00E75C72" w:rsidP="00E75C72">
            <w:pPr>
              <w:rPr>
                <w:sz w:val="18"/>
                <w:lang w:eastAsia="cs-CZ"/>
              </w:rPr>
            </w:pPr>
            <w:r w:rsidRPr="00E75C72">
              <w:rPr>
                <w:sz w:val="18"/>
                <w:lang w:eastAsia="cs-CZ"/>
              </w:rPr>
              <w:t>Síťové optické moduly pro každý optický port (</w:t>
            </w:r>
            <w:r w:rsidRPr="00E75C72">
              <w:rPr>
                <w:b/>
                <w:bCs/>
                <w:sz w:val="18"/>
                <w:lang w:eastAsia="cs-CZ"/>
              </w:rPr>
              <w:t>SFP LAN</w:t>
            </w:r>
            <w:r w:rsidRPr="00E75C72">
              <w:rPr>
                <w:sz w:val="18"/>
                <w:lang w:eastAsia="cs-CZ"/>
              </w:rPr>
              <w:t>), plně kompatibilní s dodávaným serverem v provedení „</w:t>
            </w:r>
            <w:r w:rsidRPr="00E75C72">
              <w:rPr>
                <w:b/>
                <w:bCs/>
                <w:sz w:val="18"/>
                <w:lang w:eastAsia="cs-CZ"/>
              </w:rPr>
              <w:t>10/25Gbps</w:t>
            </w:r>
            <w:r w:rsidRPr="00E75C72">
              <w:rPr>
                <w:sz w:val="18"/>
                <w:lang w:eastAsia="cs-CZ"/>
              </w:rPr>
              <w:t xml:space="preserve"> nebo </w:t>
            </w:r>
            <w:r w:rsidRPr="00E75C72">
              <w:rPr>
                <w:b/>
                <w:bCs/>
                <w:sz w:val="18"/>
                <w:lang w:eastAsia="cs-CZ"/>
              </w:rPr>
              <w:t>25Gbps</w:t>
            </w:r>
            <w:r w:rsidRPr="00E75C72">
              <w:rPr>
                <w:sz w:val="18"/>
                <w:lang w:eastAsia="cs-CZ"/>
              </w:rPr>
              <w:t xml:space="preserve">, </w:t>
            </w:r>
            <w:proofErr w:type="spellStart"/>
            <w:r w:rsidRPr="00E75C72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E75C72">
              <w:rPr>
                <w:b/>
                <w:bCs/>
                <w:sz w:val="18"/>
                <w:lang w:eastAsia="cs-CZ"/>
              </w:rPr>
              <w:t xml:space="preserve">, LC, </w:t>
            </w:r>
            <w:proofErr w:type="spellStart"/>
            <w:r w:rsidRPr="00E75C72">
              <w:rPr>
                <w:b/>
                <w:bCs/>
                <w:sz w:val="18"/>
                <w:lang w:eastAsia="cs-CZ"/>
              </w:rPr>
              <w:t>Short</w:t>
            </w:r>
            <w:proofErr w:type="spellEnd"/>
            <w:r w:rsidRPr="00E75C72">
              <w:rPr>
                <w:b/>
                <w:bCs/>
                <w:sz w:val="18"/>
                <w:lang w:eastAsia="cs-CZ"/>
              </w:rPr>
              <w:t xml:space="preserve"> </w:t>
            </w:r>
            <w:proofErr w:type="spellStart"/>
            <w:r w:rsidRPr="00E75C72">
              <w:rPr>
                <w:b/>
                <w:bCs/>
                <w:sz w:val="18"/>
                <w:lang w:eastAsia="cs-CZ"/>
              </w:rPr>
              <w:t>Range</w:t>
            </w:r>
            <w:proofErr w:type="spellEnd"/>
            <w:r w:rsidRPr="00E75C72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0765F285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</w:tbl>
    <w:p w14:paraId="6FA370C7" w14:textId="77777777" w:rsidR="00E75C72" w:rsidRPr="00E75C72" w:rsidRDefault="00E75C72" w:rsidP="00E75C72">
      <w:pPr>
        <w:spacing w:after="160" w:line="259" w:lineRule="auto"/>
      </w:pPr>
    </w:p>
    <w:p w14:paraId="75511C02" w14:textId="7EF5659B" w:rsidR="004D497B" w:rsidRPr="00E75C72" w:rsidRDefault="00E75C72" w:rsidP="00E75C72">
      <w:pPr>
        <w:spacing w:after="160" w:line="259" w:lineRule="auto"/>
      </w:pPr>
      <w:r w:rsidRPr="00E75C72">
        <w:t xml:space="preserve">Pro </w:t>
      </w:r>
      <w:r w:rsidRPr="00E75C72">
        <w:rPr>
          <w:b/>
          <w:bCs/>
        </w:rPr>
        <w:t xml:space="preserve">Položku </w:t>
      </w:r>
      <w:r w:rsidR="00DE5823">
        <w:rPr>
          <w:b/>
          <w:bCs/>
        </w:rPr>
        <w:t>10</w:t>
      </w:r>
      <w:r w:rsidRPr="00E75C72">
        <w:t xml:space="preserve"> je místem plnění </w:t>
      </w:r>
      <w:r w:rsidR="00DE5823" w:rsidRPr="00DE5823">
        <w:rPr>
          <w:b/>
          <w:bCs/>
        </w:rPr>
        <w:t>CDP Přerov, Tovární 3286, Přerov</w:t>
      </w:r>
      <w:r w:rsidRPr="00E75C72">
        <w:t>.</w:t>
      </w:r>
    </w:p>
    <w:p w14:paraId="5F63ED09" w14:textId="77777777" w:rsidR="00EA4E74" w:rsidRPr="00EA4E74" w:rsidRDefault="00EA4E74" w:rsidP="00EA4E74">
      <w:pPr>
        <w:spacing w:after="160" w:line="259" w:lineRule="auto"/>
      </w:pPr>
    </w:p>
    <w:p w14:paraId="57F6CC4A" w14:textId="3D86E950" w:rsidR="006B0BFC" w:rsidRPr="006B0BFC" w:rsidRDefault="00FE5DB7" w:rsidP="006B0BFC">
      <w:pPr>
        <w:ind w:firstLine="426"/>
      </w:pPr>
      <w:r>
        <w:t>k</w:t>
      </w:r>
      <w:r w:rsidR="006B0BFC" w:rsidRPr="006B0BFC">
        <w:t>)</w:t>
      </w:r>
      <w:r w:rsidR="006B0BFC" w:rsidRPr="006B0BFC">
        <w:tab/>
      </w:r>
      <w:r w:rsidR="006B0BFC" w:rsidRPr="006B0BFC">
        <w:rPr>
          <w:b/>
          <w:bCs/>
        </w:rPr>
        <w:t xml:space="preserve">Položka </w:t>
      </w:r>
      <w:r>
        <w:rPr>
          <w:b/>
          <w:bCs/>
        </w:rPr>
        <w:t>11</w:t>
      </w:r>
      <w:r w:rsidR="006B0BFC" w:rsidRPr="006B0BFC">
        <w:t xml:space="preserve"> – </w:t>
      </w:r>
      <w:r w:rsidR="009009CA">
        <w:t>Čtyři</w:t>
      </w:r>
      <w:r w:rsidR="006B0BFC" w:rsidRPr="006B0BFC">
        <w:t xml:space="preserve"> (</w:t>
      </w:r>
      <w:r w:rsidR="009009CA">
        <w:t>4</w:t>
      </w:r>
      <w:r w:rsidR="006B0BFC" w:rsidRPr="006B0BFC">
        <w:t>) serverov</w:t>
      </w:r>
      <w:r w:rsidR="009009CA">
        <w:t>é</w:t>
      </w:r>
      <w:r w:rsidR="006B0BFC" w:rsidRPr="006B0BFC">
        <w:t xml:space="preserve"> nod</w:t>
      </w:r>
      <w:r w:rsidR="009009CA">
        <w:t>y</w:t>
      </w:r>
      <w:r w:rsidR="006B0BFC" w:rsidRPr="006B0BFC">
        <w:t xml:space="preserve"> pro virtualizační farmu „KB TDS / </w:t>
      </w:r>
      <w:r w:rsidR="00113BF5">
        <w:t>Plzeň</w:t>
      </w:r>
      <w:r w:rsidR="006B0BFC" w:rsidRPr="006B0BFC">
        <w:t>“ v konfiguraci:</w:t>
      </w:r>
    </w:p>
    <w:p w14:paraId="32080E12" w14:textId="77777777" w:rsidR="006B0BFC" w:rsidRPr="006B0BFC" w:rsidRDefault="006B0BFC" w:rsidP="006B0BFC">
      <w:r w:rsidRPr="006B0BFC">
        <w:rPr>
          <w:highlight w:val="green"/>
          <w:lang w:val="en-US"/>
        </w:rPr>
        <w:t>[IDENTIFIKACE MODELU</w:t>
      </w:r>
      <w:r w:rsidRPr="006B0BFC">
        <w:rPr>
          <w:rFonts w:cstheme="minorHAnsi"/>
          <w:b/>
          <w:bCs/>
          <w:highlight w:val="green"/>
        </w:rPr>
        <w:t xml:space="preserve"> - </w:t>
      </w:r>
      <w:r w:rsidRPr="006B0BFC">
        <w:rPr>
          <w:rFonts w:cstheme="minorHAnsi"/>
          <w:highlight w:val="green"/>
        </w:rPr>
        <w:t>DOPLNÍ PRODÁVAJÍCÍ]</w:t>
      </w:r>
      <w:r w:rsidRPr="006B0BFC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6B0BFC" w:rsidRPr="006B0BFC" w14:paraId="7E1EA6EF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7A10A48C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6B859128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6B0BFC" w:rsidRPr="006B0BFC" w14:paraId="3A1AB32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8F72551" w14:textId="53E6F8FB" w:rsidR="006B0BFC" w:rsidRPr="006B0BFC" w:rsidRDefault="00714EC9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4</w:t>
            </w:r>
            <w:r w:rsidR="006B0BFC" w:rsidRPr="006B0BFC">
              <w:rPr>
                <w:rFonts w:cstheme="minorHAnsi"/>
                <w:sz w:val="18"/>
              </w:rPr>
              <w:t xml:space="preserve"> serverov</w:t>
            </w:r>
            <w:r w:rsidR="00501F77">
              <w:rPr>
                <w:rFonts w:cstheme="minorHAnsi"/>
                <w:sz w:val="18"/>
              </w:rPr>
              <w:t>é</w:t>
            </w:r>
            <w:r w:rsidR="006B0BFC" w:rsidRPr="006B0BFC">
              <w:rPr>
                <w:rFonts w:cstheme="minorHAnsi"/>
                <w:sz w:val="18"/>
              </w:rPr>
              <w:t xml:space="preserve"> nod</w:t>
            </w:r>
            <w:r w:rsidR="00501F77">
              <w:rPr>
                <w:rFonts w:cstheme="minorHAnsi"/>
                <w:sz w:val="18"/>
              </w:rPr>
              <w:t>y</w:t>
            </w:r>
            <w:r w:rsidR="006B0BFC" w:rsidRPr="006B0BFC">
              <w:rPr>
                <w:rFonts w:cstheme="minorHAnsi"/>
                <w:sz w:val="18"/>
              </w:rPr>
              <w:t xml:space="preserve"> se zcela totožnou konfigurací</w:t>
            </w:r>
          </w:p>
        </w:tc>
        <w:tc>
          <w:tcPr>
            <w:tcW w:w="3288" w:type="dxa"/>
          </w:tcPr>
          <w:p w14:paraId="3C5F966D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7E29EE3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D56E988" w14:textId="7F18879F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 xml:space="preserve">Provedení serveru pro instalaci do rackové skříně o hloubce </w:t>
            </w:r>
            <w:r w:rsidR="0022397A" w:rsidRPr="0022397A">
              <w:rPr>
                <w:rFonts w:cstheme="minorHAnsi"/>
                <w:b/>
                <w:bCs/>
                <w:sz w:val="18"/>
              </w:rPr>
              <w:t>8</w:t>
            </w:r>
            <w:r w:rsidRPr="006B0BFC">
              <w:rPr>
                <w:rFonts w:cstheme="minorHAnsi"/>
                <w:b/>
                <w:bCs/>
                <w:sz w:val="18"/>
              </w:rPr>
              <w:t>0 cm</w:t>
            </w:r>
          </w:p>
        </w:tc>
        <w:tc>
          <w:tcPr>
            <w:tcW w:w="3288" w:type="dxa"/>
          </w:tcPr>
          <w:p w14:paraId="7A49D980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6AB4E3C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9A3E72E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Velikost skříně serveru o maximální výšce </w:t>
            </w:r>
            <w:r w:rsidRPr="006B0BFC">
              <w:rPr>
                <w:rFonts w:cstheme="minorHAnsi"/>
                <w:b/>
                <w:bCs/>
                <w:sz w:val="18"/>
              </w:rPr>
              <w:t>2 RU</w:t>
            </w:r>
            <w:r w:rsidRPr="006B0BFC">
              <w:rPr>
                <w:rFonts w:cstheme="minorHAnsi"/>
                <w:sz w:val="18"/>
              </w:rPr>
              <w:t xml:space="preserve"> (89 mm)</w:t>
            </w:r>
          </w:p>
        </w:tc>
        <w:tc>
          <w:tcPr>
            <w:tcW w:w="3288" w:type="dxa"/>
          </w:tcPr>
          <w:p w14:paraId="0FE8A2A9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07D10FD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893B7A4" w14:textId="1C2C7941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 CPU</w:t>
            </w:r>
            <w:r w:rsidRPr="006B0BFC">
              <w:rPr>
                <w:rFonts w:cstheme="minorHAnsi"/>
                <w:sz w:val="18"/>
              </w:rPr>
              <w:t xml:space="preserve">, každý minimálně </w:t>
            </w:r>
            <w:r w:rsidR="001F2B7B" w:rsidRPr="001F2B7B">
              <w:rPr>
                <w:rFonts w:cstheme="minorHAnsi"/>
                <w:b/>
                <w:bCs/>
                <w:sz w:val="18"/>
              </w:rPr>
              <w:t>28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 jader</w:t>
            </w:r>
            <w:r w:rsidRPr="006B0BFC">
              <w:rPr>
                <w:rFonts w:cstheme="minorHAnsi"/>
                <w:sz w:val="18"/>
              </w:rPr>
              <w:t xml:space="preserve"> (</w:t>
            </w:r>
            <w:r w:rsidR="001F2B7B">
              <w:rPr>
                <w:rFonts w:cstheme="minorHAnsi"/>
                <w:sz w:val="18"/>
              </w:rPr>
              <w:t>56</w:t>
            </w:r>
            <w:r w:rsidRPr="006B0BFC">
              <w:rPr>
                <w:rFonts w:cstheme="minorHAnsi"/>
                <w:sz w:val="18"/>
              </w:rPr>
              <w:t xml:space="preserve"> vláken) se základní frekvencí minimálně 2.0 GHz a se spotřebou maximálně 230 W</w:t>
            </w:r>
          </w:p>
        </w:tc>
        <w:tc>
          <w:tcPr>
            <w:tcW w:w="3288" w:type="dxa"/>
          </w:tcPr>
          <w:p w14:paraId="15F8E0B4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5636741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A5A6D25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sz w:val="18"/>
              </w:rPr>
              <w:t xml:space="preserve">Architektura </w:t>
            </w:r>
            <w:r w:rsidRPr="006B0BFC">
              <w:rPr>
                <w:rFonts w:cstheme="minorHAnsi"/>
                <w:b/>
                <w:bCs/>
                <w:sz w:val="18"/>
              </w:rPr>
              <w:t>Intel x86-64</w:t>
            </w:r>
            <w:r w:rsidRPr="006B0BFC">
              <w:rPr>
                <w:rFonts w:cstheme="minorHAnsi"/>
                <w:sz w:val="18"/>
              </w:rPr>
              <w:t xml:space="preserve"> z důvodu kompatibility současného ICT prostředí</w:t>
            </w:r>
          </w:p>
        </w:tc>
        <w:tc>
          <w:tcPr>
            <w:tcW w:w="3288" w:type="dxa"/>
          </w:tcPr>
          <w:p w14:paraId="7A1A18CD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0DD86A3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211A8A6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sz w:val="18"/>
                <w:lang w:eastAsia="cs-CZ"/>
              </w:rPr>
              <w:t xml:space="preserve">Operační paměť minimálně </w:t>
            </w:r>
            <w:r w:rsidRPr="006B0BFC">
              <w:rPr>
                <w:b/>
                <w:sz w:val="18"/>
                <w:lang w:eastAsia="cs-CZ"/>
              </w:rPr>
              <w:t>384 GB DDR5</w:t>
            </w:r>
            <w:r w:rsidRPr="006B0BFC">
              <w:rPr>
                <w:sz w:val="18"/>
                <w:lang w:eastAsia="cs-CZ"/>
              </w:rPr>
              <w:t xml:space="preserve"> s použitím modulů o maximální velikosti 128 GB, rozšiřitelná minimálně do 1024 GB jen přidáním dalších paměťových modulů</w:t>
            </w:r>
          </w:p>
        </w:tc>
        <w:tc>
          <w:tcPr>
            <w:tcW w:w="3288" w:type="dxa"/>
          </w:tcPr>
          <w:p w14:paraId="7A7FA48B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5D235F9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26F011E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 SSD</w:t>
            </w:r>
            <w:r w:rsidRPr="006B0BFC">
              <w:rPr>
                <w:rFonts w:cstheme="minorHAnsi"/>
                <w:sz w:val="18"/>
              </w:rPr>
              <w:t xml:space="preserve">, každý o velikosti minimálně </w:t>
            </w:r>
            <w:r w:rsidRPr="006B0BFC">
              <w:rPr>
                <w:rFonts w:cstheme="minorHAnsi"/>
                <w:b/>
                <w:bCs/>
                <w:sz w:val="18"/>
              </w:rPr>
              <w:t>480 GB</w:t>
            </w:r>
            <w:r w:rsidRPr="006B0BFC">
              <w:rPr>
                <w:rFonts w:cstheme="minorHAnsi"/>
                <w:sz w:val="18"/>
              </w:rPr>
              <w:t xml:space="preserve"> v konfiguraci RAID1 (zrcadlení) pro </w:t>
            </w:r>
            <w:proofErr w:type="spellStart"/>
            <w:r w:rsidRPr="006B0BFC">
              <w:rPr>
                <w:rFonts w:cstheme="minorHAnsi"/>
                <w:sz w:val="18"/>
              </w:rPr>
              <w:t>boot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běh OS nebo virtualizační platformy (hypervisor)</w:t>
            </w:r>
          </w:p>
        </w:tc>
        <w:tc>
          <w:tcPr>
            <w:tcW w:w="3288" w:type="dxa"/>
          </w:tcPr>
          <w:p w14:paraId="378AA687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5446F11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116CF77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8x 25 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SFP LAN s podporou rychlosti 10 </w:t>
            </w:r>
            <w:proofErr w:type="spellStart"/>
            <w:r w:rsidRPr="006B0BFC">
              <w:rPr>
                <w:rFonts w:cstheme="minorHAnsi"/>
                <w:sz w:val="18"/>
              </w:rPr>
              <w:t>Gbps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(tj. 10/25 </w:t>
            </w:r>
            <w:proofErr w:type="spellStart"/>
            <w:r w:rsidRPr="006B0BFC">
              <w:rPr>
                <w:rFonts w:cstheme="minorHAnsi"/>
                <w:sz w:val="18"/>
              </w:rPr>
              <w:t>Gbps</w:t>
            </w:r>
            <w:proofErr w:type="spellEnd"/>
            <w:r w:rsidRPr="006B0BFC">
              <w:rPr>
                <w:rFonts w:cstheme="minorHAnsi"/>
                <w:sz w:val="18"/>
              </w:rPr>
              <w:t>)</w:t>
            </w:r>
          </w:p>
        </w:tc>
        <w:tc>
          <w:tcPr>
            <w:tcW w:w="3288" w:type="dxa"/>
          </w:tcPr>
          <w:p w14:paraId="5321D721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5478498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09BF2F8" w14:textId="77777777" w:rsidR="006B0BFC" w:rsidRPr="006B0BFC" w:rsidRDefault="006B0BFC" w:rsidP="006B0BFC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 xml:space="preserve">Minimálně </w:t>
            </w:r>
            <w:r w:rsidRPr="006B0BFC">
              <w:rPr>
                <w:b/>
                <w:bCs/>
                <w:sz w:val="18"/>
                <w:lang w:eastAsia="cs-CZ"/>
              </w:rPr>
              <w:t>4</w:t>
            </w:r>
            <w:r w:rsidRPr="006B0BFC">
              <w:rPr>
                <w:b/>
                <w:sz w:val="18"/>
                <w:lang w:eastAsia="cs-CZ"/>
              </w:rPr>
              <w:t>x</w:t>
            </w:r>
            <w:r w:rsidRPr="006B0BFC">
              <w:rPr>
                <w:sz w:val="18"/>
                <w:lang w:eastAsia="cs-CZ"/>
              </w:rPr>
              <w:t xml:space="preserve"> </w:t>
            </w:r>
            <w:r w:rsidRPr="006B0BFC">
              <w:rPr>
                <w:b/>
                <w:bCs/>
                <w:sz w:val="18"/>
                <w:lang w:eastAsia="cs-CZ"/>
              </w:rPr>
              <w:t xml:space="preserve">1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Gbps</w:t>
            </w:r>
            <w:proofErr w:type="spellEnd"/>
            <w:r w:rsidRPr="006B0BFC">
              <w:rPr>
                <w:sz w:val="18"/>
                <w:lang w:eastAsia="cs-CZ"/>
              </w:rPr>
              <w:t xml:space="preserve"> RJ45 LAN</w:t>
            </w:r>
          </w:p>
        </w:tc>
        <w:tc>
          <w:tcPr>
            <w:tcW w:w="3288" w:type="dxa"/>
          </w:tcPr>
          <w:p w14:paraId="39C4F859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3C8AA81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5A94F55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Dedikovaný 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1 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6B552573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39142B1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E60136A" w14:textId="6C7E25E2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="00222306" w:rsidRPr="00222306">
              <w:rPr>
                <w:rFonts w:cstheme="minorHAnsi"/>
                <w:b/>
                <w:bCs/>
                <w:sz w:val="18"/>
              </w:rPr>
              <w:t>2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x 32 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SFP </w:t>
            </w:r>
            <w:proofErr w:type="spellStart"/>
            <w:r w:rsidRPr="006B0BFC">
              <w:rPr>
                <w:rFonts w:cstheme="minorHAnsi"/>
                <w:sz w:val="18"/>
              </w:rPr>
              <w:t>FibreChannel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SAN porty HBA</w:t>
            </w:r>
          </w:p>
        </w:tc>
        <w:tc>
          <w:tcPr>
            <w:tcW w:w="3288" w:type="dxa"/>
          </w:tcPr>
          <w:p w14:paraId="36D589CC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74D8988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5C67609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6B0BFC">
              <w:rPr>
                <w:rFonts w:cstheme="minorHAnsi"/>
                <w:sz w:val="18"/>
              </w:rPr>
              <w:t>Trusted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Platform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Module minimálně ve verzi 2.0</w:t>
            </w:r>
          </w:p>
        </w:tc>
        <w:tc>
          <w:tcPr>
            <w:tcW w:w="3288" w:type="dxa"/>
          </w:tcPr>
          <w:p w14:paraId="39AB1F32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388093C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4606B4E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hot-swap napájecí zdroj, každý minimálně o výkonu 800 W s minimální certifikací „80+ </w:t>
            </w:r>
            <w:proofErr w:type="spellStart"/>
            <w:r w:rsidRPr="006B0BFC">
              <w:rPr>
                <w:rFonts w:cstheme="minorHAnsi"/>
                <w:sz w:val="18"/>
              </w:rPr>
              <w:t>Platinum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72015757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0F640D9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7B2E83B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sz w:val="18"/>
                <w:lang w:eastAsia="cs-CZ"/>
              </w:rPr>
              <w:t>Výsuvné ližiny do rackové skříně bez „</w:t>
            </w:r>
            <w:proofErr w:type="spellStart"/>
            <w:r w:rsidRPr="006B0BFC">
              <w:rPr>
                <w:sz w:val="18"/>
                <w:lang w:eastAsia="cs-CZ"/>
              </w:rPr>
              <w:t>cable</w:t>
            </w:r>
            <w:proofErr w:type="spellEnd"/>
            <w:r w:rsidRPr="006B0BFC">
              <w:rPr>
                <w:sz w:val="18"/>
                <w:lang w:eastAsia="cs-CZ"/>
              </w:rPr>
              <w:t xml:space="preserve"> management </w:t>
            </w:r>
            <w:proofErr w:type="spellStart"/>
            <w:r w:rsidRPr="006B0BFC">
              <w:rPr>
                <w:sz w:val="18"/>
                <w:lang w:eastAsia="cs-CZ"/>
              </w:rPr>
              <w:t>arm</w:t>
            </w:r>
            <w:proofErr w:type="spellEnd"/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6583E138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266FED6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C6B2BEF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068138E2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220865D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EF33DD8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44984E80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298F5F9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7377458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OS Windows Server 2019, 2022; RHEL 8, 9; </w:t>
            </w:r>
            <w:proofErr w:type="spellStart"/>
            <w:r w:rsidRPr="006B0BFC">
              <w:rPr>
                <w:rFonts w:cstheme="minorHAnsi"/>
                <w:sz w:val="18"/>
              </w:rPr>
              <w:t>VMware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vSphere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6577373F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3698FE5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C52759F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02775232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7E1C056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6620F99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Integrační pluginy pro monitoring zdravotního stavu a správu HW přímo z </w:t>
            </w:r>
            <w:proofErr w:type="spellStart"/>
            <w:r w:rsidRPr="006B0BFC">
              <w:rPr>
                <w:rFonts w:cstheme="minorHAnsi"/>
                <w:sz w:val="18"/>
              </w:rPr>
              <w:t>VMware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vCenter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MS </w:t>
            </w:r>
            <w:proofErr w:type="spellStart"/>
            <w:r w:rsidRPr="006B0BFC">
              <w:rPr>
                <w:rFonts w:cstheme="minorHAnsi"/>
                <w:sz w:val="18"/>
              </w:rPr>
              <w:t>System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Center.</w:t>
            </w:r>
          </w:p>
        </w:tc>
        <w:tc>
          <w:tcPr>
            <w:tcW w:w="3288" w:type="dxa"/>
          </w:tcPr>
          <w:p w14:paraId="1AFD2FB5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7B3FE6D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408014F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6B0BFC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1226F2DE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574042D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D87CF26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výrobce na </w:t>
            </w:r>
            <w:r w:rsidRPr="006B0BFC">
              <w:rPr>
                <w:rFonts w:cstheme="minorHAnsi"/>
                <w:b/>
                <w:bCs/>
                <w:sz w:val="18"/>
              </w:rPr>
              <w:t>5 let</w:t>
            </w:r>
            <w:r w:rsidRPr="006B0BFC">
              <w:rPr>
                <w:rFonts w:cstheme="minorHAnsi"/>
                <w:sz w:val="18"/>
              </w:rPr>
              <w:t xml:space="preserve"> v rozsahu „</w:t>
            </w:r>
            <w:r w:rsidRPr="006B0BFC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3E22C730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68263E7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75234F6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U všech disků, SSD, </w:t>
            </w:r>
            <w:proofErr w:type="spellStart"/>
            <w:r w:rsidRPr="006B0BFC">
              <w:rPr>
                <w:rFonts w:cstheme="minorHAnsi"/>
                <w:sz w:val="18"/>
              </w:rPr>
              <w:t>NVMe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médií je požadováno ponechání disku Kupujícímu při jeho poruše a/nebo reklamaci</w:t>
            </w:r>
          </w:p>
        </w:tc>
        <w:tc>
          <w:tcPr>
            <w:tcW w:w="3288" w:type="dxa"/>
          </w:tcPr>
          <w:p w14:paraId="07C693F1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0DD36EF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E376B18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Vzdálená správa HW serveru </w:t>
            </w:r>
          </w:p>
          <w:p w14:paraId="4F1447F7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Vzdálená správa s dedikovaným vlastním portem 1GbE a možností převzít plně vzdálené ovládání serveru.</w:t>
            </w:r>
          </w:p>
          <w:p w14:paraId="5819BD2C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přesměrování management portu pomocí NSCI na jinou síťovou kartu.</w:t>
            </w:r>
          </w:p>
          <w:p w14:paraId="6E7B3725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Možnost vzdáleného </w:t>
            </w:r>
            <w:proofErr w:type="spellStart"/>
            <w:r w:rsidRPr="006B0BFC">
              <w:rPr>
                <w:rFonts w:cstheme="minorHAnsi"/>
                <w:sz w:val="18"/>
              </w:rPr>
              <w:t>mountování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ISO image.</w:t>
            </w:r>
          </w:p>
          <w:p w14:paraId="07FF7171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sdílet jednu virtuální konzoli až šesti uživateli.</w:t>
            </w:r>
          </w:p>
          <w:p w14:paraId="6DAFBE36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standartních Webových prohlížečů (Google Chrome, MS </w:t>
            </w:r>
            <w:proofErr w:type="spellStart"/>
            <w:r w:rsidRPr="006B0BFC">
              <w:rPr>
                <w:rFonts w:cstheme="minorHAnsi"/>
                <w:sz w:val="18"/>
              </w:rPr>
              <w:t>Edge</w:t>
            </w:r>
            <w:proofErr w:type="spellEnd"/>
            <w:r w:rsidRPr="006B0BFC">
              <w:rPr>
                <w:rFonts w:cstheme="minorHAnsi"/>
                <w:sz w:val="18"/>
              </w:rPr>
              <w:t>, Mozilla Firefox) a HTML5.</w:t>
            </w:r>
          </w:p>
          <w:p w14:paraId="0A21065F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a možnost sledování stavu jednotlivých komponent včetně úrovní firmware.</w:t>
            </w:r>
          </w:p>
          <w:p w14:paraId="2FFE1B97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Real </w:t>
            </w:r>
            <w:proofErr w:type="spellStart"/>
            <w:r w:rsidRPr="006B0BFC">
              <w:rPr>
                <w:rFonts w:cstheme="minorHAnsi"/>
                <w:sz w:val="18"/>
              </w:rPr>
              <w:t>time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sledování vytíženosti CPU, paměti a spotřeby elektrické energie, možnost </w:t>
            </w:r>
            <w:proofErr w:type="spellStart"/>
            <w:r w:rsidRPr="006B0BFC">
              <w:rPr>
                <w:rFonts w:cstheme="minorHAnsi"/>
                <w:sz w:val="18"/>
              </w:rPr>
              <w:t>Power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cappingu</w:t>
            </w:r>
            <w:proofErr w:type="spellEnd"/>
            <w:r w:rsidRPr="006B0BFC">
              <w:rPr>
                <w:rFonts w:cstheme="minorHAnsi"/>
                <w:sz w:val="18"/>
              </w:rPr>
              <w:t>.</w:t>
            </w:r>
          </w:p>
          <w:p w14:paraId="427548B8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asistované instalace OS bez dalších nástrojů, médií, ISO apod.</w:t>
            </w:r>
          </w:p>
          <w:p w14:paraId="2873A505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REDFISH a RESTAPI skriptů.</w:t>
            </w:r>
          </w:p>
          <w:p w14:paraId="778E730D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Nejvyšší licence pro správu serveru bez jakéhokoli omezení.</w:t>
            </w:r>
          </w:p>
          <w:p w14:paraId="2EE0A971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Všechny licence potřebné k provozu managementu a HW, (management, mapování ISO, KVM přístup).</w:t>
            </w:r>
          </w:p>
          <w:p w14:paraId="7BD1274B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Integrace s centrální vzdálenou správou serverového HW bez použití jakéhokoli dalšího HW či SW třetích stran</w:t>
            </w:r>
          </w:p>
          <w:p w14:paraId="0EF378E8" w14:textId="77777777" w:rsid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protokolů SNMP 2c a IPMI</w:t>
            </w:r>
          </w:p>
          <w:p w14:paraId="21DD60E2" w14:textId="1AC08B87" w:rsidR="005A180F" w:rsidRPr="006B0BFC" w:rsidRDefault="005A180F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5A180F">
              <w:rPr>
                <w:rFonts w:cstheme="minorHAnsi"/>
                <w:sz w:val="18"/>
              </w:rPr>
              <w:t xml:space="preserve">Podpora protokolu </w:t>
            </w:r>
            <w:proofErr w:type="spellStart"/>
            <w:r w:rsidRPr="005A180F">
              <w:rPr>
                <w:rFonts w:cstheme="minorHAnsi"/>
                <w:sz w:val="18"/>
              </w:rPr>
              <w:t>Syslog</w:t>
            </w:r>
            <w:proofErr w:type="spellEnd"/>
            <w:r w:rsidRPr="005A180F">
              <w:rPr>
                <w:rFonts w:cstheme="minorHAnsi"/>
                <w:sz w:val="18"/>
              </w:rPr>
              <w:t xml:space="preserve"> a předávání logů na vzdálený systém</w:t>
            </w:r>
          </w:p>
        </w:tc>
        <w:tc>
          <w:tcPr>
            <w:tcW w:w="3288" w:type="dxa"/>
          </w:tcPr>
          <w:p w14:paraId="44DA82A9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792E824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3544D27" w14:textId="77777777" w:rsidR="006B0BFC" w:rsidRPr="006B0BFC" w:rsidRDefault="006B0BFC" w:rsidP="006B0BFC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Hromadná správa </w:t>
            </w:r>
          </w:p>
          <w:p w14:paraId="542081B8" w14:textId="77777777" w:rsidR="006B0BFC" w:rsidRPr="006B0BFC" w:rsidRDefault="006B0BFC" w:rsidP="006B0BFC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Časově neomezená licence na hromadnou správu serverů, inventarizace a </w:t>
            </w:r>
            <w:proofErr w:type="spellStart"/>
            <w:r w:rsidRPr="006B0BFC">
              <w:rPr>
                <w:rFonts w:cstheme="minorHAnsi"/>
                <w:sz w:val="18"/>
              </w:rPr>
              <w:t>alerting</w:t>
            </w:r>
            <w:proofErr w:type="spellEnd"/>
            <w:r w:rsidRPr="006B0BFC">
              <w:rPr>
                <w:rFonts w:cstheme="minorHAnsi"/>
                <w:sz w:val="18"/>
              </w:rPr>
              <w:t>.</w:t>
            </w:r>
          </w:p>
          <w:p w14:paraId="7E1D64A8" w14:textId="77777777" w:rsidR="006B0BFC" w:rsidRPr="006B0BFC" w:rsidRDefault="006B0BFC" w:rsidP="006B0BFC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hromadného sledováni a upgrade úrovní FW jednotlivých komponent serverů.</w:t>
            </w:r>
          </w:p>
          <w:p w14:paraId="48AB78B1" w14:textId="77777777" w:rsidR="006B0BFC" w:rsidRPr="006B0BFC" w:rsidRDefault="006B0BFC" w:rsidP="006B0BFC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Call </w:t>
            </w:r>
            <w:proofErr w:type="spellStart"/>
            <w:r w:rsidRPr="006B0BFC">
              <w:rPr>
                <w:rFonts w:cstheme="minorHAnsi"/>
                <w:sz w:val="18"/>
              </w:rPr>
              <w:t>Home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funkce.</w:t>
            </w:r>
          </w:p>
          <w:p w14:paraId="7541FB49" w14:textId="77777777" w:rsidR="006B0BFC" w:rsidRPr="006B0BFC" w:rsidRDefault="006B0BFC" w:rsidP="006B0BFC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Přístup přes mobilní aplikaci.</w:t>
            </w:r>
          </w:p>
          <w:p w14:paraId="7F520951" w14:textId="77777777" w:rsidR="006B0BFC" w:rsidRPr="006B0BFC" w:rsidRDefault="006B0BFC" w:rsidP="006B0BFC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Splňující standardy NIST 800-131A a FIPS 140</w:t>
            </w:r>
            <w:r w:rsidRPr="006B0BFC">
              <w:rPr>
                <w:rFonts w:cstheme="minorHAnsi"/>
                <w:sz w:val="18"/>
              </w:rPr>
              <w:noBreakHyphen/>
              <w:t>2.</w:t>
            </w:r>
          </w:p>
          <w:p w14:paraId="093C548D" w14:textId="77777777" w:rsidR="006B0BFC" w:rsidRPr="006B0BFC" w:rsidRDefault="006B0BFC" w:rsidP="006B0BFC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Plug-in do management nodů virtualizačních hypervizorů.</w:t>
            </w:r>
          </w:p>
          <w:p w14:paraId="6A845CE4" w14:textId="77777777" w:rsidR="006B0BFC" w:rsidRPr="006B0BFC" w:rsidRDefault="006B0BFC" w:rsidP="006B0BFC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REST-API a </w:t>
            </w:r>
            <w:proofErr w:type="spellStart"/>
            <w:r w:rsidRPr="006B0BFC">
              <w:rPr>
                <w:rFonts w:cstheme="minorHAnsi"/>
                <w:sz w:val="18"/>
              </w:rPr>
              <w:t>Redfish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standardů.</w:t>
            </w:r>
          </w:p>
        </w:tc>
        <w:tc>
          <w:tcPr>
            <w:tcW w:w="3288" w:type="dxa"/>
          </w:tcPr>
          <w:p w14:paraId="72EC9574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7A93034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8495A88" w14:textId="77777777" w:rsidR="006B0BFC" w:rsidRPr="006B0BFC" w:rsidRDefault="006B0BFC" w:rsidP="006B0BFC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Napojení na systém centralizované vzdálené správy a dohledu</w:t>
            </w:r>
            <w:r w:rsidRPr="006B0BFC">
              <w:rPr>
                <w:rFonts w:cstheme="minorHAnsi"/>
                <w:i/>
                <w:iCs/>
                <w:sz w:val="18"/>
              </w:rPr>
              <w:t xml:space="preserve"> (Zadavatel provozuje centralizovanou vzdálenou správy na technologiích 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 xml:space="preserve">Dell </w:t>
            </w:r>
            <w:proofErr w:type="spellStart"/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OpenManage</w:t>
            </w:r>
            <w:proofErr w:type="spellEnd"/>
            <w:r w:rsidRPr="006B0BFC">
              <w:rPr>
                <w:rFonts w:cstheme="minorHAnsi"/>
                <w:i/>
                <w:iCs/>
                <w:sz w:val="18"/>
              </w:rPr>
              <w:t xml:space="preserve"> a 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 xml:space="preserve">Lenovo </w:t>
            </w:r>
            <w:proofErr w:type="spellStart"/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xClarity</w:t>
            </w:r>
            <w:proofErr w:type="spellEnd"/>
            <w:r w:rsidRPr="006B0BFC">
              <w:rPr>
                <w:rFonts w:cstheme="minorHAnsi"/>
                <w:i/>
                <w:iCs/>
                <w:sz w:val="18"/>
              </w:rPr>
              <w:t>)</w:t>
            </w:r>
            <w:r w:rsidRPr="006B0BFC">
              <w:rPr>
                <w:rFonts w:cstheme="minorHAnsi"/>
                <w:sz w:val="18"/>
              </w:rPr>
              <w:t>:</w:t>
            </w:r>
          </w:p>
          <w:p w14:paraId="0122BA73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Napojení na již provozované řešení centralizované vzdálené správy bez nutnosti pořizovat, instalovat či provozovat jakýkoliv další software, hardware nebo </w:t>
            </w:r>
            <w:proofErr w:type="spellStart"/>
            <w:r w:rsidRPr="006B0BFC">
              <w:rPr>
                <w:rFonts w:cstheme="minorHAnsi"/>
                <w:sz w:val="18"/>
              </w:rPr>
              <w:t>appliance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třetích stran.</w:t>
            </w:r>
          </w:p>
          <w:p w14:paraId="2C57733E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modelů a sériových čísel</w:t>
            </w:r>
          </w:p>
          <w:p w14:paraId="31ECE479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platnosti servisních kontraktů</w:t>
            </w:r>
          </w:p>
          <w:p w14:paraId="6805B7DB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konfigurace</w:t>
            </w:r>
          </w:p>
          <w:p w14:paraId="3E6B301A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Přehled verzí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jednotlivých komponent</w:t>
            </w:r>
          </w:p>
          <w:p w14:paraId="31212804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Kontrola verzí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oproti definovaným politikám</w:t>
            </w:r>
          </w:p>
          <w:p w14:paraId="600901BC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zatížení CPU a RAM</w:t>
            </w:r>
          </w:p>
          <w:p w14:paraId="549472CC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spotřeby elektrické energie</w:t>
            </w:r>
          </w:p>
          <w:p w14:paraId="5E04CC5B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Centrální řízení spotřeby elektrické energie</w:t>
            </w:r>
          </w:p>
          <w:p w14:paraId="7920AD80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Centrální provádění updatů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</w:p>
          <w:p w14:paraId="75ACFDA9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Dálkové zapnutí/vypnutí jednotlivého serveru</w:t>
            </w:r>
          </w:p>
          <w:p w14:paraId="088C2779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Dálkový přístup do konzole jednotlivého serveru (</w:t>
            </w:r>
            <w:proofErr w:type="spellStart"/>
            <w:r w:rsidRPr="006B0BFC">
              <w:rPr>
                <w:rFonts w:cstheme="minorHAnsi"/>
                <w:sz w:val="18"/>
              </w:rPr>
              <w:t>remote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KVM)</w:t>
            </w:r>
          </w:p>
          <w:p w14:paraId="03D2EFCD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Re-instalace OS pomocí dálkově připojené optické mechaniky či disku s ISO souborem.</w:t>
            </w:r>
          </w:p>
        </w:tc>
        <w:tc>
          <w:tcPr>
            <w:tcW w:w="3288" w:type="dxa"/>
          </w:tcPr>
          <w:p w14:paraId="4E4650B5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0DCE9A5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4F268C0" w14:textId="77777777" w:rsidR="006B0BFC" w:rsidRPr="006B0BFC" w:rsidRDefault="006B0BFC" w:rsidP="006B0BFC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12A98E8E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65B16A0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A045473" w14:textId="77777777" w:rsidR="006B0BFC" w:rsidRPr="006B0BFC" w:rsidRDefault="006B0BFC" w:rsidP="006B0BFC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>Síťové optické moduly pro každý optický port (</w:t>
            </w:r>
            <w:r w:rsidRPr="006B0BFC">
              <w:rPr>
                <w:b/>
                <w:bCs/>
                <w:sz w:val="18"/>
                <w:lang w:eastAsia="cs-CZ"/>
              </w:rPr>
              <w:t>SFP LAN</w:t>
            </w:r>
            <w:r w:rsidRPr="006B0BFC">
              <w:rPr>
                <w:sz w:val="18"/>
                <w:lang w:eastAsia="cs-CZ"/>
              </w:rPr>
              <w:t>), plně kompatibilní s dodávaným serverem v provedení „</w:t>
            </w:r>
            <w:r w:rsidRPr="006B0BFC">
              <w:rPr>
                <w:b/>
                <w:bCs/>
                <w:sz w:val="18"/>
                <w:lang w:eastAsia="cs-CZ"/>
              </w:rPr>
              <w:t>10/25Gbps</w:t>
            </w:r>
            <w:r w:rsidRPr="006B0BFC">
              <w:rPr>
                <w:sz w:val="18"/>
                <w:lang w:eastAsia="cs-CZ"/>
              </w:rPr>
              <w:t xml:space="preserve"> nebo </w:t>
            </w:r>
            <w:r w:rsidRPr="006B0BFC">
              <w:rPr>
                <w:b/>
                <w:bCs/>
                <w:sz w:val="18"/>
                <w:lang w:eastAsia="cs-CZ"/>
              </w:rPr>
              <w:t>25Gbps</w:t>
            </w:r>
            <w:r w:rsidRPr="006B0BFC">
              <w:rPr>
                <w:sz w:val="18"/>
                <w:lang w:eastAsia="cs-CZ"/>
              </w:rPr>
              <w:t xml:space="preserve">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 xml:space="preserve">, LC,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Short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 xml:space="preserve">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Range</w:t>
            </w:r>
            <w:proofErr w:type="spellEnd"/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23288CE1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163945F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23E7E84" w14:textId="77777777" w:rsidR="006B0BFC" w:rsidRPr="006B0BFC" w:rsidRDefault="006B0BFC" w:rsidP="006B0BFC">
            <w:pPr>
              <w:rPr>
                <w:lang w:eastAsia="cs-CZ"/>
              </w:rPr>
            </w:pPr>
            <w:r w:rsidRPr="006B0BFC">
              <w:rPr>
                <w:sz w:val="18"/>
                <w:lang w:eastAsia="cs-CZ"/>
              </w:rPr>
              <w:t xml:space="preserve">Síťové optické moduly pro každý </w:t>
            </w:r>
            <w:proofErr w:type="spellStart"/>
            <w:r w:rsidRPr="006B0BFC">
              <w:rPr>
                <w:sz w:val="18"/>
                <w:lang w:eastAsia="cs-CZ"/>
              </w:rPr>
              <w:t>FibreChannel</w:t>
            </w:r>
            <w:proofErr w:type="spellEnd"/>
            <w:r w:rsidRPr="006B0BFC">
              <w:rPr>
                <w:sz w:val="18"/>
                <w:lang w:eastAsia="cs-CZ"/>
              </w:rPr>
              <w:t xml:space="preserve"> port (</w:t>
            </w:r>
            <w:r w:rsidRPr="006B0BFC">
              <w:rPr>
                <w:b/>
                <w:bCs/>
                <w:sz w:val="18"/>
                <w:lang w:eastAsia="cs-CZ"/>
              </w:rPr>
              <w:t>SFP FC</w:t>
            </w:r>
            <w:r w:rsidRPr="006B0BFC">
              <w:rPr>
                <w:sz w:val="18"/>
                <w:lang w:eastAsia="cs-CZ"/>
              </w:rPr>
              <w:t>), plně kompatibilní s dodávaným serverem v provedení „</w:t>
            </w:r>
            <w:r w:rsidRPr="006B0BFC">
              <w:rPr>
                <w:b/>
                <w:bCs/>
                <w:sz w:val="18"/>
                <w:lang w:eastAsia="cs-CZ"/>
              </w:rPr>
              <w:t xml:space="preserve">32Gbps, SW,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>, LC</w:t>
            </w:r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12886938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</w:tbl>
    <w:p w14:paraId="2E3DC62F" w14:textId="77777777" w:rsidR="006B0BFC" w:rsidRPr="006B0BFC" w:rsidRDefault="006B0BFC" w:rsidP="006B0BFC">
      <w:pPr>
        <w:spacing w:after="160" w:line="259" w:lineRule="auto"/>
      </w:pPr>
    </w:p>
    <w:p w14:paraId="12E8CE6C" w14:textId="2DD4D9CB" w:rsidR="006B0BFC" w:rsidRPr="006B0BFC" w:rsidRDefault="006B0BFC" w:rsidP="006B0BFC">
      <w:pPr>
        <w:spacing w:after="160" w:line="259" w:lineRule="auto"/>
      </w:pPr>
      <w:r w:rsidRPr="006B0BFC">
        <w:t xml:space="preserve">Pro </w:t>
      </w:r>
      <w:r w:rsidR="00100275">
        <w:t>4</w:t>
      </w:r>
      <w:r w:rsidRPr="006B0BFC">
        <w:t xml:space="preserve"> serverov</w:t>
      </w:r>
      <w:r w:rsidR="00100275">
        <w:t>é</w:t>
      </w:r>
      <w:r w:rsidRPr="006B0BFC">
        <w:t xml:space="preserve"> nod</w:t>
      </w:r>
      <w:r w:rsidR="00100275">
        <w:t>y</w:t>
      </w:r>
      <w:r w:rsidRPr="006B0BFC">
        <w:t xml:space="preserve"> v rámci </w:t>
      </w:r>
      <w:r w:rsidRPr="006B0BFC">
        <w:rPr>
          <w:b/>
          <w:bCs/>
        </w:rPr>
        <w:t xml:space="preserve">Položky </w:t>
      </w:r>
      <w:r w:rsidR="00FE5DB7">
        <w:rPr>
          <w:b/>
          <w:bCs/>
        </w:rPr>
        <w:t>11</w:t>
      </w:r>
      <w:r w:rsidRPr="006B0BFC">
        <w:t xml:space="preserve"> je místem plnění </w:t>
      </w:r>
      <w:r w:rsidR="00B4349B">
        <w:rPr>
          <w:b/>
          <w:bCs/>
        </w:rPr>
        <w:t xml:space="preserve">Plzeň </w:t>
      </w:r>
      <w:r w:rsidR="000E579C">
        <w:rPr>
          <w:b/>
          <w:bCs/>
        </w:rPr>
        <w:t>–</w:t>
      </w:r>
      <w:r w:rsidR="00FE4726">
        <w:rPr>
          <w:b/>
          <w:bCs/>
        </w:rPr>
        <w:t xml:space="preserve"> </w:t>
      </w:r>
      <w:r w:rsidR="00B4349B">
        <w:rPr>
          <w:b/>
          <w:bCs/>
        </w:rPr>
        <w:t>Ú</w:t>
      </w:r>
      <w:r w:rsidR="00FE4726">
        <w:rPr>
          <w:b/>
          <w:bCs/>
        </w:rPr>
        <w:t>střední stavědlo</w:t>
      </w:r>
      <w:r w:rsidR="00B4349B">
        <w:rPr>
          <w:b/>
          <w:bCs/>
        </w:rPr>
        <w:t xml:space="preserve">, </w:t>
      </w:r>
      <w:r w:rsidR="00FE4726">
        <w:rPr>
          <w:b/>
          <w:bCs/>
        </w:rPr>
        <w:t xml:space="preserve">Cvokařská, </w:t>
      </w:r>
      <w:r w:rsidRPr="006B0BFC">
        <w:rPr>
          <w:b/>
          <w:bCs/>
        </w:rPr>
        <w:t>P</w:t>
      </w:r>
      <w:r w:rsidR="00FE4726">
        <w:rPr>
          <w:b/>
          <w:bCs/>
        </w:rPr>
        <w:t>lzeň</w:t>
      </w:r>
      <w:r w:rsidRPr="006B0BFC">
        <w:t>.</w:t>
      </w:r>
    </w:p>
    <w:p w14:paraId="0843B471" w14:textId="77777777" w:rsidR="00EA4E74" w:rsidRDefault="00EA4E74" w:rsidP="006B0BFC">
      <w:pPr>
        <w:spacing w:after="160" w:line="259" w:lineRule="auto"/>
      </w:pPr>
    </w:p>
    <w:p w14:paraId="286E172A" w14:textId="13CFE582" w:rsidR="006B0BFC" w:rsidRPr="006B0BFC" w:rsidRDefault="00FE5DB7" w:rsidP="006B0BFC">
      <w:pPr>
        <w:ind w:firstLine="426"/>
      </w:pPr>
      <w:r>
        <w:t>l</w:t>
      </w:r>
      <w:r w:rsidR="006B0BFC" w:rsidRPr="006B0BFC">
        <w:t>)</w:t>
      </w:r>
      <w:r w:rsidR="006B0BFC" w:rsidRPr="006B0BFC">
        <w:tab/>
      </w:r>
      <w:r w:rsidR="006B0BFC" w:rsidRPr="006B0BFC">
        <w:rPr>
          <w:b/>
          <w:bCs/>
        </w:rPr>
        <w:t xml:space="preserve">Položka </w:t>
      </w:r>
      <w:r w:rsidR="00260B71">
        <w:rPr>
          <w:b/>
          <w:bCs/>
        </w:rPr>
        <w:t>1</w:t>
      </w:r>
      <w:r>
        <w:rPr>
          <w:b/>
          <w:bCs/>
        </w:rPr>
        <w:t>2</w:t>
      </w:r>
      <w:r w:rsidR="006B0BFC" w:rsidRPr="006B0BFC">
        <w:t xml:space="preserve"> – Úložiště SAN pro virtualizační farmu „KB TDS / </w:t>
      </w:r>
      <w:r w:rsidR="00260B71">
        <w:t>P</w:t>
      </w:r>
      <w:r w:rsidR="0004421D">
        <w:t>lzeň</w:t>
      </w:r>
      <w:r w:rsidR="006B0BFC" w:rsidRPr="006B0BFC">
        <w:t>“ v konfiguraci:</w:t>
      </w:r>
    </w:p>
    <w:p w14:paraId="227B5E02" w14:textId="77777777" w:rsidR="006B0BFC" w:rsidRPr="006B0BFC" w:rsidRDefault="006B0BFC" w:rsidP="006B0BFC">
      <w:pPr>
        <w:rPr>
          <w:rFonts w:cstheme="minorHAnsi"/>
          <w:b/>
          <w:bCs/>
        </w:rPr>
      </w:pPr>
      <w:r w:rsidRPr="006B0BFC">
        <w:rPr>
          <w:highlight w:val="green"/>
          <w:lang w:val="en-US"/>
        </w:rPr>
        <w:t>[IDENTIFIKACE MODELU</w:t>
      </w:r>
      <w:r w:rsidRPr="006B0BFC">
        <w:rPr>
          <w:rFonts w:cstheme="minorHAnsi"/>
          <w:b/>
          <w:bCs/>
          <w:highlight w:val="green"/>
        </w:rPr>
        <w:t xml:space="preserve"> - </w:t>
      </w:r>
      <w:r w:rsidRPr="006B0BFC">
        <w:rPr>
          <w:rFonts w:cstheme="minorHAnsi"/>
          <w:highlight w:val="green"/>
        </w:rPr>
        <w:t>DOPLNÍ PRODÁVAJÍCÍ]</w:t>
      </w:r>
      <w:r w:rsidRPr="006B0BFC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6B0BFC" w:rsidRPr="006B0BFC" w14:paraId="62A2B7FA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71D22B98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26DF6141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6B0BFC" w:rsidRPr="006B0BFC" w14:paraId="1FAAF4D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778E8F6" w14:textId="627D649D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Provedení úložiště pro instalaci do rackové skříně o hloubce </w:t>
            </w:r>
            <w:r w:rsidR="0022397A">
              <w:rPr>
                <w:rFonts w:cstheme="minorHAnsi"/>
                <w:b/>
                <w:bCs/>
                <w:sz w:val="18"/>
              </w:rPr>
              <w:t>8</w:t>
            </w:r>
            <w:r w:rsidRPr="006B0BFC">
              <w:rPr>
                <w:rFonts w:cstheme="minorHAnsi"/>
                <w:b/>
                <w:bCs/>
                <w:sz w:val="18"/>
              </w:rPr>
              <w:t>0 cm</w:t>
            </w:r>
          </w:p>
        </w:tc>
        <w:tc>
          <w:tcPr>
            <w:tcW w:w="3288" w:type="dxa"/>
          </w:tcPr>
          <w:p w14:paraId="148DD181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37CECD0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C7EBD2E" w14:textId="0A6FA5A8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Velikost skříně serveru o maximální výšce </w:t>
            </w:r>
            <w:r w:rsidR="005A790D" w:rsidRPr="005A790D">
              <w:rPr>
                <w:rFonts w:cstheme="minorHAnsi"/>
                <w:b/>
                <w:bCs/>
                <w:sz w:val="18"/>
              </w:rPr>
              <w:t>7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 RU</w:t>
            </w:r>
            <w:r w:rsidRPr="006B0BFC">
              <w:rPr>
                <w:rFonts w:cstheme="minorHAnsi"/>
                <w:sz w:val="18"/>
              </w:rPr>
              <w:t xml:space="preserve"> (</w:t>
            </w:r>
            <w:r w:rsidR="005A790D">
              <w:rPr>
                <w:rFonts w:cstheme="minorHAnsi"/>
                <w:sz w:val="18"/>
              </w:rPr>
              <w:t>312</w:t>
            </w:r>
            <w:r w:rsidRPr="006B0BFC">
              <w:rPr>
                <w:rFonts w:cstheme="minorHAnsi"/>
                <w:sz w:val="18"/>
              </w:rPr>
              <w:t> mm)</w:t>
            </w:r>
          </w:p>
        </w:tc>
        <w:tc>
          <w:tcPr>
            <w:tcW w:w="3288" w:type="dxa"/>
          </w:tcPr>
          <w:p w14:paraId="252C83F3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1E160D1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39C77E3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Dual</w:t>
            </w:r>
            <w:proofErr w:type="spellEnd"/>
            <w:r w:rsidRPr="006B0BFC">
              <w:rPr>
                <w:rFonts w:cstheme="minorHAnsi"/>
                <w:b/>
                <w:bCs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controller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SAN FC v režimu </w:t>
            </w:r>
            <w:proofErr w:type="spellStart"/>
            <w:r w:rsidRPr="006B0BFC">
              <w:rPr>
                <w:rFonts w:cstheme="minorHAnsi"/>
                <w:sz w:val="18"/>
              </w:rPr>
              <w:t>Active-Active</w:t>
            </w:r>
            <w:proofErr w:type="spellEnd"/>
          </w:p>
        </w:tc>
        <w:tc>
          <w:tcPr>
            <w:tcW w:w="3288" w:type="dxa"/>
          </w:tcPr>
          <w:p w14:paraId="74AFF9FB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484360" w:rsidRPr="0050706D" w14:paraId="1B788663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183173B" w14:textId="77777777" w:rsidR="00484360" w:rsidRDefault="00484360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Kapacita SAN úložiště</w:t>
            </w:r>
          </w:p>
          <w:p w14:paraId="6D1EF3D8" w14:textId="34426A08" w:rsidR="00484360" w:rsidRPr="00A132AC" w:rsidRDefault="00484360" w:rsidP="00484360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b/>
                <w:bCs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Uživatelsky použitelná čistá nekomprimovaná </w:t>
            </w:r>
            <w:r>
              <w:rPr>
                <w:rFonts w:cstheme="minorHAnsi"/>
                <w:sz w:val="18"/>
                <w:szCs w:val="22"/>
              </w:rPr>
              <w:t xml:space="preserve">(bez </w:t>
            </w:r>
            <w:proofErr w:type="spellStart"/>
            <w:r>
              <w:rPr>
                <w:rFonts w:cstheme="minorHAnsi"/>
                <w:sz w:val="18"/>
                <w:szCs w:val="22"/>
              </w:rPr>
              <w:t>deduplikace</w:t>
            </w:r>
            <w:proofErr w:type="spellEnd"/>
            <w:r>
              <w:rPr>
                <w:rFonts w:cstheme="minorHAnsi"/>
                <w:sz w:val="18"/>
                <w:szCs w:val="22"/>
              </w:rPr>
              <w:t xml:space="preserve">) </w:t>
            </w:r>
            <w:r w:rsidRPr="00A132AC">
              <w:rPr>
                <w:rFonts w:cstheme="minorHAnsi"/>
                <w:sz w:val="18"/>
                <w:szCs w:val="22"/>
              </w:rPr>
              <w:t xml:space="preserve">kapacita minimálně </w:t>
            </w:r>
            <w:r>
              <w:rPr>
                <w:rFonts w:cstheme="minorHAnsi"/>
                <w:b/>
                <w:bCs/>
                <w:sz w:val="18"/>
                <w:szCs w:val="22"/>
              </w:rPr>
              <w:t>35</w:t>
            </w:r>
            <w:r w:rsidRPr="00A132AC">
              <w:rPr>
                <w:rFonts w:cstheme="minorHAnsi"/>
                <w:b/>
                <w:bCs/>
                <w:sz w:val="18"/>
                <w:szCs w:val="22"/>
              </w:rPr>
              <w:t xml:space="preserve"> </w:t>
            </w:r>
            <w:proofErr w:type="spellStart"/>
            <w:r w:rsidRPr="00A132AC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577D9543" w14:textId="3EADDD6D" w:rsidR="00484360" w:rsidRPr="00A132AC" w:rsidRDefault="00484360" w:rsidP="00484360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Umožňuje rozšíření minimálně na </w:t>
            </w:r>
            <w:r w:rsidR="004C11D8">
              <w:rPr>
                <w:rFonts w:cstheme="minorHAnsi"/>
                <w:sz w:val="18"/>
                <w:szCs w:val="22"/>
              </w:rPr>
              <w:t>8</w:t>
            </w:r>
            <w:r>
              <w:rPr>
                <w:rFonts w:cstheme="minorHAnsi"/>
                <w:sz w:val="18"/>
                <w:szCs w:val="22"/>
              </w:rPr>
              <w:t>0</w:t>
            </w:r>
            <w:r w:rsidRPr="00A132AC">
              <w:rPr>
                <w:rFonts w:cstheme="minorHAnsi"/>
                <w:sz w:val="18"/>
                <w:szCs w:val="22"/>
              </w:rPr>
              <w:t xml:space="preserve"> </w:t>
            </w:r>
            <w:proofErr w:type="spellStart"/>
            <w:r w:rsidRPr="00A132AC">
              <w:rPr>
                <w:rFonts w:cstheme="minorHAnsi"/>
                <w:sz w:val="18"/>
                <w:szCs w:val="22"/>
              </w:rPr>
              <w:t>TiB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 xml:space="preserve"> jen přidáním disků.</w:t>
            </w:r>
          </w:p>
          <w:p w14:paraId="07D4057B" w14:textId="77777777" w:rsidR="00484360" w:rsidRPr="00A132AC" w:rsidRDefault="00484360" w:rsidP="00484360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>Zajišťuje redundanci uložených dat minimálně na</w:t>
            </w:r>
            <w:r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 xml:space="preserve">úrovni odpovídající </w:t>
            </w:r>
            <w:r w:rsidRPr="009036B9">
              <w:rPr>
                <w:rFonts w:cstheme="minorHAnsi"/>
                <w:b/>
                <w:bCs/>
                <w:sz w:val="18"/>
                <w:szCs w:val="22"/>
              </w:rPr>
              <w:t>RAID</w:t>
            </w:r>
            <w:r>
              <w:rPr>
                <w:rFonts w:cstheme="minorHAnsi"/>
                <w:b/>
                <w:bCs/>
                <w:sz w:val="18"/>
                <w:szCs w:val="22"/>
              </w:rPr>
              <w:t>6</w:t>
            </w:r>
            <w:r w:rsidRPr="00294666">
              <w:rPr>
                <w:rFonts w:cstheme="minorHAnsi"/>
                <w:sz w:val="18"/>
                <w:szCs w:val="22"/>
              </w:rPr>
              <w:t xml:space="preserve"> (výpadek dvou disků)</w:t>
            </w:r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6BE306DD" w14:textId="77777777" w:rsidR="00484360" w:rsidRPr="00A132AC" w:rsidRDefault="00484360" w:rsidP="00484360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Použití výhradně </w:t>
            </w:r>
            <w:proofErr w:type="spellStart"/>
            <w:r w:rsidRPr="00F43FF9">
              <w:rPr>
                <w:rFonts w:cstheme="minorHAnsi"/>
                <w:b/>
                <w:bCs/>
                <w:sz w:val="18"/>
                <w:szCs w:val="22"/>
              </w:rPr>
              <w:t>NVMe</w:t>
            </w:r>
            <w:proofErr w:type="spellEnd"/>
            <w:r>
              <w:rPr>
                <w:rFonts w:cstheme="minorHAnsi"/>
                <w:sz w:val="18"/>
                <w:szCs w:val="22"/>
              </w:rPr>
              <w:t xml:space="preserve"> </w:t>
            </w:r>
            <w:r w:rsidRPr="00A132AC">
              <w:rPr>
                <w:rFonts w:cstheme="minorHAnsi"/>
                <w:sz w:val="18"/>
                <w:szCs w:val="22"/>
              </w:rPr>
              <w:t xml:space="preserve">o velikosti maximálně </w:t>
            </w:r>
            <w:r>
              <w:rPr>
                <w:rFonts w:cstheme="minorHAnsi"/>
                <w:sz w:val="18"/>
                <w:szCs w:val="22"/>
              </w:rPr>
              <w:t>10 </w:t>
            </w:r>
            <w:r w:rsidRPr="00A132AC">
              <w:rPr>
                <w:rFonts w:cstheme="minorHAnsi"/>
                <w:sz w:val="18"/>
                <w:szCs w:val="22"/>
              </w:rPr>
              <w:t>TB.</w:t>
            </w:r>
          </w:p>
        </w:tc>
        <w:tc>
          <w:tcPr>
            <w:tcW w:w="3288" w:type="dxa"/>
          </w:tcPr>
          <w:p w14:paraId="7F8B3B8D" w14:textId="77777777" w:rsidR="00484360" w:rsidRPr="00927BA6" w:rsidRDefault="00484360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50B0D0D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3975E3B" w14:textId="7F771D05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="00053731" w:rsidRPr="00053731">
              <w:rPr>
                <w:rFonts w:cstheme="minorHAnsi"/>
                <w:b/>
                <w:bCs/>
                <w:sz w:val="18"/>
              </w:rPr>
              <w:t>8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x 32 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FC SFP port pro SAN</w:t>
            </w:r>
          </w:p>
        </w:tc>
        <w:tc>
          <w:tcPr>
            <w:tcW w:w="3288" w:type="dxa"/>
          </w:tcPr>
          <w:p w14:paraId="1106E5F6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79B86D5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A483347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jeden dedikovaný 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1 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2EE3F19A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2806751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348B9D8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hot-swap napájecí zdroj, každý minimálně o výkonu 1000 W s minimální certifikací „80+ </w:t>
            </w:r>
            <w:proofErr w:type="spellStart"/>
            <w:r w:rsidRPr="006B0BFC">
              <w:rPr>
                <w:rFonts w:cstheme="minorHAnsi"/>
                <w:sz w:val="18"/>
              </w:rPr>
              <w:t>Platinum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080E4F57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6025D19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AC73EA3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sz w:val="18"/>
                <w:lang w:eastAsia="cs-CZ"/>
              </w:rPr>
              <w:t>Výsuvné ližiny do rackové skříně</w:t>
            </w:r>
          </w:p>
        </w:tc>
        <w:tc>
          <w:tcPr>
            <w:tcW w:w="3288" w:type="dxa"/>
          </w:tcPr>
          <w:p w14:paraId="68BAC509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7CDC54A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5E6A091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1BAAA72E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7BFFEAA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BA81BFA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6B461E29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64F006F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3D9E7E7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sz w:val="18"/>
              </w:rPr>
              <w:t xml:space="preserve">Podpora OS Windows Server 2019, 2022; RHEL 8, 9; </w:t>
            </w:r>
            <w:proofErr w:type="spellStart"/>
            <w:r w:rsidRPr="006B0BFC">
              <w:rPr>
                <w:rFonts w:cstheme="minorHAnsi"/>
                <w:sz w:val="18"/>
              </w:rPr>
              <w:t>VMware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vSphere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79A25DA9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46B69BC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74730C7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31272B58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045EBC5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682B55F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6B0BFC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3F74F16D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7C42199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16D067D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výrobce na </w:t>
            </w:r>
            <w:r w:rsidRPr="006B0BFC">
              <w:rPr>
                <w:rFonts w:cstheme="minorHAnsi"/>
                <w:b/>
                <w:bCs/>
                <w:sz w:val="18"/>
              </w:rPr>
              <w:t>5 let</w:t>
            </w:r>
            <w:r w:rsidRPr="006B0BFC">
              <w:rPr>
                <w:rFonts w:cstheme="minorHAnsi"/>
                <w:sz w:val="18"/>
              </w:rPr>
              <w:t xml:space="preserve"> v rozsahu „</w:t>
            </w:r>
            <w:r w:rsidRPr="006B0BFC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0E9EC6ED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3D4F6EC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EDC5EC5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U všech disků, SSD, </w:t>
            </w:r>
            <w:proofErr w:type="spellStart"/>
            <w:r w:rsidRPr="006B0BFC">
              <w:rPr>
                <w:rFonts w:cstheme="minorHAnsi"/>
                <w:sz w:val="18"/>
              </w:rPr>
              <w:t>NVMe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médií je požadováno ponechání disku Kupujícímu při jeho poruše a reklamaci</w:t>
            </w:r>
          </w:p>
        </w:tc>
        <w:tc>
          <w:tcPr>
            <w:tcW w:w="3288" w:type="dxa"/>
          </w:tcPr>
          <w:p w14:paraId="372C65F0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5678B9A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B595974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1DC98179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00730" w:rsidRPr="006B0BFC" w14:paraId="540A834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0761194" w14:textId="5F6A5BAF" w:rsidR="00100730" w:rsidRPr="006B0BFC" w:rsidRDefault="00100730" w:rsidP="00100730">
            <w:pPr>
              <w:rPr>
                <w:sz w:val="18"/>
                <w:lang w:eastAsia="cs-CZ"/>
              </w:rPr>
            </w:pPr>
            <w:r>
              <w:rPr>
                <w:sz w:val="18"/>
                <w:lang w:eastAsia="cs-CZ"/>
              </w:rPr>
              <w:t xml:space="preserve">Pokud úložiště vyžaduje použití SFP, </w:t>
            </w:r>
            <w:r w:rsidRPr="006B0BFC">
              <w:rPr>
                <w:sz w:val="18"/>
                <w:lang w:eastAsia="cs-CZ"/>
              </w:rPr>
              <w:t xml:space="preserve">optické moduly pro každý </w:t>
            </w:r>
            <w:proofErr w:type="spellStart"/>
            <w:r w:rsidRPr="006B0BFC">
              <w:rPr>
                <w:sz w:val="18"/>
                <w:lang w:eastAsia="cs-CZ"/>
              </w:rPr>
              <w:t>FibreChannel</w:t>
            </w:r>
            <w:proofErr w:type="spellEnd"/>
            <w:r w:rsidRPr="006B0BFC">
              <w:rPr>
                <w:sz w:val="18"/>
                <w:lang w:eastAsia="cs-CZ"/>
              </w:rPr>
              <w:t xml:space="preserve"> port plně kompatibilní s</w:t>
            </w:r>
            <w:r>
              <w:rPr>
                <w:sz w:val="18"/>
                <w:lang w:eastAsia="cs-CZ"/>
              </w:rPr>
              <w:t> </w:t>
            </w:r>
            <w:r w:rsidRPr="006B0BFC">
              <w:rPr>
                <w:sz w:val="18"/>
                <w:lang w:eastAsia="cs-CZ"/>
              </w:rPr>
              <w:t>dodávan</w:t>
            </w:r>
            <w:r>
              <w:rPr>
                <w:sz w:val="18"/>
                <w:lang w:eastAsia="cs-CZ"/>
              </w:rPr>
              <w:t>ým úložištěm</w:t>
            </w:r>
          </w:p>
        </w:tc>
        <w:tc>
          <w:tcPr>
            <w:tcW w:w="3288" w:type="dxa"/>
          </w:tcPr>
          <w:p w14:paraId="7C8D4E87" w14:textId="77777777" w:rsidR="00100730" w:rsidRPr="006B0BFC" w:rsidRDefault="00100730" w:rsidP="0010073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</w:tbl>
    <w:p w14:paraId="325C47B0" w14:textId="77777777" w:rsidR="006B0BFC" w:rsidRPr="006B0BFC" w:rsidRDefault="006B0BFC" w:rsidP="006B0BFC">
      <w:pPr>
        <w:spacing w:after="160" w:line="259" w:lineRule="auto"/>
      </w:pPr>
    </w:p>
    <w:p w14:paraId="19370A8C" w14:textId="698A2AE9" w:rsidR="006B0BFC" w:rsidRPr="006B0BFC" w:rsidRDefault="006B0BFC" w:rsidP="006B0BFC">
      <w:pPr>
        <w:spacing w:after="160" w:line="259" w:lineRule="auto"/>
      </w:pPr>
      <w:r w:rsidRPr="006B0BFC">
        <w:t xml:space="preserve">Pro </w:t>
      </w:r>
      <w:r w:rsidRPr="006B0BFC">
        <w:rPr>
          <w:b/>
          <w:bCs/>
        </w:rPr>
        <w:t xml:space="preserve">Položku </w:t>
      </w:r>
      <w:r w:rsidR="0057083E">
        <w:rPr>
          <w:b/>
          <w:bCs/>
        </w:rPr>
        <w:t>1</w:t>
      </w:r>
      <w:r w:rsidR="00FE5DB7">
        <w:rPr>
          <w:b/>
          <w:bCs/>
        </w:rPr>
        <w:t>2</w:t>
      </w:r>
      <w:r w:rsidRPr="006B0BFC">
        <w:t xml:space="preserve"> je místem plnění </w:t>
      </w:r>
      <w:r w:rsidR="000E579C" w:rsidRPr="000E579C">
        <w:rPr>
          <w:b/>
          <w:bCs/>
        </w:rPr>
        <w:t>Plzeň – Ústřední stavědlo, Cvokařská, Plzeň</w:t>
      </w:r>
      <w:r w:rsidRPr="006B0BFC">
        <w:t>.</w:t>
      </w:r>
    </w:p>
    <w:p w14:paraId="6F9C6E01" w14:textId="77777777" w:rsidR="006B0BFC" w:rsidRPr="006B0BFC" w:rsidRDefault="006B0BFC" w:rsidP="006B0BFC">
      <w:pPr>
        <w:ind w:firstLine="426"/>
      </w:pPr>
    </w:p>
    <w:p w14:paraId="5F3511B3" w14:textId="6DCAF321" w:rsidR="006B0BFC" w:rsidRPr="006B0BFC" w:rsidRDefault="00FE5DB7" w:rsidP="006B0BFC">
      <w:pPr>
        <w:ind w:firstLine="426"/>
      </w:pPr>
      <w:r>
        <w:t>m</w:t>
      </w:r>
      <w:r w:rsidR="006B0BFC" w:rsidRPr="006B0BFC">
        <w:t>)</w:t>
      </w:r>
      <w:r w:rsidR="006B0BFC" w:rsidRPr="006B0BFC">
        <w:tab/>
      </w:r>
      <w:r w:rsidR="006B0BFC" w:rsidRPr="006B0BFC">
        <w:rPr>
          <w:b/>
          <w:bCs/>
        </w:rPr>
        <w:t xml:space="preserve">Položka </w:t>
      </w:r>
      <w:r w:rsidR="00170431">
        <w:rPr>
          <w:b/>
          <w:bCs/>
        </w:rPr>
        <w:t>1</w:t>
      </w:r>
      <w:r>
        <w:rPr>
          <w:b/>
          <w:bCs/>
        </w:rPr>
        <w:t>3</w:t>
      </w:r>
      <w:r w:rsidR="006B0BFC" w:rsidRPr="006B0BFC">
        <w:t xml:space="preserve"> – Jeden (1) server pro zálohování virtualizační farmy „KB TDS / </w:t>
      </w:r>
      <w:r w:rsidR="0004421D">
        <w:t>Plzeň</w:t>
      </w:r>
      <w:r w:rsidR="006B0BFC" w:rsidRPr="006B0BFC">
        <w:t>“ v konfiguraci:</w:t>
      </w:r>
    </w:p>
    <w:p w14:paraId="11F4EB41" w14:textId="77777777" w:rsidR="006B0BFC" w:rsidRPr="006B0BFC" w:rsidRDefault="006B0BFC" w:rsidP="006B0BFC">
      <w:pPr>
        <w:rPr>
          <w:rFonts w:cstheme="minorHAnsi"/>
          <w:b/>
          <w:bCs/>
        </w:rPr>
      </w:pPr>
      <w:r w:rsidRPr="006B0BFC">
        <w:rPr>
          <w:highlight w:val="green"/>
          <w:lang w:val="en-US"/>
        </w:rPr>
        <w:t>[IDENTIFIKACE MODELU</w:t>
      </w:r>
      <w:r w:rsidRPr="006B0BFC">
        <w:rPr>
          <w:rFonts w:cstheme="minorHAnsi"/>
          <w:b/>
          <w:bCs/>
          <w:highlight w:val="green"/>
        </w:rPr>
        <w:t xml:space="preserve"> - </w:t>
      </w:r>
      <w:r w:rsidRPr="006B0BFC">
        <w:rPr>
          <w:rFonts w:cstheme="minorHAnsi"/>
          <w:highlight w:val="green"/>
        </w:rPr>
        <w:t>DOPLNÍ PRODÁVAJÍCÍ]</w:t>
      </w:r>
      <w:r w:rsidRPr="006B0BFC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6B0BFC" w:rsidRPr="006B0BFC" w14:paraId="714D9C0D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7BF1CD50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065E78D1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6B0BFC" w:rsidRPr="006B0BFC" w14:paraId="043122F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9688C6B" w14:textId="75164454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 xml:space="preserve">Provedení serveru pro instalaci do rackové skříně o hloubce </w:t>
            </w:r>
            <w:r w:rsidR="0022397A" w:rsidRPr="0022397A">
              <w:rPr>
                <w:rFonts w:cstheme="minorHAnsi"/>
                <w:b/>
                <w:bCs/>
                <w:sz w:val="18"/>
              </w:rPr>
              <w:t>8</w:t>
            </w:r>
            <w:r w:rsidRPr="006B0BFC">
              <w:rPr>
                <w:rFonts w:cstheme="minorHAnsi"/>
                <w:b/>
                <w:bCs/>
                <w:sz w:val="18"/>
              </w:rPr>
              <w:t>0 cm</w:t>
            </w:r>
          </w:p>
        </w:tc>
        <w:tc>
          <w:tcPr>
            <w:tcW w:w="3288" w:type="dxa"/>
          </w:tcPr>
          <w:p w14:paraId="4ADFBBB6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7F58948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C171C25" w14:textId="76BA5A70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Velikost skříně serveru o maximální výšce </w:t>
            </w:r>
            <w:r w:rsidR="00323331" w:rsidRPr="00323331">
              <w:rPr>
                <w:rFonts w:cstheme="minorHAnsi"/>
                <w:b/>
                <w:bCs/>
                <w:sz w:val="18"/>
              </w:rPr>
              <w:t>4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 RU</w:t>
            </w:r>
            <w:r w:rsidRPr="006B0BFC">
              <w:rPr>
                <w:rFonts w:cstheme="minorHAnsi"/>
                <w:sz w:val="18"/>
              </w:rPr>
              <w:t xml:space="preserve"> (</w:t>
            </w:r>
            <w:r w:rsidR="006868EA">
              <w:rPr>
                <w:rFonts w:cstheme="minorHAnsi"/>
                <w:sz w:val="18"/>
              </w:rPr>
              <w:t>178</w:t>
            </w:r>
            <w:r w:rsidRPr="006B0BFC">
              <w:rPr>
                <w:rFonts w:cstheme="minorHAnsi"/>
                <w:sz w:val="18"/>
              </w:rPr>
              <w:t> mm)</w:t>
            </w:r>
          </w:p>
        </w:tc>
        <w:tc>
          <w:tcPr>
            <w:tcW w:w="3288" w:type="dxa"/>
          </w:tcPr>
          <w:p w14:paraId="4D9F9D0B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50B7B72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446B73E" w14:textId="398AC476" w:rsidR="006B0BFC" w:rsidRPr="006B0BFC" w:rsidRDefault="004635E5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2</w:t>
            </w:r>
            <w:r w:rsidR="006B0BFC" w:rsidRPr="006B0BFC">
              <w:rPr>
                <w:rFonts w:cstheme="minorHAnsi"/>
                <w:b/>
                <w:bCs/>
                <w:sz w:val="18"/>
              </w:rPr>
              <w:t>x CPU</w:t>
            </w:r>
            <w:r w:rsidR="006B0BFC" w:rsidRPr="006B0BFC">
              <w:rPr>
                <w:rFonts w:cstheme="minorHAnsi"/>
                <w:sz w:val="18"/>
              </w:rPr>
              <w:t xml:space="preserve">, </w:t>
            </w:r>
            <w:r>
              <w:rPr>
                <w:rFonts w:cstheme="minorHAnsi"/>
                <w:sz w:val="18"/>
              </w:rPr>
              <w:t xml:space="preserve">každý </w:t>
            </w:r>
            <w:r w:rsidR="006B0BFC" w:rsidRPr="006B0BFC">
              <w:rPr>
                <w:rFonts w:cstheme="minorHAnsi"/>
                <w:sz w:val="18"/>
              </w:rPr>
              <w:t xml:space="preserve">minimálně </w:t>
            </w:r>
            <w:r>
              <w:rPr>
                <w:rFonts w:cstheme="minorHAnsi"/>
                <w:b/>
                <w:bCs/>
                <w:sz w:val="18"/>
              </w:rPr>
              <w:t>16</w:t>
            </w:r>
            <w:r w:rsidR="006B0BFC" w:rsidRPr="006B0BFC">
              <w:rPr>
                <w:rFonts w:cstheme="minorHAnsi"/>
                <w:b/>
                <w:bCs/>
                <w:sz w:val="18"/>
              </w:rPr>
              <w:t xml:space="preserve"> jader</w:t>
            </w:r>
            <w:r w:rsidR="006B0BFC" w:rsidRPr="006B0BFC">
              <w:rPr>
                <w:rFonts w:cstheme="minorHAnsi"/>
                <w:sz w:val="18"/>
              </w:rPr>
              <w:t xml:space="preserve"> (</w:t>
            </w:r>
            <w:r>
              <w:rPr>
                <w:rFonts w:cstheme="minorHAnsi"/>
                <w:sz w:val="18"/>
              </w:rPr>
              <w:t>32</w:t>
            </w:r>
            <w:r w:rsidR="006B0BFC" w:rsidRPr="006B0BFC">
              <w:rPr>
                <w:rFonts w:cstheme="minorHAnsi"/>
                <w:sz w:val="18"/>
              </w:rPr>
              <w:t xml:space="preserve"> vláken) se základní frekvencí minimálně 2.0 GHz a se spotřebou maximálně </w:t>
            </w:r>
            <w:r>
              <w:rPr>
                <w:rFonts w:cstheme="minorHAnsi"/>
                <w:sz w:val="18"/>
              </w:rPr>
              <w:t>230</w:t>
            </w:r>
            <w:r w:rsidR="006B0BFC" w:rsidRPr="006B0BFC">
              <w:rPr>
                <w:rFonts w:cstheme="minorHAnsi"/>
                <w:sz w:val="18"/>
              </w:rPr>
              <w:t xml:space="preserve"> W</w:t>
            </w:r>
          </w:p>
        </w:tc>
        <w:tc>
          <w:tcPr>
            <w:tcW w:w="3288" w:type="dxa"/>
          </w:tcPr>
          <w:p w14:paraId="27F081FE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37BB0BF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2FA30C1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sz w:val="18"/>
              </w:rPr>
              <w:t xml:space="preserve">Architektura </w:t>
            </w:r>
            <w:r w:rsidRPr="006B0BFC">
              <w:rPr>
                <w:rFonts w:cstheme="minorHAnsi"/>
                <w:b/>
                <w:bCs/>
                <w:sz w:val="18"/>
              </w:rPr>
              <w:t>Intel x86-64</w:t>
            </w:r>
            <w:r w:rsidRPr="006B0BFC">
              <w:rPr>
                <w:rFonts w:cstheme="minorHAnsi"/>
                <w:sz w:val="18"/>
              </w:rPr>
              <w:t xml:space="preserve"> z důvodu kompatibility současného ICT prostředí</w:t>
            </w:r>
          </w:p>
        </w:tc>
        <w:tc>
          <w:tcPr>
            <w:tcW w:w="3288" w:type="dxa"/>
          </w:tcPr>
          <w:p w14:paraId="432D30EF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055A292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DC756C8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sz w:val="18"/>
                <w:lang w:eastAsia="cs-CZ"/>
              </w:rPr>
              <w:t xml:space="preserve">Operační paměť minimálně </w:t>
            </w:r>
            <w:r w:rsidRPr="006B0BFC">
              <w:rPr>
                <w:b/>
                <w:bCs/>
                <w:sz w:val="18"/>
                <w:lang w:eastAsia="cs-CZ"/>
              </w:rPr>
              <w:t xml:space="preserve">128 </w:t>
            </w:r>
            <w:r w:rsidRPr="006B0BFC">
              <w:rPr>
                <w:b/>
                <w:sz w:val="18"/>
                <w:lang w:eastAsia="cs-CZ"/>
              </w:rPr>
              <w:t>GB DDR5</w:t>
            </w:r>
            <w:r w:rsidRPr="006B0BFC">
              <w:rPr>
                <w:sz w:val="18"/>
                <w:lang w:eastAsia="cs-CZ"/>
              </w:rPr>
              <w:t xml:space="preserve"> s použitím modulů o maximální velikosti 64 GB, rozšiřitelná minimálně do 512 GB jen přidáním dalších paměťových modulů</w:t>
            </w:r>
          </w:p>
        </w:tc>
        <w:tc>
          <w:tcPr>
            <w:tcW w:w="3288" w:type="dxa"/>
          </w:tcPr>
          <w:p w14:paraId="0358EBC9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3931A4B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EEA9529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lang w:eastAsia="cs-CZ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 SSD</w:t>
            </w:r>
            <w:r w:rsidRPr="006B0BFC">
              <w:rPr>
                <w:rFonts w:cstheme="minorHAnsi"/>
                <w:sz w:val="18"/>
              </w:rPr>
              <w:t xml:space="preserve">, každý o velikosti minimálně </w:t>
            </w:r>
            <w:r w:rsidRPr="006B0BFC">
              <w:rPr>
                <w:rFonts w:cstheme="minorHAnsi"/>
                <w:b/>
                <w:bCs/>
                <w:sz w:val="18"/>
              </w:rPr>
              <w:t>480 GB</w:t>
            </w:r>
            <w:r w:rsidRPr="006B0BFC">
              <w:rPr>
                <w:rFonts w:cstheme="minorHAnsi"/>
                <w:sz w:val="18"/>
              </w:rPr>
              <w:t xml:space="preserve"> v konfiguraci RAID1 (zrcadlení) pro </w:t>
            </w:r>
            <w:proofErr w:type="spellStart"/>
            <w:r w:rsidRPr="006B0BFC">
              <w:rPr>
                <w:rFonts w:cstheme="minorHAnsi"/>
                <w:sz w:val="18"/>
              </w:rPr>
              <w:t>boot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běh OS</w:t>
            </w:r>
          </w:p>
        </w:tc>
        <w:tc>
          <w:tcPr>
            <w:tcW w:w="3288" w:type="dxa"/>
          </w:tcPr>
          <w:p w14:paraId="386942BA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1C5F" w:rsidRPr="00E75C72" w14:paraId="7C20827C" w14:textId="77777777" w:rsidTr="008E5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124D26A" w14:textId="77777777" w:rsidR="008D1C5F" w:rsidRPr="00E75C72" w:rsidRDefault="008D1C5F" w:rsidP="008E540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Lokální úložiště pro databázi záloh v serveru</w:t>
            </w:r>
          </w:p>
          <w:p w14:paraId="2CA91363" w14:textId="77777777" w:rsidR="008D1C5F" w:rsidRPr="00E75C72" w:rsidRDefault="008D1C5F" w:rsidP="008D1C5F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b/>
                <w:bCs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Uživatelsky použitelná čistá nekomprimovaná kapacita minimálně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 xml:space="preserve">8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6D597F93" w14:textId="77777777" w:rsidR="008D1C5F" w:rsidRPr="00E75C72" w:rsidRDefault="008D1C5F" w:rsidP="008D1C5F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Umožňuje rozšíření minimálně na 16 </w:t>
            </w:r>
            <w:proofErr w:type="spellStart"/>
            <w:r w:rsidRPr="00E75C72">
              <w:rPr>
                <w:rFonts w:cstheme="minorHAnsi"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 xml:space="preserve"> jen přidáním disků.</w:t>
            </w:r>
          </w:p>
          <w:p w14:paraId="1D80169A" w14:textId="77777777" w:rsidR="008D1C5F" w:rsidRPr="00E75C72" w:rsidRDefault="008D1C5F" w:rsidP="008D1C5F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Zajišťuje redundanci uložených dat minimálně na úrovni odpovídající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>RAID6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55EFD082" w14:textId="77777777" w:rsidR="008D1C5F" w:rsidRPr="00E75C72" w:rsidRDefault="008D1C5F" w:rsidP="008D1C5F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Použití výhradně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  <w:szCs w:val="22"/>
              </w:rPr>
              <w:t>NVMe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 xml:space="preserve"> o velikosti maximálně </w:t>
            </w:r>
            <w:r>
              <w:rPr>
                <w:rFonts w:cstheme="minorHAnsi"/>
                <w:sz w:val="18"/>
                <w:szCs w:val="22"/>
              </w:rPr>
              <w:t>2</w:t>
            </w:r>
            <w:r w:rsidRPr="00E75C72">
              <w:rPr>
                <w:rFonts w:cstheme="minorHAnsi"/>
                <w:sz w:val="18"/>
                <w:szCs w:val="22"/>
              </w:rPr>
              <w:t> TB.</w:t>
            </w:r>
          </w:p>
        </w:tc>
        <w:tc>
          <w:tcPr>
            <w:tcW w:w="3288" w:type="dxa"/>
          </w:tcPr>
          <w:p w14:paraId="6C1EFEC3" w14:textId="77777777" w:rsidR="008D1C5F" w:rsidRPr="00E75C72" w:rsidRDefault="008D1C5F" w:rsidP="008E54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546BD6" w:rsidRPr="00E75C72" w14:paraId="3EED6B83" w14:textId="77777777" w:rsidTr="008E5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E561470" w14:textId="3773A790" w:rsidR="00546BD6" w:rsidRPr="00E75C72" w:rsidRDefault="00546BD6" w:rsidP="008E540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Lokální úložiště </w:t>
            </w:r>
            <w:r>
              <w:rPr>
                <w:rFonts w:cstheme="minorHAnsi"/>
                <w:sz w:val="18"/>
              </w:rPr>
              <w:t>pro</w:t>
            </w:r>
            <w:r w:rsidRPr="00E75C72">
              <w:rPr>
                <w:rFonts w:cstheme="minorHAnsi"/>
                <w:sz w:val="18"/>
              </w:rPr>
              <w:t xml:space="preserve"> záloh</w:t>
            </w:r>
            <w:r>
              <w:rPr>
                <w:rFonts w:cstheme="minorHAnsi"/>
                <w:sz w:val="18"/>
              </w:rPr>
              <w:t>y</w:t>
            </w:r>
            <w:r w:rsidRPr="00E75C72">
              <w:rPr>
                <w:rFonts w:cstheme="minorHAnsi"/>
                <w:sz w:val="18"/>
              </w:rPr>
              <w:t xml:space="preserve"> v serveru</w:t>
            </w:r>
          </w:p>
          <w:p w14:paraId="475B0B3E" w14:textId="32380ADB" w:rsidR="00546BD6" w:rsidRPr="00E75C72" w:rsidRDefault="00546BD6" w:rsidP="00546BD6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b/>
                <w:bCs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Uživatelsky použitelná čistá nekomprimovaná kapacita minimálně </w:t>
            </w:r>
            <w:r>
              <w:rPr>
                <w:rFonts w:cstheme="minorHAnsi"/>
                <w:b/>
                <w:bCs/>
                <w:sz w:val="18"/>
                <w:szCs w:val="22"/>
              </w:rPr>
              <w:t>50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 xml:space="preserve">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0ACB1B6C" w14:textId="42B31337" w:rsidR="00546BD6" w:rsidRPr="00E75C72" w:rsidRDefault="00546BD6" w:rsidP="00546BD6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>Umožňuje rozšíření minimálně na 1</w:t>
            </w:r>
            <w:r>
              <w:rPr>
                <w:rFonts w:cstheme="minorHAnsi"/>
                <w:sz w:val="18"/>
                <w:szCs w:val="22"/>
              </w:rPr>
              <w:t>00</w:t>
            </w:r>
            <w:r w:rsidRPr="00E75C72">
              <w:rPr>
                <w:rFonts w:cstheme="minorHAnsi"/>
                <w:sz w:val="18"/>
                <w:szCs w:val="22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 xml:space="preserve"> jen přidáním disků.</w:t>
            </w:r>
          </w:p>
          <w:p w14:paraId="2CE7C62B" w14:textId="77777777" w:rsidR="00546BD6" w:rsidRPr="00E75C72" w:rsidRDefault="00546BD6" w:rsidP="00546BD6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Zajišťuje redundanci uložených dat minimálně na úrovni odpovídající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>RAID6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52AA217B" w14:textId="174EFC77" w:rsidR="00546BD6" w:rsidRPr="00E75C72" w:rsidRDefault="00546BD6" w:rsidP="00546BD6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Použití </w:t>
            </w:r>
            <w:r w:rsidR="00CE7814">
              <w:rPr>
                <w:rFonts w:cstheme="minorHAnsi"/>
                <w:sz w:val="18"/>
                <w:szCs w:val="22"/>
              </w:rPr>
              <w:t>NL-SAS disků</w:t>
            </w:r>
            <w:r w:rsidRPr="00E75C72">
              <w:rPr>
                <w:rFonts w:cstheme="minorHAnsi"/>
                <w:sz w:val="18"/>
                <w:szCs w:val="22"/>
              </w:rPr>
              <w:t xml:space="preserve"> o velikosti maximálně </w:t>
            </w:r>
            <w:r>
              <w:rPr>
                <w:rFonts w:cstheme="minorHAnsi"/>
                <w:sz w:val="18"/>
                <w:szCs w:val="22"/>
              </w:rPr>
              <w:t>8</w:t>
            </w:r>
            <w:r w:rsidRPr="00E75C72">
              <w:rPr>
                <w:rFonts w:cstheme="minorHAnsi"/>
                <w:sz w:val="18"/>
                <w:szCs w:val="22"/>
              </w:rPr>
              <w:t> TB</w:t>
            </w:r>
            <w:r w:rsidR="004B1F8F" w:rsidRPr="004B1F8F">
              <w:rPr>
                <w:rFonts w:cstheme="minorHAnsi"/>
                <w:sz w:val="18"/>
                <w:szCs w:val="22"/>
              </w:rPr>
              <w:t>, které nepoužívají technologii SMR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</w:tc>
        <w:tc>
          <w:tcPr>
            <w:tcW w:w="3288" w:type="dxa"/>
          </w:tcPr>
          <w:p w14:paraId="63D35EEC" w14:textId="77777777" w:rsidR="00546BD6" w:rsidRPr="00E75C72" w:rsidRDefault="00546BD6" w:rsidP="008E54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491CBF3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7922219" w14:textId="159AE06B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="006D140A" w:rsidRPr="006D140A">
              <w:rPr>
                <w:rFonts w:cstheme="minorHAnsi"/>
                <w:b/>
                <w:bCs/>
                <w:sz w:val="18"/>
              </w:rPr>
              <w:t>4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x 25 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SFP LAN s podporou rychlosti 10 </w:t>
            </w:r>
            <w:proofErr w:type="spellStart"/>
            <w:r w:rsidRPr="006B0BFC">
              <w:rPr>
                <w:rFonts w:cstheme="minorHAnsi"/>
                <w:sz w:val="18"/>
              </w:rPr>
              <w:t>Gbps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(tj. 10/25 </w:t>
            </w:r>
            <w:proofErr w:type="spellStart"/>
            <w:r w:rsidRPr="006B0BFC">
              <w:rPr>
                <w:rFonts w:cstheme="minorHAnsi"/>
                <w:sz w:val="18"/>
              </w:rPr>
              <w:t>Gbps</w:t>
            </w:r>
            <w:proofErr w:type="spellEnd"/>
            <w:r w:rsidRPr="006B0BFC">
              <w:rPr>
                <w:rFonts w:cstheme="minorHAnsi"/>
                <w:sz w:val="18"/>
              </w:rPr>
              <w:t>)</w:t>
            </w:r>
          </w:p>
        </w:tc>
        <w:tc>
          <w:tcPr>
            <w:tcW w:w="3288" w:type="dxa"/>
          </w:tcPr>
          <w:p w14:paraId="7C32EF8C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3D2A23A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EE0E72A" w14:textId="77777777" w:rsidR="006B0BFC" w:rsidRPr="006B0BFC" w:rsidRDefault="006B0BFC" w:rsidP="006B0BFC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 xml:space="preserve">Minimálně </w:t>
            </w:r>
            <w:r w:rsidRPr="006B0BFC">
              <w:rPr>
                <w:b/>
                <w:bCs/>
                <w:sz w:val="18"/>
                <w:lang w:eastAsia="cs-CZ"/>
              </w:rPr>
              <w:t>4</w:t>
            </w:r>
            <w:r w:rsidRPr="006B0BFC">
              <w:rPr>
                <w:b/>
                <w:sz w:val="18"/>
                <w:lang w:eastAsia="cs-CZ"/>
              </w:rPr>
              <w:t>x</w:t>
            </w:r>
            <w:r w:rsidRPr="006B0BFC">
              <w:rPr>
                <w:sz w:val="18"/>
                <w:lang w:eastAsia="cs-CZ"/>
              </w:rPr>
              <w:t xml:space="preserve"> </w:t>
            </w:r>
            <w:r w:rsidRPr="006B0BFC">
              <w:rPr>
                <w:b/>
                <w:bCs/>
                <w:sz w:val="18"/>
                <w:lang w:eastAsia="cs-CZ"/>
              </w:rPr>
              <w:t xml:space="preserve">1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Gbps</w:t>
            </w:r>
            <w:proofErr w:type="spellEnd"/>
            <w:r w:rsidRPr="006B0BFC">
              <w:rPr>
                <w:sz w:val="18"/>
                <w:lang w:eastAsia="cs-CZ"/>
              </w:rPr>
              <w:t xml:space="preserve"> RJ45 LAN</w:t>
            </w:r>
          </w:p>
        </w:tc>
        <w:tc>
          <w:tcPr>
            <w:tcW w:w="3288" w:type="dxa"/>
          </w:tcPr>
          <w:p w14:paraId="451120F5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1BB9CC2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4A6B6E8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Dedikovaný 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1 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5AC391B6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4E95322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1D90619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6B0BFC">
              <w:rPr>
                <w:rFonts w:cstheme="minorHAnsi"/>
                <w:sz w:val="18"/>
              </w:rPr>
              <w:t>Trusted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Platform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Module minimálně ve verzi 2.0</w:t>
            </w:r>
          </w:p>
        </w:tc>
        <w:tc>
          <w:tcPr>
            <w:tcW w:w="3288" w:type="dxa"/>
          </w:tcPr>
          <w:p w14:paraId="3DCBCD71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44E3DA7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CB1F4A8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hot-swap napájecí zdroj, každý minimálně o výkonu 800 W s minimální certifikací „80+ </w:t>
            </w:r>
            <w:proofErr w:type="spellStart"/>
            <w:r w:rsidRPr="006B0BFC">
              <w:rPr>
                <w:rFonts w:cstheme="minorHAnsi"/>
                <w:sz w:val="18"/>
              </w:rPr>
              <w:t>Platinum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6203BFD9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125E171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4412A59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sz w:val="18"/>
                <w:lang w:eastAsia="cs-CZ"/>
              </w:rPr>
              <w:t>Výsuvné ližiny do rackové skříně bez „</w:t>
            </w:r>
            <w:proofErr w:type="spellStart"/>
            <w:r w:rsidRPr="006B0BFC">
              <w:rPr>
                <w:sz w:val="18"/>
                <w:lang w:eastAsia="cs-CZ"/>
              </w:rPr>
              <w:t>cable</w:t>
            </w:r>
            <w:proofErr w:type="spellEnd"/>
            <w:r w:rsidRPr="006B0BFC">
              <w:rPr>
                <w:sz w:val="18"/>
                <w:lang w:eastAsia="cs-CZ"/>
              </w:rPr>
              <w:t xml:space="preserve"> management </w:t>
            </w:r>
            <w:proofErr w:type="spellStart"/>
            <w:r w:rsidRPr="006B0BFC">
              <w:rPr>
                <w:sz w:val="18"/>
                <w:lang w:eastAsia="cs-CZ"/>
              </w:rPr>
              <w:t>arm</w:t>
            </w:r>
            <w:proofErr w:type="spellEnd"/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030282BC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490F9D7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EA81743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51912A46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3BC9AD6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718B67E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0A1DFEEE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079068D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30D2F90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OS Windows Server 2019, 2022; RHEL 8, 9; </w:t>
            </w:r>
            <w:proofErr w:type="spellStart"/>
            <w:r w:rsidRPr="006B0BFC">
              <w:rPr>
                <w:rFonts w:cstheme="minorHAnsi"/>
                <w:sz w:val="18"/>
              </w:rPr>
              <w:t>VMware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vSphere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6BE69288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342A71E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A12B647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4AE7A825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3F350A9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B616CCF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Integrační pluginy pro monitoring zdravotního stavu a správu HW přímo z MS </w:t>
            </w:r>
            <w:proofErr w:type="spellStart"/>
            <w:r w:rsidRPr="006B0BFC">
              <w:rPr>
                <w:rFonts w:cstheme="minorHAnsi"/>
                <w:sz w:val="18"/>
              </w:rPr>
              <w:t>System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Center.</w:t>
            </w:r>
          </w:p>
        </w:tc>
        <w:tc>
          <w:tcPr>
            <w:tcW w:w="3288" w:type="dxa"/>
          </w:tcPr>
          <w:p w14:paraId="439827A0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3230BDD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0E3A75B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6B0BFC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689834DC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370BF64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2F03D8C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výrobce na </w:t>
            </w:r>
            <w:r w:rsidRPr="006B0BFC">
              <w:rPr>
                <w:rFonts w:cstheme="minorHAnsi"/>
                <w:b/>
                <w:bCs/>
                <w:sz w:val="18"/>
              </w:rPr>
              <w:t>5 let</w:t>
            </w:r>
            <w:r w:rsidRPr="006B0BFC">
              <w:rPr>
                <w:rFonts w:cstheme="minorHAnsi"/>
                <w:sz w:val="18"/>
              </w:rPr>
              <w:t xml:space="preserve"> v rozsahu „</w:t>
            </w:r>
            <w:r w:rsidRPr="006B0BFC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2575E62C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655348F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0F503BF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U všech disků, SSD, </w:t>
            </w:r>
            <w:proofErr w:type="spellStart"/>
            <w:r w:rsidRPr="006B0BFC">
              <w:rPr>
                <w:rFonts w:cstheme="minorHAnsi"/>
                <w:sz w:val="18"/>
              </w:rPr>
              <w:t>NVMe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médií je požadováno ponechání disku Kupujícímu při jeho poruše a/nebo reklamaci</w:t>
            </w:r>
          </w:p>
        </w:tc>
        <w:tc>
          <w:tcPr>
            <w:tcW w:w="3288" w:type="dxa"/>
          </w:tcPr>
          <w:p w14:paraId="329DA86E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7515FF6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7233719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Vzdálená správa HW serveru </w:t>
            </w:r>
          </w:p>
          <w:p w14:paraId="2D058E3A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Vzdálená správa s dedikovaným vlastním portem 1GbE a možností převzít plně vzdálené ovládání serveru.</w:t>
            </w:r>
          </w:p>
          <w:p w14:paraId="492E203C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přesměrování management portu pomocí NSCI na jinou síťovou kartu.</w:t>
            </w:r>
          </w:p>
          <w:p w14:paraId="09977D7C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Možnost vzdáleného </w:t>
            </w:r>
            <w:proofErr w:type="spellStart"/>
            <w:r w:rsidRPr="006B0BFC">
              <w:rPr>
                <w:rFonts w:cstheme="minorHAnsi"/>
                <w:sz w:val="18"/>
              </w:rPr>
              <w:t>mountování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ISO image.</w:t>
            </w:r>
          </w:p>
          <w:p w14:paraId="13B5AFCD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sdílet jednu virtuální konzoli až šesti uživateli.</w:t>
            </w:r>
          </w:p>
          <w:p w14:paraId="3C261654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standartních Webových prohlížečů (Google Chrome, MS </w:t>
            </w:r>
            <w:proofErr w:type="spellStart"/>
            <w:r w:rsidRPr="006B0BFC">
              <w:rPr>
                <w:rFonts w:cstheme="minorHAnsi"/>
                <w:sz w:val="18"/>
              </w:rPr>
              <w:t>Edge</w:t>
            </w:r>
            <w:proofErr w:type="spellEnd"/>
            <w:r w:rsidRPr="006B0BFC">
              <w:rPr>
                <w:rFonts w:cstheme="minorHAnsi"/>
                <w:sz w:val="18"/>
              </w:rPr>
              <w:t>, Mozilla Firefox) a HTML5.</w:t>
            </w:r>
          </w:p>
          <w:p w14:paraId="1C33599A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a možnost sledování stavu jednotlivých komponent včetně úrovní firmware.</w:t>
            </w:r>
          </w:p>
          <w:p w14:paraId="79012E8D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Real </w:t>
            </w:r>
            <w:proofErr w:type="spellStart"/>
            <w:r w:rsidRPr="006B0BFC">
              <w:rPr>
                <w:rFonts w:cstheme="minorHAnsi"/>
                <w:sz w:val="18"/>
              </w:rPr>
              <w:t>time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sledování vytíženosti CPU, paměti a spotřeby elektrické energie, možnost </w:t>
            </w:r>
            <w:proofErr w:type="spellStart"/>
            <w:r w:rsidRPr="006B0BFC">
              <w:rPr>
                <w:rFonts w:cstheme="minorHAnsi"/>
                <w:sz w:val="18"/>
              </w:rPr>
              <w:t>Power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cappingu</w:t>
            </w:r>
            <w:proofErr w:type="spellEnd"/>
            <w:r w:rsidRPr="006B0BFC">
              <w:rPr>
                <w:rFonts w:cstheme="minorHAnsi"/>
                <w:sz w:val="18"/>
              </w:rPr>
              <w:t>.</w:t>
            </w:r>
          </w:p>
          <w:p w14:paraId="3D63CD9C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asistované instalace OS bez dalších nástrojů, médií, ISO apod.</w:t>
            </w:r>
          </w:p>
          <w:p w14:paraId="38D3B336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REDFISH a RESTAPI skriptů.</w:t>
            </w:r>
          </w:p>
          <w:p w14:paraId="2C8EFAC8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Nejvyšší licence pro správu serveru bez jakéhokoli omezení.</w:t>
            </w:r>
          </w:p>
          <w:p w14:paraId="04378E2C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Všechny licence potřebné k provozu managementu a HW, (management, mapování ISO, KVM přístup).</w:t>
            </w:r>
          </w:p>
          <w:p w14:paraId="6255D459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Integrace s centrální vzdálenou správou serverového HW bez použití jakéhokoli dalšího HW či SW třetích stran</w:t>
            </w:r>
          </w:p>
          <w:p w14:paraId="357C8165" w14:textId="77777777" w:rsid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protokolů SNMP 2c a IPMI</w:t>
            </w:r>
          </w:p>
          <w:p w14:paraId="11C0342D" w14:textId="1CC4A22A" w:rsidR="005A180F" w:rsidRPr="006B0BFC" w:rsidRDefault="005A180F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5A180F">
              <w:rPr>
                <w:rFonts w:cstheme="minorHAnsi"/>
                <w:sz w:val="18"/>
              </w:rPr>
              <w:t xml:space="preserve">Podpora protokolu </w:t>
            </w:r>
            <w:proofErr w:type="spellStart"/>
            <w:r w:rsidRPr="005A180F">
              <w:rPr>
                <w:rFonts w:cstheme="minorHAnsi"/>
                <w:sz w:val="18"/>
              </w:rPr>
              <w:t>Syslog</w:t>
            </w:r>
            <w:proofErr w:type="spellEnd"/>
            <w:r w:rsidRPr="005A180F">
              <w:rPr>
                <w:rFonts w:cstheme="minorHAnsi"/>
                <w:sz w:val="18"/>
              </w:rPr>
              <w:t xml:space="preserve"> a předávání logů na vzdálený systém</w:t>
            </w:r>
          </w:p>
        </w:tc>
        <w:tc>
          <w:tcPr>
            <w:tcW w:w="3288" w:type="dxa"/>
          </w:tcPr>
          <w:p w14:paraId="159E4DA9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2EBDD44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7F4A075" w14:textId="77777777" w:rsidR="006B0BFC" w:rsidRPr="006B0BFC" w:rsidRDefault="006B0BFC" w:rsidP="006B0BFC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Hromadná správa </w:t>
            </w:r>
          </w:p>
          <w:p w14:paraId="2EBC9A9F" w14:textId="77777777" w:rsidR="006B0BFC" w:rsidRPr="006B0BFC" w:rsidRDefault="006B0BFC" w:rsidP="006B0BFC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Časově neomezená licence na hromadnou správu serverů, inventarizace a </w:t>
            </w:r>
            <w:proofErr w:type="spellStart"/>
            <w:r w:rsidRPr="006B0BFC">
              <w:rPr>
                <w:rFonts w:cstheme="minorHAnsi"/>
                <w:sz w:val="18"/>
              </w:rPr>
              <w:t>alerting</w:t>
            </w:r>
            <w:proofErr w:type="spellEnd"/>
            <w:r w:rsidRPr="006B0BFC">
              <w:rPr>
                <w:rFonts w:cstheme="minorHAnsi"/>
                <w:sz w:val="18"/>
              </w:rPr>
              <w:t>.</w:t>
            </w:r>
          </w:p>
          <w:p w14:paraId="148491BE" w14:textId="77777777" w:rsidR="006B0BFC" w:rsidRPr="006B0BFC" w:rsidRDefault="006B0BFC" w:rsidP="006B0BFC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hromadného sledováni a upgrade úrovní FW jednotlivých komponent serverů.</w:t>
            </w:r>
          </w:p>
          <w:p w14:paraId="3CD7E08B" w14:textId="77777777" w:rsidR="006B0BFC" w:rsidRPr="006B0BFC" w:rsidRDefault="006B0BFC" w:rsidP="006B0BFC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Call </w:t>
            </w:r>
            <w:proofErr w:type="spellStart"/>
            <w:r w:rsidRPr="006B0BFC">
              <w:rPr>
                <w:rFonts w:cstheme="minorHAnsi"/>
                <w:sz w:val="18"/>
              </w:rPr>
              <w:t>Home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funkce.</w:t>
            </w:r>
          </w:p>
          <w:p w14:paraId="40CE0904" w14:textId="77777777" w:rsidR="006B0BFC" w:rsidRPr="006B0BFC" w:rsidRDefault="006B0BFC" w:rsidP="006B0BFC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Přístup přes mobilní aplikaci.</w:t>
            </w:r>
          </w:p>
          <w:p w14:paraId="3B3CB419" w14:textId="77777777" w:rsidR="006B0BFC" w:rsidRPr="006B0BFC" w:rsidRDefault="006B0BFC" w:rsidP="006B0BFC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Splňující standardy NIST 800-131A a FIPS 140</w:t>
            </w:r>
            <w:r w:rsidRPr="006B0BFC">
              <w:rPr>
                <w:rFonts w:cstheme="minorHAnsi"/>
                <w:sz w:val="18"/>
              </w:rPr>
              <w:noBreakHyphen/>
              <w:t>2.</w:t>
            </w:r>
          </w:p>
          <w:p w14:paraId="22D5EE2A" w14:textId="77777777" w:rsidR="006B0BFC" w:rsidRPr="006B0BFC" w:rsidRDefault="006B0BFC" w:rsidP="006B0BFC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Plug-in do management nodů virtualizačních hypervizorů.</w:t>
            </w:r>
          </w:p>
          <w:p w14:paraId="041E74E3" w14:textId="77777777" w:rsidR="006B0BFC" w:rsidRPr="006B0BFC" w:rsidRDefault="006B0BFC" w:rsidP="006B0BFC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REST-API a </w:t>
            </w:r>
            <w:proofErr w:type="spellStart"/>
            <w:r w:rsidRPr="006B0BFC">
              <w:rPr>
                <w:rFonts w:cstheme="minorHAnsi"/>
                <w:sz w:val="18"/>
              </w:rPr>
              <w:t>Redfish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standardů.</w:t>
            </w:r>
          </w:p>
        </w:tc>
        <w:tc>
          <w:tcPr>
            <w:tcW w:w="3288" w:type="dxa"/>
          </w:tcPr>
          <w:p w14:paraId="1F76E1B6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605AF47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38503AD" w14:textId="77777777" w:rsidR="006B0BFC" w:rsidRPr="006B0BFC" w:rsidRDefault="006B0BFC" w:rsidP="006B0BFC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Napojení na systém centralizované vzdálené správy a dohledu</w:t>
            </w:r>
            <w:r w:rsidRPr="006B0BFC">
              <w:rPr>
                <w:rFonts w:cstheme="minorHAnsi"/>
                <w:i/>
                <w:iCs/>
                <w:sz w:val="18"/>
              </w:rPr>
              <w:t xml:space="preserve"> (Zadavatel provozuje centralizovanou vzdálenou správy na technologiích 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 xml:space="preserve">Dell </w:t>
            </w:r>
            <w:proofErr w:type="spellStart"/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OpenManage</w:t>
            </w:r>
            <w:proofErr w:type="spellEnd"/>
            <w:r w:rsidRPr="006B0BFC">
              <w:rPr>
                <w:rFonts w:cstheme="minorHAnsi"/>
                <w:i/>
                <w:iCs/>
                <w:sz w:val="18"/>
              </w:rPr>
              <w:t xml:space="preserve"> a 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 xml:space="preserve">Lenovo </w:t>
            </w:r>
            <w:proofErr w:type="spellStart"/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xClarity</w:t>
            </w:r>
            <w:proofErr w:type="spellEnd"/>
            <w:r w:rsidRPr="006B0BFC">
              <w:rPr>
                <w:rFonts w:cstheme="minorHAnsi"/>
                <w:i/>
                <w:iCs/>
                <w:sz w:val="18"/>
              </w:rPr>
              <w:t>)</w:t>
            </w:r>
            <w:r w:rsidRPr="006B0BFC">
              <w:rPr>
                <w:rFonts w:cstheme="minorHAnsi"/>
                <w:sz w:val="18"/>
              </w:rPr>
              <w:t>:</w:t>
            </w:r>
          </w:p>
          <w:p w14:paraId="60EAEEEB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Napojení na již provozované řešení centralizované vzdálené správy bez nutnosti pořizovat, instalovat či provozovat jakýkoliv další software, hardware nebo </w:t>
            </w:r>
            <w:proofErr w:type="spellStart"/>
            <w:r w:rsidRPr="006B0BFC">
              <w:rPr>
                <w:rFonts w:cstheme="minorHAnsi"/>
                <w:sz w:val="18"/>
              </w:rPr>
              <w:t>appliance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třetích stran.</w:t>
            </w:r>
          </w:p>
          <w:p w14:paraId="2FDC9CDE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modelů a sériových čísel</w:t>
            </w:r>
          </w:p>
          <w:p w14:paraId="3D7AAEEA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platnosti servisních kontraktů</w:t>
            </w:r>
          </w:p>
          <w:p w14:paraId="26951EAD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konfigurace</w:t>
            </w:r>
          </w:p>
          <w:p w14:paraId="41C69A41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Přehled verzí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jednotlivých komponent</w:t>
            </w:r>
          </w:p>
          <w:p w14:paraId="7B188D6C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Kontrola verzí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oproti definovaným politikám</w:t>
            </w:r>
          </w:p>
          <w:p w14:paraId="77F651F5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zatížení CPU a RAM</w:t>
            </w:r>
          </w:p>
          <w:p w14:paraId="3FB3093B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spotřeby elektrické energie</w:t>
            </w:r>
          </w:p>
          <w:p w14:paraId="5276058F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Centrální řízení spotřeby elektrické energie</w:t>
            </w:r>
          </w:p>
          <w:p w14:paraId="14C012B9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Centrální provádění updatů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</w:p>
          <w:p w14:paraId="279AF988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Dálkové zapnutí/vypnutí jednotlivého serveru</w:t>
            </w:r>
          </w:p>
          <w:p w14:paraId="7F63A454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Dálkový přístup do konzole jednotlivého serveru (</w:t>
            </w:r>
            <w:proofErr w:type="spellStart"/>
            <w:r w:rsidRPr="006B0BFC">
              <w:rPr>
                <w:rFonts w:cstheme="minorHAnsi"/>
                <w:sz w:val="18"/>
              </w:rPr>
              <w:t>remote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KVM)</w:t>
            </w:r>
          </w:p>
          <w:p w14:paraId="2CA4271F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Re-instalace OS pomocí dálkově připojené optické mechaniky či disku s ISO souborem.</w:t>
            </w:r>
          </w:p>
        </w:tc>
        <w:tc>
          <w:tcPr>
            <w:tcW w:w="3288" w:type="dxa"/>
          </w:tcPr>
          <w:p w14:paraId="307DACCD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753AED3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C61315B" w14:textId="77777777" w:rsidR="006B0BFC" w:rsidRPr="006B0BFC" w:rsidRDefault="006B0BFC" w:rsidP="006B0BFC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57AF2568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60F7389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0AAEFB4" w14:textId="77777777" w:rsidR="006B0BFC" w:rsidRPr="006B0BFC" w:rsidRDefault="006B0BFC" w:rsidP="006B0BFC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>Síťové optické moduly pro každý optický port (</w:t>
            </w:r>
            <w:r w:rsidRPr="006B0BFC">
              <w:rPr>
                <w:b/>
                <w:bCs/>
                <w:sz w:val="18"/>
                <w:lang w:eastAsia="cs-CZ"/>
              </w:rPr>
              <w:t>SFP LAN</w:t>
            </w:r>
            <w:r w:rsidRPr="006B0BFC">
              <w:rPr>
                <w:sz w:val="18"/>
                <w:lang w:eastAsia="cs-CZ"/>
              </w:rPr>
              <w:t>), plně kompatibilní s dodávaným serverem v provedení „</w:t>
            </w:r>
            <w:r w:rsidRPr="006B0BFC">
              <w:rPr>
                <w:b/>
                <w:bCs/>
                <w:sz w:val="18"/>
                <w:lang w:eastAsia="cs-CZ"/>
              </w:rPr>
              <w:t>10/25Gbps</w:t>
            </w:r>
            <w:r w:rsidRPr="006B0BFC">
              <w:rPr>
                <w:sz w:val="18"/>
                <w:lang w:eastAsia="cs-CZ"/>
              </w:rPr>
              <w:t xml:space="preserve"> nebo </w:t>
            </w:r>
            <w:r w:rsidRPr="006B0BFC">
              <w:rPr>
                <w:b/>
                <w:bCs/>
                <w:sz w:val="18"/>
                <w:lang w:eastAsia="cs-CZ"/>
              </w:rPr>
              <w:t>25Gbps</w:t>
            </w:r>
            <w:r w:rsidRPr="006B0BFC">
              <w:rPr>
                <w:sz w:val="18"/>
                <w:lang w:eastAsia="cs-CZ"/>
              </w:rPr>
              <w:t xml:space="preserve">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 xml:space="preserve">, LC,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Short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 xml:space="preserve">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Range</w:t>
            </w:r>
            <w:proofErr w:type="spellEnd"/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68BACA7E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</w:tbl>
    <w:p w14:paraId="0742B327" w14:textId="77777777" w:rsidR="006B0BFC" w:rsidRPr="006B0BFC" w:rsidRDefault="006B0BFC" w:rsidP="006B0BFC">
      <w:pPr>
        <w:spacing w:after="160" w:line="259" w:lineRule="auto"/>
      </w:pPr>
    </w:p>
    <w:p w14:paraId="24DF9EC9" w14:textId="6C68369E" w:rsidR="006B0BFC" w:rsidRPr="006B0BFC" w:rsidRDefault="006B0BFC" w:rsidP="006B0BFC">
      <w:pPr>
        <w:spacing w:after="160" w:line="259" w:lineRule="auto"/>
      </w:pPr>
      <w:r w:rsidRPr="006B0BFC">
        <w:t xml:space="preserve">Pro </w:t>
      </w:r>
      <w:r w:rsidRPr="006B0BFC">
        <w:rPr>
          <w:b/>
          <w:bCs/>
        </w:rPr>
        <w:t xml:space="preserve">Položku </w:t>
      </w:r>
      <w:r w:rsidR="00170431">
        <w:rPr>
          <w:b/>
          <w:bCs/>
        </w:rPr>
        <w:t>1</w:t>
      </w:r>
      <w:r w:rsidR="00FE5DB7">
        <w:rPr>
          <w:b/>
          <w:bCs/>
        </w:rPr>
        <w:t>3</w:t>
      </w:r>
      <w:r w:rsidRPr="006B0BFC">
        <w:t xml:space="preserve"> je místem plnění </w:t>
      </w:r>
      <w:r w:rsidR="000E579C" w:rsidRPr="000E579C">
        <w:rPr>
          <w:b/>
          <w:bCs/>
        </w:rPr>
        <w:t>Plzeň – Ústřední stavědlo, Cvokařská, Plzeň</w:t>
      </w:r>
      <w:r w:rsidRPr="006B0BFC">
        <w:t>.</w:t>
      </w:r>
    </w:p>
    <w:p w14:paraId="0F8BEA8F" w14:textId="77777777" w:rsidR="00DC50D7" w:rsidRPr="00EA4E74" w:rsidRDefault="00DC50D7" w:rsidP="00DC50D7">
      <w:pPr>
        <w:spacing w:after="160" w:line="259" w:lineRule="auto"/>
      </w:pPr>
    </w:p>
    <w:p w14:paraId="05B236FC" w14:textId="7B3F1B44" w:rsidR="00DC50D7" w:rsidRPr="006B0BFC" w:rsidRDefault="00FE5DB7" w:rsidP="00DC50D7">
      <w:pPr>
        <w:ind w:firstLine="426"/>
      </w:pPr>
      <w:r>
        <w:t>n</w:t>
      </w:r>
      <w:r w:rsidR="00DC50D7" w:rsidRPr="006B0BFC">
        <w:t>)</w:t>
      </w:r>
      <w:r w:rsidR="00DC50D7" w:rsidRPr="006B0BFC">
        <w:tab/>
      </w:r>
      <w:r w:rsidR="00DC50D7" w:rsidRPr="006B0BFC">
        <w:rPr>
          <w:b/>
          <w:bCs/>
        </w:rPr>
        <w:t xml:space="preserve">Položka </w:t>
      </w:r>
      <w:r w:rsidR="005A7AA1">
        <w:rPr>
          <w:b/>
          <w:bCs/>
        </w:rPr>
        <w:t>1</w:t>
      </w:r>
      <w:r>
        <w:rPr>
          <w:b/>
          <w:bCs/>
        </w:rPr>
        <w:t>4</w:t>
      </w:r>
      <w:r w:rsidR="00DC50D7" w:rsidRPr="006B0BFC">
        <w:t xml:space="preserve"> – </w:t>
      </w:r>
      <w:r w:rsidR="00DC50D7">
        <w:t>Čtyři</w:t>
      </w:r>
      <w:r w:rsidR="00DC50D7" w:rsidRPr="006B0BFC">
        <w:t xml:space="preserve"> (</w:t>
      </w:r>
      <w:r w:rsidR="00DC50D7">
        <w:t>4</w:t>
      </w:r>
      <w:r w:rsidR="00DC50D7" w:rsidRPr="006B0BFC">
        <w:t>) serverov</w:t>
      </w:r>
      <w:r w:rsidR="00DC50D7">
        <w:t>é</w:t>
      </w:r>
      <w:r w:rsidR="00DC50D7" w:rsidRPr="006B0BFC">
        <w:t xml:space="preserve"> nod</w:t>
      </w:r>
      <w:r w:rsidR="00DC50D7">
        <w:t>y</w:t>
      </w:r>
      <w:r w:rsidR="00DC50D7" w:rsidRPr="006B0BFC">
        <w:t xml:space="preserve"> pro virtualizační farmu „KB TDS / </w:t>
      </w:r>
      <w:r w:rsidR="00DC50D7">
        <w:t>P</w:t>
      </w:r>
      <w:r w:rsidR="005A7AA1">
        <w:t>ardubice</w:t>
      </w:r>
      <w:r w:rsidR="00DC50D7" w:rsidRPr="006B0BFC">
        <w:t>“ v konfiguraci:</w:t>
      </w:r>
    </w:p>
    <w:p w14:paraId="20F41C85" w14:textId="77777777" w:rsidR="00DC50D7" w:rsidRPr="006B0BFC" w:rsidRDefault="00DC50D7" w:rsidP="00DC50D7">
      <w:r w:rsidRPr="006B0BFC">
        <w:rPr>
          <w:highlight w:val="green"/>
          <w:lang w:val="en-US"/>
        </w:rPr>
        <w:t>[IDENTIFIKACE MODELU</w:t>
      </w:r>
      <w:r w:rsidRPr="006B0BFC">
        <w:rPr>
          <w:rFonts w:cstheme="minorHAnsi"/>
          <w:b/>
          <w:bCs/>
          <w:highlight w:val="green"/>
        </w:rPr>
        <w:t xml:space="preserve"> - </w:t>
      </w:r>
      <w:r w:rsidRPr="006B0BFC">
        <w:rPr>
          <w:rFonts w:cstheme="minorHAnsi"/>
          <w:highlight w:val="green"/>
        </w:rPr>
        <w:t>DOPLNÍ PRODÁVAJÍCÍ]</w:t>
      </w:r>
      <w:r w:rsidRPr="006B0BFC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DC50D7" w:rsidRPr="006B0BFC" w14:paraId="111FA8FF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4FF6CBEB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49F9D9A7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DC50D7" w:rsidRPr="006B0BFC" w14:paraId="7CF7054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6A30380" w14:textId="0C851422" w:rsidR="00DC50D7" w:rsidRPr="006B0BFC" w:rsidRDefault="00501F7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4</w:t>
            </w:r>
            <w:r w:rsidR="00DC50D7" w:rsidRPr="006B0BFC">
              <w:rPr>
                <w:rFonts w:cstheme="minorHAnsi"/>
                <w:sz w:val="18"/>
              </w:rPr>
              <w:t xml:space="preserve"> serverov</w:t>
            </w:r>
            <w:r>
              <w:rPr>
                <w:rFonts w:cstheme="minorHAnsi"/>
                <w:sz w:val="18"/>
              </w:rPr>
              <w:t>é</w:t>
            </w:r>
            <w:r w:rsidR="00DC50D7" w:rsidRPr="006B0BFC">
              <w:rPr>
                <w:rFonts w:cstheme="minorHAnsi"/>
                <w:sz w:val="18"/>
              </w:rPr>
              <w:t xml:space="preserve"> nod</w:t>
            </w:r>
            <w:r>
              <w:rPr>
                <w:rFonts w:cstheme="minorHAnsi"/>
                <w:sz w:val="18"/>
              </w:rPr>
              <w:t>y</w:t>
            </w:r>
            <w:r w:rsidR="00DC50D7" w:rsidRPr="006B0BFC">
              <w:rPr>
                <w:rFonts w:cstheme="minorHAnsi"/>
                <w:sz w:val="18"/>
              </w:rPr>
              <w:t xml:space="preserve"> se zcela totožnou konfigurací</w:t>
            </w:r>
          </w:p>
        </w:tc>
        <w:tc>
          <w:tcPr>
            <w:tcW w:w="3288" w:type="dxa"/>
          </w:tcPr>
          <w:p w14:paraId="36C9F634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3566082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B924D36" w14:textId="75D4B436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 xml:space="preserve">Provedení serveru pro instalaci do rackové skříně o hloubce </w:t>
            </w:r>
            <w:r w:rsidR="0022397A">
              <w:rPr>
                <w:rFonts w:cstheme="minorHAnsi"/>
                <w:b/>
                <w:bCs/>
                <w:sz w:val="18"/>
              </w:rPr>
              <w:t>8</w:t>
            </w:r>
            <w:r w:rsidRPr="006B0BFC">
              <w:rPr>
                <w:rFonts w:cstheme="minorHAnsi"/>
                <w:b/>
                <w:bCs/>
                <w:sz w:val="18"/>
              </w:rPr>
              <w:t>0 cm</w:t>
            </w:r>
          </w:p>
        </w:tc>
        <w:tc>
          <w:tcPr>
            <w:tcW w:w="3288" w:type="dxa"/>
          </w:tcPr>
          <w:p w14:paraId="26A8D0FC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5A12C1C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65360EA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Velikost skříně serveru o maximální výšce </w:t>
            </w:r>
            <w:r w:rsidRPr="006B0BFC">
              <w:rPr>
                <w:rFonts w:cstheme="minorHAnsi"/>
                <w:b/>
                <w:bCs/>
                <w:sz w:val="18"/>
              </w:rPr>
              <w:t>2 RU</w:t>
            </w:r>
            <w:r w:rsidRPr="006B0BFC">
              <w:rPr>
                <w:rFonts w:cstheme="minorHAnsi"/>
                <w:sz w:val="18"/>
              </w:rPr>
              <w:t xml:space="preserve"> (89 mm)</w:t>
            </w:r>
          </w:p>
        </w:tc>
        <w:tc>
          <w:tcPr>
            <w:tcW w:w="3288" w:type="dxa"/>
          </w:tcPr>
          <w:p w14:paraId="67B9B2F1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6CD3DA2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CA01322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 CPU</w:t>
            </w:r>
            <w:r w:rsidRPr="006B0BFC">
              <w:rPr>
                <w:rFonts w:cstheme="minorHAnsi"/>
                <w:sz w:val="18"/>
              </w:rPr>
              <w:t xml:space="preserve">, každý minimálně </w:t>
            </w:r>
            <w:r w:rsidRPr="001F2B7B">
              <w:rPr>
                <w:rFonts w:cstheme="minorHAnsi"/>
                <w:b/>
                <w:bCs/>
                <w:sz w:val="18"/>
              </w:rPr>
              <w:t>28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 jader</w:t>
            </w:r>
            <w:r w:rsidRPr="006B0BFC">
              <w:rPr>
                <w:rFonts w:cstheme="minorHAnsi"/>
                <w:sz w:val="18"/>
              </w:rPr>
              <w:t xml:space="preserve"> (</w:t>
            </w:r>
            <w:r>
              <w:rPr>
                <w:rFonts w:cstheme="minorHAnsi"/>
                <w:sz w:val="18"/>
              </w:rPr>
              <w:t>56</w:t>
            </w:r>
            <w:r w:rsidRPr="006B0BFC">
              <w:rPr>
                <w:rFonts w:cstheme="minorHAnsi"/>
                <w:sz w:val="18"/>
              </w:rPr>
              <w:t xml:space="preserve"> vláken) se základní frekvencí minimálně 2.0 GHz a se spotřebou maximálně 230 W</w:t>
            </w:r>
          </w:p>
        </w:tc>
        <w:tc>
          <w:tcPr>
            <w:tcW w:w="3288" w:type="dxa"/>
          </w:tcPr>
          <w:p w14:paraId="440AC928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56C12D9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664BCBF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sz w:val="18"/>
              </w:rPr>
              <w:t xml:space="preserve">Architektura </w:t>
            </w:r>
            <w:r w:rsidRPr="006B0BFC">
              <w:rPr>
                <w:rFonts w:cstheme="minorHAnsi"/>
                <w:b/>
                <w:bCs/>
                <w:sz w:val="18"/>
              </w:rPr>
              <w:t>Intel x86-64</w:t>
            </w:r>
            <w:r w:rsidRPr="006B0BFC">
              <w:rPr>
                <w:rFonts w:cstheme="minorHAnsi"/>
                <w:sz w:val="18"/>
              </w:rPr>
              <w:t xml:space="preserve"> z důvodu kompatibility současného ICT prostředí</w:t>
            </w:r>
          </w:p>
        </w:tc>
        <w:tc>
          <w:tcPr>
            <w:tcW w:w="3288" w:type="dxa"/>
          </w:tcPr>
          <w:p w14:paraId="31A9B63E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00E0674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BFF7F48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sz w:val="18"/>
                <w:lang w:eastAsia="cs-CZ"/>
              </w:rPr>
              <w:t xml:space="preserve">Operační paměť minimálně </w:t>
            </w:r>
            <w:r w:rsidRPr="006B0BFC">
              <w:rPr>
                <w:b/>
                <w:sz w:val="18"/>
                <w:lang w:eastAsia="cs-CZ"/>
              </w:rPr>
              <w:t>384 GB DDR5</w:t>
            </w:r>
            <w:r w:rsidRPr="006B0BFC">
              <w:rPr>
                <w:sz w:val="18"/>
                <w:lang w:eastAsia="cs-CZ"/>
              </w:rPr>
              <w:t xml:space="preserve"> s použitím modulů o maximální velikosti 128 GB, rozšiřitelná minimálně do 1024 GB jen přidáním dalších paměťových modulů</w:t>
            </w:r>
          </w:p>
        </w:tc>
        <w:tc>
          <w:tcPr>
            <w:tcW w:w="3288" w:type="dxa"/>
          </w:tcPr>
          <w:p w14:paraId="23C2BD2F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137B340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BE5DE6A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 SSD</w:t>
            </w:r>
            <w:r w:rsidRPr="006B0BFC">
              <w:rPr>
                <w:rFonts w:cstheme="minorHAnsi"/>
                <w:sz w:val="18"/>
              </w:rPr>
              <w:t xml:space="preserve">, každý o velikosti minimálně </w:t>
            </w:r>
            <w:r w:rsidRPr="006B0BFC">
              <w:rPr>
                <w:rFonts w:cstheme="minorHAnsi"/>
                <w:b/>
                <w:bCs/>
                <w:sz w:val="18"/>
              </w:rPr>
              <w:t>480 GB</w:t>
            </w:r>
            <w:r w:rsidRPr="006B0BFC">
              <w:rPr>
                <w:rFonts w:cstheme="minorHAnsi"/>
                <w:sz w:val="18"/>
              </w:rPr>
              <w:t xml:space="preserve"> v konfiguraci RAID1 (zrcadlení) pro </w:t>
            </w:r>
            <w:proofErr w:type="spellStart"/>
            <w:r w:rsidRPr="006B0BFC">
              <w:rPr>
                <w:rFonts w:cstheme="minorHAnsi"/>
                <w:sz w:val="18"/>
              </w:rPr>
              <w:t>boot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běh OS nebo virtualizační platformy (hypervisor)</w:t>
            </w:r>
          </w:p>
        </w:tc>
        <w:tc>
          <w:tcPr>
            <w:tcW w:w="3288" w:type="dxa"/>
          </w:tcPr>
          <w:p w14:paraId="7C924C04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38B00D5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887029F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8x 25 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SFP LAN s podporou rychlosti 10 </w:t>
            </w:r>
            <w:proofErr w:type="spellStart"/>
            <w:r w:rsidRPr="006B0BFC">
              <w:rPr>
                <w:rFonts w:cstheme="minorHAnsi"/>
                <w:sz w:val="18"/>
              </w:rPr>
              <w:t>Gbps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(tj. 10/25 </w:t>
            </w:r>
            <w:proofErr w:type="spellStart"/>
            <w:r w:rsidRPr="006B0BFC">
              <w:rPr>
                <w:rFonts w:cstheme="minorHAnsi"/>
                <w:sz w:val="18"/>
              </w:rPr>
              <w:t>Gbps</w:t>
            </w:r>
            <w:proofErr w:type="spellEnd"/>
            <w:r w:rsidRPr="006B0BFC">
              <w:rPr>
                <w:rFonts w:cstheme="minorHAnsi"/>
                <w:sz w:val="18"/>
              </w:rPr>
              <w:t>)</w:t>
            </w:r>
          </w:p>
        </w:tc>
        <w:tc>
          <w:tcPr>
            <w:tcW w:w="3288" w:type="dxa"/>
          </w:tcPr>
          <w:p w14:paraId="6E7C7C0E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119FEF0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4FB8303" w14:textId="77777777" w:rsidR="00DC50D7" w:rsidRPr="006B0BFC" w:rsidRDefault="00DC50D7" w:rsidP="003746AB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 xml:space="preserve">Minimálně </w:t>
            </w:r>
            <w:r w:rsidRPr="006B0BFC">
              <w:rPr>
                <w:b/>
                <w:bCs/>
                <w:sz w:val="18"/>
                <w:lang w:eastAsia="cs-CZ"/>
              </w:rPr>
              <w:t>4</w:t>
            </w:r>
            <w:r w:rsidRPr="006B0BFC">
              <w:rPr>
                <w:b/>
                <w:sz w:val="18"/>
                <w:lang w:eastAsia="cs-CZ"/>
              </w:rPr>
              <w:t>x</w:t>
            </w:r>
            <w:r w:rsidRPr="006B0BFC">
              <w:rPr>
                <w:sz w:val="18"/>
                <w:lang w:eastAsia="cs-CZ"/>
              </w:rPr>
              <w:t xml:space="preserve"> </w:t>
            </w:r>
            <w:r w:rsidRPr="006B0BFC">
              <w:rPr>
                <w:b/>
                <w:bCs/>
                <w:sz w:val="18"/>
                <w:lang w:eastAsia="cs-CZ"/>
              </w:rPr>
              <w:t xml:space="preserve">1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Gbps</w:t>
            </w:r>
            <w:proofErr w:type="spellEnd"/>
            <w:r w:rsidRPr="006B0BFC">
              <w:rPr>
                <w:sz w:val="18"/>
                <w:lang w:eastAsia="cs-CZ"/>
              </w:rPr>
              <w:t xml:space="preserve"> RJ45 LAN</w:t>
            </w:r>
          </w:p>
        </w:tc>
        <w:tc>
          <w:tcPr>
            <w:tcW w:w="3288" w:type="dxa"/>
          </w:tcPr>
          <w:p w14:paraId="4FDDF8D5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193ADDF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FA2A03D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Dedikovaný 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1 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5CEA07D2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438FC77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261AB3E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4x 32 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SFP </w:t>
            </w:r>
            <w:proofErr w:type="spellStart"/>
            <w:r w:rsidRPr="006B0BFC">
              <w:rPr>
                <w:rFonts w:cstheme="minorHAnsi"/>
                <w:sz w:val="18"/>
              </w:rPr>
              <w:t>FibreChannel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SAN porty HBA</w:t>
            </w:r>
          </w:p>
        </w:tc>
        <w:tc>
          <w:tcPr>
            <w:tcW w:w="3288" w:type="dxa"/>
          </w:tcPr>
          <w:p w14:paraId="77F31594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2CB7AE9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DE475B3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6B0BFC">
              <w:rPr>
                <w:rFonts w:cstheme="minorHAnsi"/>
                <w:sz w:val="18"/>
              </w:rPr>
              <w:t>Trusted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Platform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Module minimálně ve verzi 2.0</w:t>
            </w:r>
          </w:p>
        </w:tc>
        <w:tc>
          <w:tcPr>
            <w:tcW w:w="3288" w:type="dxa"/>
          </w:tcPr>
          <w:p w14:paraId="408440D3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0266EB4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DB21C85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hot-swap napájecí zdroj, každý minimálně o výkonu 800 W s minimální certifikací „80+ </w:t>
            </w:r>
            <w:proofErr w:type="spellStart"/>
            <w:r w:rsidRPr="006B0BFC">
              <w:rPr>
                <w:rFonts w:cstheme="minorHAnsi"/>
                <w:sz w:val="18"/>
              </w:rPr>
              <w:t>Platinum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54FCD43C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1A6D6F2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15D92DC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sz w:val="18"/>
                <w:lang w:eastAsia="cs-CZ"/>
              </w:rPr>
              <w:t>Výsuvné ližiny do rackové skříně bez „</w:t>
            </w:r>
            <w:proofErr w:type="spellStart"/>
            <w:r w:rsidRPr="006B0BFC">
              <w:rPr>
                <w:sz w:val="18"/>
                <w:lang w:eastAsia="cs-CZ"/>
              </w:rPr>
              <w:t>cable</w:t>
            </w:r>
            <w:proofErr w:type="spellEnd"/>
            <w:r w:rsidRPr="006B0BFC">
              <w:rPr>
                <w:sz w:val="18"/>
                <w:lang w:eastAsia="cs-CZ"/>
              </w:rPr>
              <w:t xml:space="preserve"> management </w:t>
            </w:r>
            <w:proofErr w:type="spellStart"/>
            <w:r w:rsidRPr="006B0BFC">
              <w:rPr>
                <w:sz w:val="18"/>
                <w:lang w:eastAsia="cs-CZ"/>
              </w:rPr>
              <w:t>arm</w:t>
            </w:r>
            <w:proofErr w:type="spellEnd"/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3DD7CA01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6A76F9D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34E8030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25989ACA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48EE5A8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15BB1BA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65BE19BD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301126E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B13B1F9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OS Windows Server 2019, 2022; RHEL 8, 9; </w:t>
            </w:r>
            <w:proofErr w:type="spellStart"/>
            <w:r w:rsidRPr="006B0BFC">
              <w:rPr>
                <w:rFonts w:cstheme="minorHAnsi"/>
                <w:sz w:val="18"/>
              </w:rPr>
              <w:t>VMware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vSphere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3D9FA1DB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002E718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D0E2551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42BA4D26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75B1E57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0C68098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Integrační pluginy pro monitoring zdravotního stavu a správu HW přímo z </w:t>
            </w:r>
            <w:proofErr w:type="spellStart"/>
            <w:r w:rsidRPr="006B0BFC">
              <w:rPr>
                <w:rFonts w:cstheme="minorHAnsi"/>
                <w:sz w:val="18"/>
              </w:rPr>
              <w:t>VMware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vCenter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MS </w:t>
            </w:r>
            <w:proofErr w:type="spellStart"/>
            <w:r w:rsidRPr="006B0BFC">
              <w:rPr>
                <w:rFonts w:cstheme="minorHAnsi"/>
                <w:sz w:val="18"/>
              </w:rPr>
              <w:t>System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Center.</w:t>
            </w:r>
          </w:p>
        </w:tc>
        <w:tc>
          <w:tcPr>
            <w:tcW w:w="3288" w:type="dxa"/>
          </w:tcPr>
          <w:p w14:paraId="2A40094F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3C2F323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4BDA488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6B0BFC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3A5DD132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2102B9E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9A5897E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výrobce na </w:t>
            </w:r>
            <w:r w:rsidRPr="006B0BFC">
              <w:rPr>
                <w:rFonts w:cstheme="minorHAnsi"/>
                <w:b/>
                <w:bCs/>
                <w:sz w:val="18"/>
              </w:rPr>
              <w:t>5 let</w:t>
            </w:r>
            <w:r w:rsidRPr="006B0BFC">
              <w:rPr>
                <w:rFonts w:cstheme="minorHAnsi"/>
                <w:sz w:val="18"/>
              </w:rPr>
              <w:t xml:space="preserve"> v rozsahu „</w:t>
            </w:r>
            <w:r w:rsidRPr="006B0BFC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5E98A51A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7346CEF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0A1A1A4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U všech disků, SSD, </w:t>
            </w:r>
            <w:proofErr w:type="spellStart"/>
            <w:r w:rsidRPr="006B0BFC">
              <w:rPr>
                <w:rFonts w:cstheme="minorHAnsi"/>
                <w:sz w:val="18"/>
              </w:rPr>
              <w:t>NVMe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médií je požadováno ponechání disku Kupujícímu při jeho poruše a/nebo reklamaci</w:t>
            </w:r>
          </w:p>
        </w:tc>
        <w:tc>
          <w:tcPr>
            <w:tcW w:w="3288" w:type="dxa"/>
          </w:tcPr>
          <w:p w14:paraId="53C2CD32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320066C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E7F53FD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Vzdálená správa HW serveru </w:t>
            </w:r>
          </w:p>
          <w:p w14:paraId="75C604D2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Vzdálená správa s dedikovaným vlastním portem 1GbE a možností převzít plně vzdálené ovládání serveru.</w:t>
            </w:r>
          </w:p>
          <w:p w14:paraId="48B3EC7E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přesměrování management portu pomocí NSCI na jinou síťovou kartu.</w:t>
            </w:r>
          </w:p>
          <w:p w14:paraId="39846F85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Možnost vzdáleného </w:t>
            </w:r>
            <w:proofErr w:type="spellStart"/>
            <w:r w:rsidRPr="006B0BFC">
              <w:rPr>
                <w:rFonts w:cstheme="minorHAnsi"/>
                <w:sz w:val="18"/>
              </w:rPr>
              <w:t>mountování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ISO image.</w:t>
            </w:r>
          </w:p>
          <w:p w14:paraId="28B721AD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sdílet jednu virtuální konzoli až šesti uživateli.</w:t>
            </w:r>
          </w:p>
          <w:p w14:paraId="1493B3F4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standartních Webových prohlížečů (Google Chrome, MS </w:t>
            </w:r>
            <w:proofErr w:type="spellStart"/>
            <w:r w:rsidRPr="006B0BFC">
              <w:rPr>
                <w:rFonts w:cstheme="minorHAnsi"/>
                <w:sz w:val="18"/>
              </w:rPr>
              <w:t>Edge</w:t>
            </w:r>
            <w:proofErr w:type="spellEnd"/>
            <w:r w:rsidRPr="006B0BFC">
              <w:rPr>
                <w:rFonts w:cstheme="minorHAnsi"/>
                <w:sz w:val="18"/>
              </w:rPr>
              <w:t>, Mozilla Firefox) a HTML5.</w:t>
            </w:r>
          </w:p>
          <w:p w14:paraId="016B63C6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a možnost sledování stavu jednotlivých komponent včetně úrovní firmware.</w:t>
            </w:r>
          </w:p>
          <w:p w14:paraId="0FDF4506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Real </w:t>
            </w:r>
            <w:proofErr w:type="spellStart"/>
            <w:r w:rsidRPr="006B0BFC">
              <w:rPr>
                <w:rFonts w:cstheme="minorHAnsi"/>
                <w:sz w:val="18"/>
              </w:rPr>
              <w:t>time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sledování vytíženosti CPU, paměti a spotřeby elektrické energie, možnost </w:t>
            </w:r>
            <w:proofErr w:type="spellStart"/>
            <w:r w:rsidRPr="006B0BFC">
              <w:rPr>
                <w:rFonts w:cstheme="minorHAnsi"/>
                <w:sz w:val="18"/>
              </w:rPr>
              <w:t>Power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cappingu</w:t>
            </w:r>
            <w:proofErr w:type="spellEnd"/>
            <w:r w:rsidRPr="006B0BFC">
              <w:rPr>
                <w:rFonts w:cstheme="minorHAnsi"/>
                <w:sz w:val="18"/>
              </w:rPr>
              <w:t>.</w:t>
            </w:r>
          </w:p>
          <w:p w14:paraId="0367C376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asistované instalace OS bez dalších nástrojů, médií, ISO apod.</w:t>
            </w:r>
          </w:p>
          <w:p w14:paraId="3EC24166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REDFISH a RESTAPI skriptů.</w:t>
            </w:r>
          </w:p>
          <w:p w14:paraId="3D53B8BD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Nejvyšší licence pro správu serveru bez jakéhokoli omezení.</w:t>
            </w:r>
          </w:p>
          <w:p w14:paraId="4FE3022D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Všechny licence potřebné k provozu managementu a HW, (management, mapování ISO, KVM přístup).</w:t>
            </w:r>
          </w:p>
          <w:p w14:paraId="52D7582E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Integrace s centrální vzdálenou správou serverového HW bez použití jakéhokoli dalšího HW či SW třetích stran</w:t>
            </w:r>
          </w:p>
          <w:p w14:paraId="6732C2C1" w14:textId="77777777" w:rsidR="00DC50D7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protokolů SNMP 2c a IPMI</w:t>
            </w:r>
          </w:p>
          <w:p w14:paraId="2A5EC2C4" w14:textId="7C299F08" w:rsidR="005A180F" w:rsidRPr="006B0BFC" w:rsidRDefault="005A180F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5A180F">
              <w:rPr>
                <w:rFonts w:cstheme="minorHAnsi"/>
                <w:sz w:val="18"/>
              </w:rPr>
              <w:t xml:space="preserve">Podpora protokolu </w:t>
            </w:r>
            <w:proofErr w:type="spellStart"/>
            <w:r w:rsidRPr="005A180F">
              <w:rPr>
                <w:rFonts w:cstheme="minorHAnsi"/>
                <w:sz w:val="18"/>
              </w:rPr>
              <w:t>Syslog</w:t>
            </w:r>
            <w:proofErr w:type="spellEnd"/>
            <w:r w:rsidRPr="005A180F">
              <w:rPr>
                <w:rFonts w:cstheme="minorHAnsi"/>
                <w:sz w:val="18"/>
              </w:rPr>
              <w:t xml:space="preserve"> a předávání logů na vzdálený systém</w:t>
            </w:r>
          </w:p>
        </w:tc>
        <w:tc>
          <w:tcPr>
            <w:tcW w:w="3288" w:type="dxa"/>
          </w:tcPr>
          <w:p w14:paraId="10629BD1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712FDC9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4730567" w14:textId="77777777" w:rsidR="00DC50D7" w:rsidRPr="006B0BFC" w:rsidRDefault="00DC50D7" w:rsidP="003746AB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Hromadná správa </w:t>
            </w:r>
          </w:p>
          <w:p w14:paraId="5BA333F5" w14:textId="77777777" w:rsidR="00DC50D7" w:rsidRPr="006B0BFC" w:rsidRDefault="00DC50D7" w:rsidP="00DC50D7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Časově neomezená licence na hromadnou správu serverů, inventarizace a </w:t>
            </w:r>
            <w:proofErr w:type="spellStart"/>
            <w:r w:rsidRPr="006B0BFC">
              <w:rPr>
                <w:rFonts w:cstheme="minorHAnsi"/>
                <w:sz w:val="18"/>
              </w:rPr>
              <w:t>alerting</w:t>
            </w:r>
            <w:proofErr w:type="spellEnd"/>
            <w:r w:rsidRPr="006B0BFC">
              <w:rPr>
                <w:rFonts w:cstheme="minorHAnsi"/>
                <w:sz w:val="18"/>
              </w:rPr>
              <w:t>.</w:t>
            </w:r>
          </w:p>
          <w:p w14:paraId="1F0D1B4B" w14:textId="77777777" w:rsidR="00DC50D7" w:rsidRPr="006B0BFC" w:rsidRDefault="00DC50D7" w:rsidP="00DC50D7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hromadného sledováni a upgrade úrovní FW jednotlivých komponent serverů.</w:t>
            </w:r>
          </w:p>
          <w:p w14:paraId="54DCC531" w14:textId="77777777" w:rsidR="00DC50D7" w:rsidRPr="006B0BFC" w:rsidRDefault="00DC50D7" w:rsidP="00DC50D7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Call </w:t>
            </w:r>
            <w:proofErr w:type="spellStart"/>
            <w:r w:rsidRPr="006B0BFC">
              <w:rPr>
                <w:rFonts w:cstheme="minorHAnsi"/>
                <w:sz w:val="18"/>
              </w:rPr>
              <w:t>Home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funkce.</w:t>
            </w:r>
          </w:p>
          <w:p w14:paraId="3485C470" w14:textId="77777777" w:rsidR="00DC50D7" w:rsidRPr="006B0BFC" w:rsidRDefault="00DC50D7" w:rsidP="00DC50D7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Přístup přes mobilní aplikaci.</w:t>
            </w:r>
          </w:p>
          <w:p w14:paraId="0ACDDC26" w14:textId="77777777" w:rsidR="00DC50D7" w:rsidRPr="006B0BFC" w:rsidRDefault="00DC50D7" w:rsidP="00DC50D7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Splňující standardy NIST 800-131A a FIPS 140</w:t>
            </w:r>
            <w:r w:rsidRPr="006B0BFC">
              <w:rPr>
                <w:rFonts w:cstheme="minorHAnsi"/>
                <w:sz w:val="18"/>
              </w:rPr>
              <w:noBreakHyphen/>
              <w:t>2.</w:t>
            </w:r>
          </w:p>
          <w:p w14:paraId="16836105" w14:textId="77777777" w:rsidR="00DC50D7" w:rsidRPr="006B0BFC" w:rsidRDefault="00DC50D7" w:rsidP="00DC50D7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Plug-in do management nodů virtualizačních hypervizorů.</w:t>
            </w:r>
          </w:p>
          <w:p w14:paraId="492DADAB" w14:textId="77777777" w:rsidR="00DC50D7" w:rsidRPr="006B0BFC" w:rsidRDefault="00DC50D7" w:rsidP="00DC50D7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REST-API a </w:t>
            </w:r>
            <w:proofErr w:type="spellStart"/>
            <w:r w:rsidRPr="006B0BFC">
              <w:rPr>
                <w:rFonts w:cstheme="minorHAnsi"/>
                <w:sz w:val="18"/>
              </w:rPr>
              <w:t>Redfish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standardů.</w:t>
            </w:r>
          </w:p>
        </w:tc>
        <w:tc>
          <w:tcPr>
            <w:tcW w:w="3288" w:type="dxa"/>
          </w:tcPr>
          <w:p w14:paraId="786C6371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54941AC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42E4E1E" w14:textId="77777777" w:rsidR="00DC50D7" w:rsidRPr="006B0BFC" w:rsidRDefault="00DC50D7" w:rsidP="003746AB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Napojení na systém centralizované vzdálené správy a dohledu</w:t>
            </w:r>
            <w:r w:rsidRPr="006B0BFC">
              <w:rPr>
                <w:rFonts w:cstheme="minorHAnsi"/>
                <w:i/>
                <w:iCs/>
                <w:sz w:val="18"/>
              </w:rPr>
              <w:t xml:space="preserve"> (Zadavatel provozuje centralizovanou vzdálenou správy na technologiích 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 xml:space="preserve">Dell </w:t>
            </w:r>
            <w:proofErr w:type="spellStart"/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OpenManage</w:t>
            </w:r>
            <w:proofErr w:type="spellEnd"/>
            <w:r w:rsidRPr="006B0BFC">
              <w:rPr>
                <w:rFonts w:cstheme="minorHAnsi"/>
                <w:i/>
                <w:iCs/>
                <w:sz w:val="18"/>
              </w:rPr>
              <w:t xml:space="preserve"> a 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 xml:space="preserve">Lenovo </w:t>
            </w:r>
            <w:proofErr w:type="spellStart"/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xClarity</w:t>
            </w:r>
            <w:proofErr w:type="spellEnd"/>
            <w:r w:rsidRPr="006B0BFC">
              <w:rPr>
                <w:rFonts w:cstheme="minorHAnsi"/>
                <w:i/>
                <w:iCs/>
                <w:sz w:val="18"/>
              </w:rPr>
              <w:t>)</w:t>
            </w:r>
            <w:r w:rsidRPr="006B0BFC">
              <w:rPr>
                <w:rFonts w:cstheme="minorHAnsi"/>
                <w:sz w:val="18"/>
              </w:rPr>
              <w:t>:</w:t>
            </w:r>
          </w:p>
          <w:p w14:paraId="0F77B6D5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Napojení na již provozované řešení centralizované vzdálené správy bez nutnosti pořizovat, instalovat či provozovat jakýkoliv další software, hardware nebo </w:t>
            </w:r>
            <w:proofErr w:type="spellStart"/>
            <w:r w:rsidRPr="006B0BFC">
              <w:rPr>
                <w:rFonts w:cstheme="minorHAnsi"/>
                <w:sz w:val="18"/>
              </w:rPr>
              <w:t>appliance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třetích stran.</w:t>
            </w:r>
          </w:p>
          <w:p w14:paraId="7EADCC5C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modelů a sériových čísel</w:t>
            </w:r>
          </w:p>
          <w:p w14:paraId="6C85F475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platnosti servisních kontraktů</w:t>
            </w:r>
          </w:p>
          <w:p w14:paraId="6A002343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konfigurace</w:t>
            </w:r>
          </w:p>
          <w:p w14:paraId="2255BDCC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Přehled verzí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jednotlivých komponent</w:t>
            </w:r>
          </w:p>
          <w:p w14:paraId="4E5F09A2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Kontrola verzí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oproti definovaným politikám</w:t>
            </w:r>
          </w:p>
          <w:p w14:paraId="2F01737B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zatížení CPU a RAM</w:t>
            </w:r>
          </w:p>
          <w:p w14:paraId="65B7F12D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spotřeby elektrické energie</w:t>
            </w:r>
          </w:p>
          <w:p w14:paraId="5CAC2DBA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Centrální řízení spotřeby elektrické energie</w:t>
            </w:r>
          </w:p>
          <w:p w14:paraId="5463255E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Centrální provádění updatů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</w:p>
          <w:p w14:paraId="7A9D5718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Dálkové zapnutí/vypnutí jednotlivého serveru</w:t>
            </w:r>
          </w:p>
          <w:p w14:paraId="01232CA8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Dálkový přístup do konzole jednotlivého serveru (</w:t>
            </w:r>
            <w:proofErr w:type="spellStart"/>
            <w:r w:rsidRPr="006B0BFC">
              <w:rPr>
                <w:rFonts w:cstheme="minorHAnsi"/>
                <w:sz w:val="18"/>
              </w:rPr>
              <w:t>remote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KVM)</w:t>
            </w:r>
          </w:p>
          <w:p w14:paraId="3D74E31A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Re-instalace OS pomocí dálkově připojené optické mechaniky či disku s ISO souborem.</w:t>
            </w:r>
          </w:p>
        </w:tc>
        <w:tc>
          <w:tcPr>
            <w:tcW w:w="3288" w:type="dxa"/>
          </w:tcPr>
          <w:p w14:paraId="48392D85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529A802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0D47832" w14:textId="77777777" w:rsidR="00DC50D7" w:rsidRPr="006B0BFC" w:rsidRDefault="00DC50D7" w:rsidP="003746AB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0213F494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0891705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C32F5FF" w14:textId="77777777" w:rsidR="00DC50D7" w:rsidRPr="006B0BFC" w:rsidRDefault="00DC50D7" w:rsidP="003746AB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>Síťové optické moduly pro každý optický port (</w:t>
            </w:r>
            <w:r w:rsidRPr="006B0BFC">
              <w:rPr>
                <w:b/>
                <w:bCs/>
                <w:sz w:val="18"/>
                <w:lang w:eastAsia="cs-CZ"/>
              </w:rPr>
              <w:t>SFP LAN</w:t>
            </w:r>
            <w:r w:rsidRPr="006B0BFC">
              <w:rPr>
                <w:sz w:val="18"/>
                <w:lang w:eastAsia="cs-CZ"/>
              </w:rPr>
              <w:t>), plně kompatibilní s dodávaným serverem v provedení „</w:t>
            </w:r>
            <w:r w:rsidRPr="006B0BFC">
              <w:rPr>
                <w:b/>
                <w:bCs/>
                <w:sz w:val="18"/>
                <w:lang w:eastAsia="cs-CZ"/>
              </w:rPr>
              <w:t>10/25Gbps</w:t>
            </w:r>
            <w:r w:rsidRPr="006B0BFC">
              <w:rPr>
                <w:sz w:val="18"/>
                <w:lang w:eastAsia="cs-CZ"/>
              </w:rPr>
              <w:t xml:space="preserve"> nebo </w:t>
            </w:r>
            <w:r w:rsidRPr="006B0BFC">
              <w:rPr>
                <w:b/>
                <w:bCs/>
                <w:sz w:val="18"/>
                <w:lang w:eastAsia="cs-CZ"/>
              </w:rPr>
              <w:t>25Gbps</w:t>
            </w:r>
            <w:r w:rsidRPr="006B0BFC">
              <w:rPr>
                <w:sz w:val="18"/>
                <w:lang w:eastAsia="cs-CZ"/>
              </w:rPr>
              <w:t xml:space="preserve">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 xml:space="preserve">, LC,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Short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 xml:space="preserve">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Range</w:t>
            </w:r>
            <w:proofErr w:type="spellEnd"/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1A13E6FE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2BC1A71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E8ECFA8" w14:textId="77777777" w:rsidR="00DC50D7" w:rsidRPr="006B0BFC" w:rsidRDefault="00DC50D7" w:rsidP="003746AB">
            <w:pPr>
              <w:rPr>
                <w:lang w:eastAsia="cs-CZ"/>
              </w:rPr>
            </w:pPr>
            <w:r w:rsidRPr="006B0BFC">
              <w:rPr>
                <w:sz w:val="18"/>
                <w:lang w:eastAsia="cs-CZ"/>
              </w:rPr>
              <w:t xml:space="preserve">Síťové optické moduly pro každý </w:t>
            </w:r>
            <w:proofErr w:type="spellStart"/>
            <w:r w:rsidRPr="006B0BFC">
              <w:rPr>
                <w:sz w:val="18"/>
                <w:lang w:eastAsia="cs-CZ"/>
              </w:rPr>
              <w:t>FibreChannel</w:t>
            </w:r>
            <w:proofErr w:type="spellEnd"/>
            <w:r w:rsidRPr="006B0BFC">
              <w:rPr>
                <w:sz w:val="18"/>
                <w:lang w:eastAsia="cs-CZ"/>
              </w:rPr>
              <w:t xml:space="preserve"> port (</w:t>
            </w:r>
            <w:r w:rsidRPr="006B0BFC">
              <w:rPr>
                <w:b/>
                <w:bCs/>
                <w:sz w:val="18"/>
                <w:lang w:eastAsia="cs-CZ"/>
              </w:rPr>
              <w:t>SFP FC</w:t>
            </w:r>
            <w:r w:rsidRPr="006B0BFC">
              <w:rPr>
                <w:sz w:val="18"/>
                <w:lang w:eastAsia="cs-CZ"/>
              </w:rPr>
              <w:t>), plně kompatibilní s dodávaným serverem v provedení „</w:t>
            </w:r>
            <w:r w:rsidRPr="006B0BFC">
              <w:rPr>
                <w:b/>
                <w:bCs/>
                <w:sz w:val="18"/>
                <w:lang w:eastAsia="cs-CZ"/>
              </w:rPr>
              <w:t xml:space="preserve">32Gbps, SW,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>, LC</w:t>
            </w:r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57C14003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</w:tbl>
    <w:p w14:paraId="3F338B00" w14:textId="77777777" w:rsidR="00DC50D7" w:rsidRPr="006B0BFC" w:rsidRDefault="00DC50D7" w:rsidP="00DC50D7">
      <w:pPr>
        <w:spacing w:after="160" w:line="259" w:lineRule="auto"/>
      </w:pPr>
    </w:p>
    <w:p w14:paraId="37684595" w14:textId="67E8209C" w:rsidR="00DC50D7" w:rsidRPr="006B0BFC" w:rsidRDefault="00DC50D7" w:rsidP="00DC50D7">
      <w:pPr>
        <w:spacing w:after="160" w:line="259" w:lineRule="auto"/>
      </w:pPr>
      <w:r w:rsidRPr="006B0BFC">
        <w:t xml:space="preserve">Pro </w:t>
      </w:r>
      <w:r>
        <w:t>4</w:t>
      </w:r>
      <w:r w:rsidRPr="006B0BFC">
        <w:t xml:space="preserve"> serverov</w:t>
      </w:r>
      <w:r>
        <w:t>é</w:t>
      </w:r>
      <w:r w:rsidRPr="006B0BFC">
        <w:t xml:space="preserve"> nod</w:t>
      </w:r>
      <w:r>
        <w:t>y</w:t>
      </w:r>
      <w:r w:rsidRPr="006B0BFC">
        <w:t xml:space="preserve"> v rámci </w:t>
      </w:r>
      <w:r w:rsidRPr="006B0BFC">
        <w:rPr>
          <w:b/>
          <w:bCs/>
        </w:rPr>
        <w:t xml:space="preserve">Položky </w:t>
      </w:r>
      <w:r w:rsidR="005A7AA1">
        <w:rPr>
          <w:b/>
          <w:bCs/>
        </w:rPr>
        <w:t>1</w:t>
      </w:r>
      <w:r w:rsidR="00FE5DB7">
        <w:rPr>
          <w:b/>
          <w:bCs/>
        </w:rPr>
        <w:t>4</w:t>
      </w:r>
      <w:r w:rsidRPr="006B0BFC">
        <w:t xml:space="preserve"> je místem plnění </w:t>
      </w:r>
      <w:r w:rsidR="00DE3349">
        <w:rPr>
          <w:b/>
          <w:bCs/>
        </w:rPr>
        <w:t>Nová technologická budova, Pražské zhlaví</w:t>
      </w:r>
      <w:r>
        <w:rPr>
          <w:b/>
          <w:bCs/>
        </w:rPr>
        <w:t xml:space="preserve">, </w:t>
      </w:r>
      <w:r w:rsidRPr="006B0BFC">
        <w:rPr>
          <w:b/>
          <w:bCs/>
        </w:rPr>
        <w:t>P</w:t>
      </w:r>
      <w:r w:rsidR="00DE3349">
        <w:rPr>
          <w:b/>
          <w:bCs/>
        </w:rPr>
        <w:t>ardubice</w:t>
      </w:r>
      <w:r w:rsidRPr="006B0BFC">
        <w:t>.</w:t>
      </w:r>
    </w:p>
    <w:p w14:paraId="36424304" w14:textId="77777777" w:rsidR="00EA4E74" w:rsidRPr="006B0BFC" w:rsidRDefault="00EA4E74" w:rsidP="00DC50D7">
      <w:pPr>
        <w:spacing w:after="160" w:line="259" w:lineRule="auto"/>
      </w:pPr>
    </w:p>
    <w:p w14:paraId="2711BAC9" w14:textId="7364ED74" w:rsidR="00DC50D7" w:rsidRPr="006B0BFC" w:rsidRDefault="00FE5DB7" w:rsidP="00DC50D7">
      <w:pPr>
        <w:ind w:firstLine="426"/>
      </w:pPr>
      <w:r>
        <w:t>o</w:t>
      </w:r>
      <w:r w:rsidR="00DC50D7" w:rsidRPr="006B0BFC">
        <w:t>)</w:t>
      </w:r>
      <w:r w:rsidR="005A7AA1">
        <w:t xml:space="preserve"> </w:t>
      </w:r>
      <w:r w:rsidR="00DC50D7" w:rsidRPr="006B0BFC">
        <w:rPr>
          <w:b/>
          <w:bCs/>
        </w:rPr>
        <w:t xml:space="preserve">Položka </w:t>
      </w:r>
      <w:r w:rsidR="00DC50D7">
        <w:rPr>
          <w:b/>
          <w:bCs/>
        </w:rPr>
        <w:t>1</w:t>
      </w:r>
      <w:r>
        <w:rPr>
          <w:b/>
          <w:bCs/>
        </w:rPr>
        <w:t>5</w:t>
      </w:r>
      <w:r w:rsidR="00DC50D7" w:rsidRPr="006B0BFC">
        <w:t xml:space="preserve"> – Úložiště SAN pro virtualizační farmu „KB TDS / </w:t>
      </w:r>
      <w:r w:rsidR="00DC50D7">
        <w:t>P</w:t>
      </w:r>
      <w:r w:rsidR="005A7AA1">
        <w:t>ardubice</w:t>
      </w:r>
      <w:r w:rsidR="00DC50D7" w:rsidRPr="006B0BFC">
        <w:t>“ v konfiguraci:</w:t>
      </w:r>
    </w:p>
    <w:p w14:paraId="6E376BB0" w14:textId="77777777" w:rsidR="00DC50D7" w:rsidRPr="006B0BFC" w:rsidRDefault="00DC50D7" w:rsidP="00DC50D7">
      <w:pPr>
        <w:rPr>
          <w:rFonts w:cstheme="minorHAnsi"/>
          <w:b/>
          <w:bCs/>
        </w:rPr>
      </w:pPr>
      <w:r w:rsidRPr="006B0BFC">
        <w:rPr>
          <w:highlight w:val="green"/>
          <w:lang w:val="en-US"/>
        </w:rPr>
        <w:t>[IDENTIFIKACE MODELU</w:t>
      </w:r>
      <w:r w:rsidRPr="006B0BFC">
        <w:rPr>
          <w:rFonts w:cstheme="minorHAnsi"/>
          <w:b/>
          <w:bCs/>
          <w:highlight w:val="green"/>
        </w:rPr>
        <w:t xml:space="preserve"> - </w:t>
      </w:r>
      <w:r w:rsidRPr="006B0BFC">
        <w:rPr>
          <w:rFonts w:cstheme="minorHAnsi"/>
          <w:highlight w:val="green"/>
        </w:rPr>
        <w:t>DOPLNÍ PRODÁVAJÍCÍ]</w:t>
      </w:r>
      <w:r w:rsidRPr="006B0BFC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DC50D7" w:rsidRPr="006B0BFC" w14:paraId="49163D4A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5F2B2164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14ACED3F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DC50D7" w:rsidRPr="006B0BFC" w14:paraId="0FE7C63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53A0A95" w14:textId="20BD76E3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Provedení úložiště pro instalaci do rackové skříně o hloubce </w:t>
            </w:r>
            <w:r w:rsidR="0022397A">
              <w:rPr>
                <w:rFonts w:cstheme="minorHAnsi"/>
                <w:b/>
                <w:bCs/>
                <w:sz w:val="18"/>
              </w:rPr>
              <w:t>8</w:t>
            </w:r>
            <w:r w:rsidRPr="006B0BFC">
              <w:rPr>
                <w:rFonts w:cstheme="minorHAnsi"/>
                <w:b/>
                <w:bCs/>
                <w:sz w:val="18"/>
              </w:rPr>
              <w:t>0 cm</w:t>
            </w:r>
          </w:p>
        </w:tc>
        <w:tc>
          <w:tcPr>
            <w:tcW w:w="3288" w:type="dxa"/>
          </w:tcPr>
          <w:p w14:paraId="4EB4FA01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6316D62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9ABFB41" w14:textId="4560B47C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Velikost skříně serveru o maximální výšce </w:t>
            </w:r>
            <w:r w:rsidR="00035E45">
              <w:rPr>
                <w:rFonts w:cstheme="minorHAnsi"/>
                <w:b/>
                <w:bCs/>
                <w:sz w:val="18"/>
              </w:rPr>
              <w:t>7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 RU</w:t>
            </w:r>
            <w:r w:rsidRPr="006B0BFC">
              <w:rPr>
                <w:rFonts w:cstheme="minorHAnsi"/>
                <w:sz w:val="18"/>
              </w:rPr>
              <w:t xml:space="preserve"> (</w:t>
            </w:r>
            <w:r w:rsidR="00035E45">
              <w:rPr>
                <w:rFonts w:cstheme="minorHAnsi"/>
                <w:sz w:val="18"/>
              </w:rPr>
              <w:t>312</w:t>
            </w:r>
            <w:r w:rsidRPr="006B0BFC">
              <w:rPr>
                <w:rFonts w:cstheme="minorHAnsi"/>
                <w:sz w:val="18"/>
              </w:rPr>
              <w:t> mm)</w:t>
            </w:r>
          </w:p>
        </w:tc>
        <w:tc>
          <w:tcPr>
            <w:tcW w:w="3288" w:type="dxa"/>
          </w:tcPr>
          <w:p w14:paraId="65D2CD32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4C4CB6C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E233C1C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Dual</w:t>
            </w:r>
            <w:proofErr w:type="spellEnd"/>
            <w:r w:rsidRPr="006B0BFC">
              <w:rPr>
                <w:rFonts w:cstheme="minorHAnsi"/>
                <w:b/>
                <w:bCs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controller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SAN FC v režimu </w:t>
            </w:r>
            <w:proofErr w:type="spellStart"/>
            <w:r w:rsidRPr="006B0BFC">
              <w:rPr>
                <w:rFonts w:cstheme="minorHAnsi"/>
                <w:sz w:val="18"/>
              </w:rPr>
              <w:t>Active-Active</w:t>
            </w:r>
            <w:proofErr w:type="spellEnd"/>
          </w:p>
        </w:tc>
        <w:tc>
          <w:tcPr>
            <w:tcW w:w="3288" w:type="dxa"/>
          </w:tcPr>
          <w:p w14:paraId="28C5EE1E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228C5" w:rsidRPr="0050706D" w14:paraId="425FC024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6284999" w14:textId="77777777" w:rsidR="008228C5" w:rsidRDefault="008228C5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Kapacita SAN úložiště</w:t>
            </w:r>
          </w:p>
          <w:p w14:paraId="029C7363" w14:textId="77777777" w:rsidR="008228C5" w:rsidRPr="00A132AC" w:rsidRDefault="008228C5" w:rsidP="008228C5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b/>
                <w:bCs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Uživatelsky použitelná čistá nekomprimovaná </w:t>
            </w:r>
            <w:r>
              <w:rPr>
                <w:rFonts w:cstheme="minorHAnsi"/>
                <w:sz w:val="18"/>
                <w:szCs w:val="22"/>
              </w:rPr>
              <w:t xml:space="preserve">(bez </w:t>
            </w:r>
            <w:proofErr w:type="spellStart"/>
            <w:r>
              <w:rPr>
                <w:rFonts w:cstheme="minorHAnsi"/>
                <w:sz w:val="18"/>
                <w:szCs w:val="22"/>
              </w:rPr>
              <w:t>deduplikace</w:t>
            </w:r>
            <w:proofErr w:type="spellEnd"/>
            <w:r>
              <w:rPr>
                <w:rFonts w:cstheme="minorHAnsi"/>
                <w:sz w:val="18"/>
                <w:szCs w:val="22"/>
              </w:rPr>
              <w:t xml:space="preserve">) </w:t>
            </w:r>
            <w:r w:rsidRPr="00A132AC">
              <w:rPr>
                <w:rFonts w:cstheme="minorHAnsi"/>
                <w:sz w:val="18"/>
                <w:szCs w:val="22"/>
              </w:rPr>
              <w:t xml:space="preserve">kapacita minimálně </w:t>
            </w:r>
            <w:r>
              <w:rPr>
                <w:rFonts w:cstheme="minorHAnsi"/>
                <w:b/>
                <w:bCs/>
                <w:sz w:val="18"/>
                <w:szCs w:val="22"/>
              </w:rPr>
              <w:t>35</w:t>
            </w:r>
            <w:r w:rsidRPr="00A132AC">
              <w:rPr>
                <w:rFonts w:cstheme="minorHAnsi"/>
                <w:b/>
                <w:bCs/>
                <w:sz w:val="18"/>
                <w:szCs w:val="22"/>
              </w:rPr>
              <w:t xml:space="preserve"> </w:t>
            </w:r>
            <w:proofErr w:type="spellStart"/>
            <w:r w:rsidRPr="00A132AC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470359BB" w14:textId="19B888EC" w:rsidR="008228C5" w:rsidRPr="00A132AC" w:rsidRDefault="008228C5" w:rsidP="008228C5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Umožňuje rozšíření minimálně na </w:t>
            </w:r>
            <w:r w:rsidR="00E32D80">
              <w:rPr>
                <w:rFonts w:cstheme="minorHAnsi"/>
                <w:sz w:val="18"/>
                <w:szCs w:val="22"/>
              </w:rPr>
              <w:t>8</w:t>
            </w:r>
            <w:r>
              <w:rPr>
                <w:rFonts w:cstheme="minorHAnsi"/>
                <w:sz w:val="18"/>
                <w:szCs w:val="22"/>
              </w:rPr>
              <w:t>0</w:t>
            </w:r>
            <w:r w:rsidRPr="00A132AC">
              <w:rPr>
                <w:rFonts w:cstheme="minorHAnsi"/>
                <w:sz w:val="18"/>
                <w:szCs w:val="22"/>
              </w:rPr>
              <w:t xml:space="preserve"> </w:t>
            </w:r>
            <w:proofErr w:type="spellStart"/>
            <w:r w:rsidRPr="00A132AC">
              <w:rPr>
                <w:rFonts w:cstheme="minorHAnsi"/>
                <w:sz w:val="18"/>
                <w:szCs w:val="22"/>
              </w:rPr>
              <w:t>TiB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 xml:space="preserve"> jen přidáním disků.</w:t>
            </w:r>
          </w:p>
          <w:p w14:paraId="669640B0" w14:textId="77777777" w:rsidR="008228C5" w:rsidRPr="00A132AC" w:rsidRDefault="008228C5" w:rsidP="008228C5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>Zajišťuje redundanci uložených dat minimálně na</w:t>
            </w:r>
            <w:r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 xml:space="preserve">úrovni odpovídající </w:t>
            </w:r>
            <w:r w:rsidRPr="009036B9">
              <w:rPr>
                <w:rFonts w:cstheme="minorHAnsi"/>
                <w:b/>
                <w:bCs/>
                <w:sz w:val="18"/>
                <w:szCs w:val="22"/>
              </w:rPr>
              <w:t>RAID</w:t>
            </w:r>
            <w:r>
              <w:rPr>
                <w:rFonts w:cstheme="minorHAnsi"/>
                <w:b/>
                <w:bCs/>
                <w:sz w:val="18"/>
                <w:szCs w:val="22"/>
              </w:rPr>
              <w:t>6</w:t>
            </w:r>
            <w:r w:rsidRPr="00294666">
              <w:rPr>
                <w:rFonts w:cstheme="minorHAnsi"/>
                <w:sz w:val="18"/>
                <w:szCs w:val="22"/>
              </w:rPr>
              <w:t xml:space="preserve"> (výpadek dvou disků)</w:t>
            </w:r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2D3C840B" w14:textId="77777777" w:rsidR="008228C5" w:rsidRPr="00A132AC" w:rsidRDefault="008228C5" w:rsidP="008228C5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Použití výhradně </w:t>
            </w:r>
            <w:proofErr w:type="spellStart"/>
            <w:r w:rsidRPr="00F43FF9">
              <w:rPr>
                <w:rFonts w:cstheme="minorHAnsi"/>
                <w:b/>
                <w:bCs/>
                <w:sz w:val="18"/>
                <w:szCs w:val="22"/>
              </w:rPr>
              <w:t>NVMe</w:t>
            </w:r>
            <w:proofErr w:type="spellEnd"/>
            <w:r>
              <w:rPr>
                <w:rFonts w:cstheme="minorHAnsi"/>
                <w:sz w:val="18"/>
                <w:szCs w:val="22"/>
              </w:rPr>
              <w:t xml:space="preserve"> </w:t>
            </w:r>
            <w:r w:rsidRPr="00A132AC">
              <w:rPr>
                <w:rFonts w:cstheme="minorHAnsi"/>
                <w:sz w:val="18"/>
                <w:szCs w:val="22"/>
              </w:rPr>
              <w:t xml:space="preserve">o velikosti maximálně </w:t>
            </w:r>
            <w:r>
              <w:rPr>
                <w:rFonts w:cstheme="minorHAnsi"/>
                <w:sz w:val="18"/>
                <w:szCs w:val="22"/>
              </w:rPr>
              <w:t>10 </w:t>
            </w:r>
            <w:r w:rsidRPr="00A132AC">
              <w:rPr>
                <w:rFonts w:cstheme="minorHAnsi"/>
                <w:sz w:val="18"/>
                <w:szCs w:val="22"/>
              </w:rPr>
              <w:t>TB.</w:t>
            </w:r>
          </w:p>
        </w:tc>
        <w:tc>
          <w:tcPr>
            <w:tcW w:w="3288" w:type="dxa"/>
          </w:tcPr>
          <w:p w14:paraId="05A26740" w14:textId="77777777" w:rsidR="008228C5" w:rsidRPr="00927BA6" w:rsidRDefault="008228C5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25351FB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A7155AB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Pr="00053731">
              <w:rPr>
                <w:rFonts w:cstheme="minorHAnsi"/>
                <w:b/>
                <w:bCs/>
                <w:sz w:val="18"/>
              </w:rPr>
              <w:t>8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x 32 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FC SFP port pro SAN</w:t>
            </w:r>
          </w:p>
        </w:tc>
        <w:tc>
          <w:tcPr>
            <w:tcW w:w="3288" w:type="dxa"/>
          </w:tcPr>
          <w:p w14:paraId="28F04934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0800291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20D8DF0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jeden dedikovaný 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1 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5D0AF259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03A7733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934F8ED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hot-swap napájecí zdroj, každý minimálně o výkonu 1000 W s minimální certifikací „80+ </w:t>
            </w:r>
            <w:proofErr w:type="spellStart"/>
            <w:r w:rsidRPr="006B0BFC">
              <w:rPr>
                <w:rFonts w:cstheme="minorHAnsi"/>
                <w:sz w:val="18"/>
              </w:rPr>
              <w:t>Platinum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503E5DF5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31B8F18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9FCF94D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sz w:val="18"/>
                <w:lang w:eastAsia="cs-CZ"/>
              </w:rPr>
              <w:t>Výsuvné ližiny do rackové skříně</w:t>
            </w:r>
          </w:p>
        </w:tc>
        <w:tc>
          <w:tcPr>
            <w:tcW w:w="3288" w:type="dxa"/>
          </w:tcPr>
          <w:p w14:paraId="08F4C868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49DCC2B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F17C222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6D7F5B41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2685385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526310F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1534D2BC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557083C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FCE0983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sz w:val="18"/>
              </w:rPr>
              <w:t xml:space="preserve">Podpora OS Windows Server 2019, 2022; RHEL 8, 9; </w:t>
            </w:r>
            <w:proofErr w:type="spellStart"/>
            <w:r w:rsidRPr="006B0BFC">
              <w:rPr>
                <w:rFonts w:cstheme="minorHAnsi"/>
                <w:sz w:val="18"/>
              </w:rPr>
              <w:t>VMware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vSphere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7E4FC61F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3EE96E5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87D4915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59697CE6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0150C46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C3A6023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6B0BFC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0686ED78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1649E58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28B528D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výrobce na </w:t>
            </w:r>
            <w:r w:rsidRPr="006B0BFC">
              <w:rPr>
                <w:rFonts w:cstheme="minorHAnsi"/>
                <w:b/>
                <w:bCs/>
                <w:sz w:val="18"/>
              </w:rPr>
              <w:t>5 let</w:t>
            </w:r>
            <w:r w:rsidRPr="006B0BFC">
              <w:rPr>
                <w:rFonts w:cstheme="minorHAnsi"/>
                <w:sz w:val="18"/>
              </w:rPr>
              <w:t xml:space="preserve"> v rozsahu „</w:t>
            </w:r>
            <w:r w:rsidRPr="006B0BFC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05EAA85F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63E8818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BF6E676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U všech disků, SSD, </w:t>
            </w:r>
            <w:proofErr w:type="spellStart"/>
            <w:r w:rsidRPr="006B0BFC">
              <w:rPr>
                <w:rFonts w:cstheme="minorHAnsi"/>
                <w:sz w:val="18"/>
              </w:rPr>
              <w:t>NVMe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médií je požadováno ponechání disku Kupujícímu při jeho poruše a reklamaci</w:t>
            </w:r>
          </w:p>
        </w:tc>
        <w:tc>
          <w:tcPr>
            <w:tcW w:w="3288" w:type="dxa"/>
          </w:tcPr>
          <w:p w14:paraId="39F41578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2A5C94E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9BF2EC0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667179DA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00730" w:rsidRPr="006B0BFC" w14:paraId="0AC21E9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CCA6E84" w14:textId="5CDA7189" w:rsidR="00100730" w:rsidRPr="006B0BFC" w:rsidRDefault="00100730" w:rsidP="00100730">
            <w:pPr>
              <w:rPr>
                <w:sz w:val="18"/>
                <w:lang w:eastAsia="cs-CZ"/>
              </w:rPr>
            </w:pPr>
            <w:r>
              <w:rPr>
                <w:sz w:val="18"/>
                <w:lang w:eastAsia="cs-CZ"/>
              </w:rPr>
              <w:t xml:space="preserve">Pokud úložiště vyžaduje použití SFP, </w:t>
            </w:r>
            <w:r w:rsidRPr="006B0BFC">
              <w:rPr>
                <w:sz w:val="18"/>
                <w:lang w:eastAsia="cs-CZ"/>
              </w:rPr>
              <w:t xml:space="preserve">optické moduly pro každý </w:t>
            </w:r>
            <w:proofErr w:type="spellStart"/>
            <w:r w:rsidRPr="006B0BFC">
              <w:rPr>
                <w:sz w:val="18"/>
                <w:lang w:eastAsia="cs-CZ"/>
              </w:rPr>
              <w:t>FibreChannel</w:t>
            </w:r>
            <w:proofErr w:type="spellEnd"/>
            <w:r w:rsidRPr="006B0BFC">
              <w:rPr>
                <w:sz w:val="18"/>
                <w:lang w:eastAsia="cs-CZ"/>
              </w:rPr>
              <w:t xml:space="preserve"> port plně kompatibilní s</w:t>
            </w:r>
            <w:r>
              <w:rPr>
                <w:sz w:val="18"/>
                <w:lang w:eastAsia="cs-CZ"/>
              </w:rPr>
              <w:t> </w:t>
            </w:r>
            <w:r w:rsidRPr="006B0BFC">
              <w:rPr>
                <w:sz w:val="18"/>
                <w:lang w:eastAsia="cs-CZ"/>
              </w:rPr>
              <w:t>dodávan</w:t>
            </w:r>
            <w:r>
              <w:rPr>
                <w:sz w:val="18"/>
                <w:lang w:eastAsia="cs-CZ"/>
              </w:rPr>
              <w:t>ým úložištěm</w:t>
            </w:r>
          </w:p>
        </w:tc>
        <w:tc>
          <w:tcPr>
            <w:tcW w:w="3288" w:type="dxa"/>
          </w:tcPr>
          <w:p w14:paraId="3CFE81B0" w14:textId="77777777" w:rsidR="00100730" w:rsidRPr="006B0BFC" w:rsidRDefault="00100730" w:rsidP="0010073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</w:tbl>
    <w:p w14:paraId="541B9484" w14:textId="77777777" w:rsidR="00DC50D7" w:rsidRPr="006B0BFC" w:rsidRDefault="00DC50D7" w:rsidP="00DC50D7">
      <w:pPr>
        <w:spacing w:after="160" w:line="259" w:lineRule="auto"/>
      </w:pPr>
    </w:p>
    <w:p w14:paraId="411D5EC0" w14:textId="32ABD85F" w:rsidR="00DC50D7" w:rsidRPr="006B0BFC" w:rsidRDefault="00DC50D7" w:rsidP="00DC50D7">
      <w:pPr>
        <w:spacing w:after="160" w:line="259" w:lineRule="auto"/>
      </w:pPr>
      <w:r w:rsidRPr="006B0BFC">
        <w:t xml:space="preserve">Pro </w:t>
      </w:r>
      <w:r w:rsidRPr="006B0BFC">
        <w:rPr>
          <w:b/>
          <w:bCs/>
        </w:rPr>
        <w:t xml:space="preserve">Položku </w:t>
      </w:r>
      <w:r>
        <w:rPr>
          <w:b/>
          <w:bCs/>
        </w:rPr>
        <w:t>1</w:t>
      </w:r>
      <w:r w:rsidR="00FE5DB7">
        <w:rPr>
          <w:b/>
          <w:bCs/>
        </w:rPr>
        <w:t>5</w:t>
      </w:r>
      <w:r w:rsidRPr="006B0BFC">
        <w:t xml:space="preserve"> je místem plnění </w:t>
      </w:r>
      <w:r w:rsidR="002F6136" w:rsidRPr="002F6136">
        <w:rPr>
          <w:b/>
          <w:bCs/>
        </w:rPr>
        <w:t>Nová technologická budova, Pražské zhlaví, Pardubice</w:t>
      </w:r>
      <w:r w:rsidRPr="006B0BFC">
        <w:t>.</w:t>
      </w:r>
    </w:p>
    <w:p w14:paraId="1EC8BA94" w14:textId="77777777" w:rsidR="00DC50D7" w:rsidRPr="006B0BFC" w:rsidRDefault="00DC50D7" w:rsidP="00DC50D7">
      <w:pPr>
        <w:ind w:firstLine="426"/>
      </w:pPr>
    </w:p>
    <w:p w14:paraId="15AA768B" w14:textId="6D2CF071" w:rsidR="00DC50D7" w:rsidRPr="006B0BFC" w:rsidRDefault="00FE5DB7" w:rsidP="00DC50D7">
      <w:pPr>
        <w:ind w:firstLine="426"/>
      </w:pPr>
      <w:r>
        <w:t>p</w:t>
      </w:r>
      <w:r w:rsidR="00DC50D7" w:rsidRPr="006B0BFC">
        <w:t>)</w:t>
      </w:r>
      <w:r w:rsidR="00DC50D7" w:rsidRPr="006B0BFC">
        <w:tab/>
      </w:r>
      <w:r w:rsidR="00DC50D7" w:rsidRPr="006B0BFC">
        <w:rPr>
          <w:b/>
          <w:bCs/>
        </w:rPr>
        <w:t xml:space="preserve">Položka </w:t>
      </w:r>
      <w:r w:rsidR="00DC50D7">
        <w:rPr>
          <w:b/>
          <w:bCs/>
        </w:rPr>
        <w:t>1</w:t>
      </w:r>
      <w:r>
        <w:rPr>
          <w:b/>
          <w:bCs/>
        </w:rPr>
        <w:t>6</w:t>
      </w:r>
      <w:r w:rsidR="00DC50D7" w:rsidRPr="006B0BFC">
        <w:t xml:space="preserve"> – Jeden (1) server pro zálohování virtualizační farmy „KB TDS / </w:t>
      </w:r>
      <w:r w:rsidR="00DC50D7">
        <w:t>P</w:t>
      </w:r>
      <w:r w:rsidR="005A7AA1">
        <w:t>ardubice</w:t>
      </w:r>
      <w:r w:rsidR="00DC50D7" w:rsidRPr="006B0BFC">
        <w:t>“ v konfiguraci:</w:t>
      </w:r>
    </w:p>
    <w:p w14:paraId="47925D81" w14:textId="77777777" w:rsidR="00DC50D7" w:rsidRPr="006B0BFC" w:rsidRDefault="00DC50D7" w:rsidP="00DC50D7">
      <w:pPr>
        <w:rPr>
          <w:rFonts w:cstheme="minorHAnsi"/>
          <w:b/>
          <w:bCs/>
        </w:rPr>
      </w:pPr>
      <w:r w:rsidRPr="006B0BFC">
        <w:rPr>
          <w:highlight w:val="green"/>
          <w:lang w:val="en-US"/>
        </w:rPr>
        <w:t>[IDENTIFIKACE MODELU</w:t>
      </w:r>
      <w:r w:rsidRPr="006B0BFC">
        <w:rPr>
          <w:rFonts w:cstheme="minorHAnsi"/>
          <w:b/>
          <w:bCs/>
          <w:highlight w:val="green"/>
        </w:rPr>
        <w:t xml:space="preserve"> - </w:t>
      </w:r>
      <w:r w:rsidRPr="006B0BFC">
        <w:rPr>
          <w:rFonts w:cstheme="minorHAnsi"/>
          <w:highlight w:val="green"/>
        </w:rPr>
        <w:t>DOPLNÍ PRODÁVAJÍCÍ]</w:t>
      </w:r>
      <w:r w:rsidRPr="006B0BFC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DC50D7" w:rsidRPr="006B0BFC" w14:paraId="5F3F5A8D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551A01BE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61C1B4BB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DC50D7" w:rsidRPr="006B0BFC" w14:paraId="2E2D7C1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C81AD4A" w14:textId="44D040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 xml:space="preserve">Provedení serveru pro instalaci do rackové skříně o hloubce </w:t>
            </w:r>
            <w:r w:rsidR="0022397A">
              <w:rPr>
                <w:rFonts w:cstheme="minorHAnsi"/>
                <w:b/>
                <w:bCs/>
                <w:sz w:val="18"/>
              </w:rPr>
              <w:t>8</w:t>
            </w:r>
            <w:r w:rsidRPr="006B0BFC">
              <w:rPr>
                <w:rFonts w:cstheme="minorHAnsi"/>
                <w:b/>
                <w:bCs/>
                <w:sz w:val="18"/>
              </w:rPr>
              <w:t>0 cm</w:t>
            </w:r>
          </w:p>
        </w:tc>
        <w:tc>
          <w:tcPr>
            <w:tcW w:w="3288" w:type="dxa"/>
          </w:tcPr>
          <w:p w14:paraId="35E1B019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0693B58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1FF0D86" w14:textId="38BC5BE8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Velikost skříně serveru o maximální výšce </w:t>
            </w:r>
            <w:r w:rsidR="00035E45">
              <w:rPr>
                <w:rFonts w:cstheme="minorHAnsi"/>
                <w:b/>
                <w:bCs/>
                <w:sz w:val="18"/>
              </w:rPr>
              <w:t>4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 RU</w:t>
            </w:r>
            <w:r w:rsidRPr="006B0BFC">
              <w:rPr>
                <w:rFonts w:cstheme="minorHAnsi"/>
                <w:sz w:val="18"/>
              </w:rPr>
              <w:t xml:space="preserve"> (</w:t>
            </w:r>
            <w:r w:rsidR="00035E45">
              <w:rPr>
                <w:rFonts w:cstheme="minorHAnsi"/>
                <w:sz w:val="18"/>
              </w:rPr>
              <w:t>178</w:t>
            </w:r>
            <w:r w:rsidRPr="006B0BFC">
              <w:rPr>
                <w:rFonts w:cstheme="minorHAnsi"/>
                <w:sz w:val="18"/>
              </w:rPr>
              <w:t> mm)</w:t>
            </w:r>
          </w:p>
        </w:tc>
        <w:tc>
          <w:tcPr>
            <w:tcW w:w="3288" w:type="dxa"/>
          </w:tcPr>
          <w:p w14:paraId="50B68EDE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2944CCF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BA82F45" w14:textId="4DD1DD7C" w:rsidR="00DC50D7" w:rsidRPr="006B0BFC" w:rsidRDefault="00035E45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2</w:t>
            </w:r>
            <w:r w:rsidR="00DC50D7" w:rsidRPr="006B0BFC">
              <w:rPr>
                <w:rFonts w:cstheme="minorHAnsi"/>
                <w:b/>
                <w:bCs/>
                <w:sz w:val="18"/>
              </w:rPr>
              <w:t>x CPU</w:t>
            </w:r>
            <w:r w:rsidR="00DC50D7" w:rsidRPr="006B0BFC">
              <w:rPr>
                <w:rFonts w:cstheme="minorHAnsi"/>
                <w:sz w:val="18"/>
              </w:rPr>
              <w:t xml:space="preserve">, </w:t>
            </w:r>
            <w:r>
              <w:rPr>
                <w:rFonts w:cstheme="minorHAnsi"/>
                <w:sz w:val="18"/>
              </w:rPr>
              <w:t xml:space="preserve">každý </w:t>
            </w:r>
            <w:r w:rsidR="00DC50D7" w:rsidRPr="006B0BFC">
              <w:rPr>
                <w:rFonts w:cstheme="minorHAnsi"/>
                <w:sz w:val="18"/>
              </w:rPr>
              <w:t xml:space="preserve">minimálně </w:t>
            </w:r>
            <w:r>
              <w:rPr>
                <w:rFonts w:cstheme="minorHAnsi"/>
                <w:b/>
                <w:bCs/>
                <w:sz w:val="18"/>
              </w:rPr>
              <w:t>16</w:t>
            </w:r>
            <w:r w:rsidR="00DC50D7" w:rsidRPr="006B0BFC">
              <w:rPr>
                <w:rFonts w:cstheme="minorHAnsi"/>
                <w:b/>
                <w:bCs/>
                <w:sz w:val="18"/>
              </w:rPr>
              <w:t xml:space="preserve"> jader</w:t>
            </w:r>
            <w:r w:rsidR="00DC50D7" w:rsidRPr="006B0BFC">
              <w:rPr>
                <w:rFonts w:cstheme="minorHAnsi"/>
                <w:sz w:val="18"/>
              </w:rPr>
              <w:t xml:space="preserve"> (</w:t>
            </w:r>
            <w:r>
              <w:rPr>
                <w:rFonts w:cstheme="minorHAnsi"/>
                <w:sz w:val="18"/>
              </w:rPr>
              <w:t xml:space="preserve">32 </w:t>
            </w:r>
            <w:r w:rsidR="00DC50D7" w:rsidRPr="006B0BFC">
              <w:rPr>
                <w:rFonts w:cstheme="minorHAnsi"/>
                <w:sz w:val="18"/>
              </w:rPr>
              <w:t xml:space="preserve">vláken) se základní frekvencí minimálně 2.0 GHz a se spotřebou maximálně </w:t>
            </w:r>
            <w:r>
              <w:rPr>
                <w:rFonts w:cstheme="minorHAnsi"/>
                <w:sz w:val="18"/>
              </w:rPr>
              <w:t>230</w:t>
            </w:r>
            <w:r w:rsidR="00DC50D7" w:rsidRPr="006B0BFC">
              <w:rPr>
                <w:rFonts w:cstheme="minorHAnsi"/>
                <w:sz w:val="18"/>
              </w:rPr>
              <w:t xml:space="preserve"> W</w:t>
            </w:r>
          </w:p>
        </w:tc>
        <w:tc>
          <w:tcPr>
            <w:tcW w:w="3288" w:type="dxa"/>
          </w:tcPr>
          <w:p w14:paraId="2E2A567D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72450AD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F779AC9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sz w:val="18"/>
              </w:rPr>
              <w:t xml:space="preserve">Architektura </w:t>
            </w:r>
            <w:r w:rsidRPr="006B0BFC">
              <w:rPr>
                <w:rFonts w:cstheme="minorHAnsi"/>
                <w:b/>
                <w:bCs/>
                <w:sz w:val="18"/>
              </w:rPr>
              <w:t>Intel x86-64</w:t>
            </w:r>
            <w:r w:rsidRPr="006B0BFC">
              <w:rPr>
                <w:rFonts w:cstheme="minorHAnsi"/>
                <w:sz w:val="18"/>
              </w:rPr>
              <w:t xml:space="preserve"> z důvodu kompatibility současného ICT prostředí</w:t>
            </w:r>
          </w:p>
        </w:tc>
        <w:tc>
          <w:tcPr>
            <w:tcW w:w="3288" w:type="dxa"/>
          </w:tcPr>
          <w:p w14:paraId="3A79EB4F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7CA37C6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DBCDAF3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sz w:val="18"/>
                <w:lang w:eastAsia="cs-CZ"/>
              </w:rPr>
              <w:t xml:space="preserve">Operační paměť minimálně </w:t>
            </w:r>
            <w:r w:rsidRPr="006B0BFC">
              <w:rPr>
                <w:b/>
                <w:bCs/>
                <w:sz w:val="18"/>
                <w:lang w:eastAsia="cs-CZ"/>
              </w:rPr>
              <w:t xml:space="preserve">128 </w:t>
            </w:r>
            <w:r w:rsidRPr="006B0BFC">
              <w:rPr>
                <w:b/>
                <w:sz w:val="18"/>
                <w:lang w:eastAsia="cs-CZ"/>
              </w:rPr>
              <w:t>GB DDR5</w:t>
            </w:r>
            <w:r w:rsidRPr="006B0BFC">
              <w:rPr>
                <w:sz w:val="18"/>
                <w:lang w:eastAsia="cs-CZ"/>
              </w:rPr>
              <w:t xml:space="preserve"> s použitím modulů o maximální velikosti 64 GB, rozšiřitelná minimálně do 512 GB jen přidáním dalších paměťových modulů</w:t>
            </w:r>
          </w:p>
        </w:tc>
        <w:tc>
          <w:tcPr>
            <w:tcW w:w="3288" w:type="dxa"/>
          </w:tcPr>
          <w:p w14:paraId="31289331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386C1A3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6E7EE02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lang w:eastAsia="cs-CZ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 SSD</w:t>
            </w:r>
            <w:r w:rsidRPr="006B0BFC">
              <w:rPr>
                <w:rFonts w:cstheme="minorHAnsi"/>
                <w:sz w:val="18"/>
              </w:rPr>
              <w:t xml:space="preserve">, každý o velikosti minimálně </w:t>
            </w:r>
            <w:r w:rsidRPr="006B0BFC">
              <w:rPr>
                <w:rFonts w:cstheme="minorHAnsi"/>
                <w:b/>
                <w:bCs/>
                <w:sz w:val="18"/>
              </w:rPr>
              <w:t>480 GB</w:t>
            </w:r>
            <w:r w:rsidRPr="006B0BFC">
              <w:rPr>
                <w:rFonts w:cstheme="minorHAnsi"/>
                <w:sz w:val="18"/>
              </w:rPr>
              <w:t xml:space="preserve"> v konfiguraci RAID1 (zrcadlení) pro </w:t>
            </w:r>
            <w:proofErr w:type="spellStart"/>
            <w:r w:rsidRPr="006B0BFC">
              <w:rPr>
                <w:rFonts w:cstheme="minorHAnsi"/>
                <w:sz w:val="18"/>
              </w:rPr>
              <w:t>boot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běh OS</w:t>
            </w:r>
          </w:p>
        </w:tc>
        <w:tc>
          <w:tcPr>
            <w:tcW w:w="3288" w:type="dxa"/>
          </w:tcPr>
          <w:p w14:paraId="2AA288F0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E0968" w:rsidRPr="00E75C72" w14:paraId="1475717B" w14:textId="77777777" w:rsidTr="008E5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469E7E0" w14:textId="77777777" w:rsidR="001E0968" w:rsidRPr="00E75C72" w:rsidRDefault="001E0968" w:rsidP="008E540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Lokální úložiště pro databázi záloh v serveru</w:t>
            </w:r>
          </w:p>
          <w:p w14:paraId="1DF17CCE" w14:textId="77777777" w:rsidR="001E0968" w:rsidRPr="00E75C72" w:rsidRDefault="001E0968" w:rsidP="001E0968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b/>
                <w:bCs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Uživatelsky použitelná čistá nekomprimovaná kapacita minimálně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 xml:space="preserve">8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544DAB33" w14:textId="77777777" w:rsidR="001E0968" w:rsidRPr="00E75C72" w:rsidRDefault="001E0968" w:rsidP="001E0968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Umožňuje rozšíření minimálně na 16 </w:t>
            </w:r>
            <w:proofErr w:type="spellStart"/>
            <w:r w:rsidRPr="00E75C72">
              <w:rPr>
                <w:rFonts w:cstheme="minorHAnsi"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 xml:space="preserve"> jen přidáním disků.</w:t>
            </w:r>
          </w:p>
          <w:p w14:paraId="42AD9E7E" w14:textId="77777777" w:rsidR="001E0968" w:rsidRPr="00E75C72" w:rsidRDefault="001E0968" w:rsidP="001E0968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Zajišťuje redundanci uložených dat minimálně na úrovni odpovídající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>RAID6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19A60EE2" w14:textId="77777777" w:rsidR="001E0968" w:rsidRPr="00E75C72" w:rsidRDefault="001E0968" w:rsidP="001E0968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Použití výhradně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  <w:szCs w:val="22"/>
              </w:rPr>
              <w:t>NVMe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 xml:space="preserve"> o velikosti maximálně </w:t>
            </w:r>
            <w:r>
              <w:rPr>
                <w:rFonts w:cstheme="minorHAnsi"/>
                <w:sz w:val="18"/>
                <w:szCs w:val="22"/>
              </w:rPr>
              <w:t>2</w:t>
            </w:r>
            <w:r w:rsidRPr="00E75C72">
              <w:rPr>
                <w:rFonts w:cstheme="minorHAnsi"/>
                <w:sz w:val="18"/>
                <w:szCs w:val="22"/>
              </w:rPr>
              <w:t> TB.</w:t>
            </w:r>
          </w:p>
        </w:tc>
        <w:tc>
          <w:tcPr>
            <w:tcW w:w="3288" w:type="dxa"/>
          </w:tcPr>
          <w:p w14:paraId="1295B60B" w14:textId="77777777" w:rsidR="001E0968" w:rsidRPr="00E75C72" w:rsidRDefault="001E0968" w:rsidP="008E54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167BF2" w:rsidRPr="00E75C72" w14:paraId="108D326E" w14:textId="77777777" w:rsidTr="008E5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A82233B" w14:textId="77777777" w:rsidR="00167BF2" w:rsidRPr="00E75C72" w:rsidRDefault="00167BF2" w:rsidP="008E540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Lokální úložiště </w:t>
            </w:r>
            <w:r>
              <w:rPr>
                <w:rFonts w:cstheme="minorHAnsi"/>
                <w:sz w:val="18"/>
              </w:rPr>
              <w:t>pro</w:t>
            </w:r>
            <w:r w:rsidRPr="00E75C72">
              <w:rPr>
                <w:rFonts w:cstheme="minorHAnsi"/>
                <w:sz w:val="18"/>
              </w:rPr>
              <w:t xml:space="preserve"> záloh</w:t>
            </w:r>
            <w:r>
              <w:rPr>
                <w:rFonts w:cstheme="minorHAnsi"/>
                <w:sz w:val="18"/>
              </w:rPr>
              <w:t>y</w:t>
            </w:r>
            <w:r w:rsidRPr="00E75C72">
              <w:rPr>
                <w:rFonts w:cstheme="minorHAnsi"/>
                <w:sz w:val="18"/>
              </w:rPr>
              <w:t xml:space="preserve"> v serveru</w:t>
            </w:r>
          </w:p>
          <w:p w14:paraId="5D8E4C8C" w14:textId="77777777" w:rsidR="00167BF2" w:rsidRPr="00E75C72" w:rsidRDefault="00167BF2" w:rsidP="00167BF2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b/>
                <w:bCs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Uživatelsky použitelná čistá nekomprimovaná kapacita minimálně </w:t>
            </w:r>
            <w:r>
              <w:rPr>
                <w:rFonts w:cstheme="minorHAnsi"/>
                <w:b/>
                <w:bCs/>
                <w:sz w:val="18"/>
                <w:szCs w:val="22"/>
              </w:rPr>
              <w:t>50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 xml:space="preserve">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371B86F4" w14:textId="77777777" w:rsidR="00167BF2" w:rsidRPr="00E75C72" w:rsidRDefault="00167BF2" w:rsidP="00167BF2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>Umožňuje rozšíření minimálně na 1</w:t>
            </w:r>
            <w:r>
              <w:rPr>
                <w:rFonts w:cstheme="minorHAnsi"/>
                <w:sz w:val="18"/>
                <w:szCs w:val="22"/>
              </w:rPr>
              <w:t>00</w:t>
            </w:r>
            <w:r w:rsidRPr="00E75C72">
              <w:rPr>
                <w:rFonts w:cstheme="minorHAnsi"/>
                <w:sz w:val="18"/>
                <w:szCs w:val="22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 xml:space="preserve"> jen přidáním disků.</w:t>
            </w:r>
          </w:p>
          <w:p w14:paraId="36150E4A" w14:textId="77777777" w:rsidR="00167BF2" w:rsidRPr="00E75C72" w:rsidRDefault="00167BF2" w:rsidP="00167BF2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Zajišťuje redundanci uložených dat minimálně na úrovni odpovídající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>RAID6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60D209F1" w14:textId="77777777" w:rsidR="00167BF2" w:rsidRPr="00E75C72" w:rsidRDefault="00167BF2" w:rsidP="00167BF2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Použití </w:t>
            </w:r>
            <w:r>
              <w:rPr>
                <w:rFonts w:cstheme="minorHAnsi"/>
                <w:sz w:val="18"/>
                <w:szCs w:val="22"/>
              </w:rPr>
              <w:t>NL-SAS disků</w:t>
            </w:r>
            <w:r w:rsidRPr="00E75C72">
              <w:rPr>
                <w:rFonts w:cstheme="minorHAnsi"/>
                <w:sz w:val="18"/>
                <w:szCs w:val="22"/>
              </w:rPr>
              <w:t xml:space="preserve"> o velikosti maximálně </w:t>
            </w:r>
            <w:r>
              <w:rPr>
                <w:rFonts w:cstheme="minorHAnsi"/>
                <w:sz w:val="18"/>
                <w:szCs w:val="22"/>
              </w:rPr>
              <w:t>8</w:t>
            </w:r>
            <w:r w:rsidRPr="00E75C72">
              <w:rPr>
                <w:rFonts w:cstheme="minorHAnsi"/>
                <w:sz w:val="18"/>
                <w:szCs w:val="22"/>
              </w:rPr>
              <w:t> TB</w:t>
            </w:r>
            <w:r w:rsidRPr="004B1F8F">
              <w:rPr>
                <w:rFonts w:cstheme="minorHAnsi"/>
                <w:sz w:val="18"/>
                <w:szCs w:val="22"/>
              </w:rPr>
              <w:t>, které nepoužívají technologii SMR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</w:tc>
        <w:tc>
          <w:tcPr>
            <w:tcW w:w="3288" w:type="dxa"/>
          </w:tcPr>
          <w:p w14:paraId="74D45351" w14:textId="77777777" w:rsidR="00167BF2" w:rsidRPr="00E75C72" w:rsidRDefault="00167BF2" w:rsidP="008E54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44424AD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6D15E78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Pr="006D140A">
              <w:rPr>
                <w:rFonts w:cstheme="minorHAnsi"/>
                <w:b/>
                <w:bCs/>
                <w:sz w:val="18"/>
              </w:rPr>
              <w:t>4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x 25 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SFP LAN s podporou rychlosti 10 </w:t>
            </w:r>
            <w:proofErr w:type="spellStart"/>
            <w:r w:rsidRPr="006B0BFC">
              <w:rPr>
                <w:rFonts w:cstheme="minorHAnsi"/>
                <w:sz w:val="18"/>
              </w:rPr>
              <w:t>Gbps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(tj. 10/25 </w:t>
            </w:r>
            <w:proofErr w:type="spellStart"/>
            <w:r w:rsidRPr="006B0BFC">
              <w:rPr>
                <w:rFonts w:cstheme="minorHAnsi"/>
                <w:sz w:val="18"/>
              </w:rPr>
              <w:t>Gbps</w:t>
            </w:r>
            <w:proofErr w:type="spellEnd"/>
            <w:r w:rsidRPr="006B0BFC">
              <w:rPr>
                <w:rFonts w:cstheme="minorHAnsi"/>
                <w:sz w:val="18"/>
              </w:rPr>
              <w:t>)</w:t>
            </w:r>
          </w:p>
        </w:tc>
        <w:tc>
          <w:tcPr>
            <w:tcW w:w="3288" w:type="dxa"/>
          </w:tcPr>
          <w:p w14:paraId="1921E45C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65191FA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E3D83B4" w14:textId="77777777" w:rsidR="00DC50D7" w:rsidRPr="006B0BFC" w:rsidRDefault="00DC50D7" w:rsidP="003746AB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 xml:space="preserve">Minimálně </w:t>
            </w:r>
            <w:r w:rsidRPr="006B0BFC">
              <w:rPr>
                <w:b/>
                <w:bCs/>
                <w:sz w:val="18"/>
                <w:lang w:eastAsia="cs-CZ"/>
              </w:rPr>
              <w:t>4</w:t>
            </w:r>
            <w:r w:rsidRPr="006B0BFC">
              <w:rPr>
                <w:b/>
                <w:sz w:val="18"/>
                <w:lang w:eastAsia="cs-CZ"/>
              </w:rPr>
              <w:t>x</w:t>
            </w:r>
            <w:r w:rsidRPr="006B0BFC">
              <w:rPr>
                <w:sz w:val="18"/>
                <w:lang w:eastAsia="cs-CZ"/>
              </w:rPr>
              <w:t xml:space="preserve"> </w:t>
            </w:r>
            <w:r w:rsidRPr="006B0BFC">
              <w:rPr>
                <w:b/>
                <w:bCs/>
                <w:sz w:val="18"/>
                <w:lang w:eastAsia="cs-CZ"/>
              </w:rPr>
              <w:t xml:space="preserve">1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Gbps</w:t>
            </w:r>
            <w:proofErr w:type="spellEnd"/>
            <w:r w:rsidRPr="006B0BFC">
              <w:rPr>
                <w:sz w:val="18"/>
                <w:lang w:eastAsia="cs-CZ"/>
              </w:rPr>
              <w:t xml:space="preserve"> RJ45 LAN</w:t>
            </w:r>
          </w:p>
        </w:tc>
        <w:tc>
          <w:tcPr>
            <w:tcW w:w="3288" w:type="dxa"/>
          </w:tcPr>
          <w:p w14:paraId="58F25E51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15F5023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FE0BF96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Dedikovaný 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1 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3C229683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665EB29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3621380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6B0BFC">
              <w:rPr>
                <w:rFonts w:cstheme="minorHAnsi"/>
                <w:sz w:val="18"/>
              </w:rPr>
              <w:t>Trusted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Platform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Module minimálně ve verzi 2.0</w:t>
            </w:r>
          </w:p>
        </w:tc>
        <w:tc>
          <w:tcPr>
            <w:tcW w:w="3288" w:type="dxa"/>
          </w:tcPr>
          <w:p w14:paraId="1492FF74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60A3367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9F7616A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hot-swap napájecí zdroj, každý minimálně o výkonu 800 W s minimální certifikací „80+ </w:t>
            </w:r>
            <w:proofErr w:type="spellStart"/>
            <w:r w:rsidRPr="006B0BFC">
              <w:rPr>
                <w:rFonts w:cstheme="minorHAnsi"/>
                <w:sz w:val="18"/>
              </w:rPr>
              <w:t>Platinum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02610FAE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001FDBB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06D4C2C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sz w:val="18"/>
                <w:lang w:eastAsia="cs-CZ"/>
              </w:rPr>
              <w:t>Výsuvné ližiny do rackové skříně bez „</w:t>
            </w:r>
            <w:proofErr w:type="spellStart"/>
            <w:r w:rsidRPr="006B0BFC">
              <w:rPr>
                <w:sz w:val="18"/>
                <w:lang w:eastAsia="cs-CZ"/>
              </w:rPr>
              <w:t>cable</w:t>
            </w:r>
            <w:proofErr w:type="spellEnd"/>
            <w:r w:rsidRPr="006B0BFC">
              <w:rPr>
                <w:sz w:val="18"/>
                <w:lang w:eastAsia="cs-CZ"/>
              </w:rPr>
              <w:t xml:space="preserve"> management </w:t>
            </w:r>
            <w:proofErr w:type="spellStart"/>
            <w:r w:rsidRPr="006B0BFC">
              <w:rPr>
                <w:sz w:val="18"/>
                <w:lang w:eastAsia="cs-CZ"/>
              </w:rPr>
              <w:t>arm</w:t>
            </w:r>
            <w:proofErr w:type="spellEnd"/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2C1015C4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3CC508A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13BE6D2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5212F81B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28D3EDA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DEA27F7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4B0C1023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654F042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550D876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OS Windows Server 2019, 2022; RHEL 8, 9; </w:t>
            </w:r>
            <w:proofErr w:type="spellStart"/>
            <w:r w:rsidRPr="006B0BFC">
              <w:rPr>
                <w:rFonts w:cstheme="minorHAnsi"/>
                <w:sz w:val="18"/>
              </w:rPr>
              <w:t>VMware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vSphere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698D1AEE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00C1289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35F81B9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22004E1B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7CA78DD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D4001D4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Integrační pluginy pro monitoring zdravotního stavu a správu HW přímo z MS </w:t>
            </w:r>
            <w:proofErr w:type="spellStart"/>
            <w:r w:rsidRPr="006B0BFC">
              <w:rPr>
                <w:rFonts w:cstheme="minorHAnsi"/>
                <w:sz w:val="18"/>
              </w:rPr>
              <w:t>System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Center.</w:t>
            </w:r>
          </w:p>
        </w:tc>
        <w:tc>
          <w:tcPr>
            <w:tcW w:w="3288" w:type="dxa"/>
          </w:tcPr>
          <w:p w14:paraId="6B92DFFB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5738402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2F957AF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6B0BFC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72A5A1AC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6E35548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4026EB1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výrobce na </w:t>
            </w:r>
            <w:r w:rsidRPr="006B0BFC">
              <w:rPr>
                <w:rFonts w:cstheme="minorHAnsi"/>
                <w:b/>
                <w:bCs/>
                <w:sz w:val="18"/>
              </w:rPr>
              <w:t>5 let</w:t>
            </w:r>
            <w:r w:rsidRPr="006B0BFC">
              <w:rPr>
                <w:rFonts w:cstheme="minorHAnsi"/>
                <w:sz w:val="18"/>
              </w:rPr>
              <w:t xml:space="preserve"> v rozsahu „</w:t>
            </w:r>
            <w:r w:rsidRPr="006B0BFC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0C5D3134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38F15D2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EF7D70C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U všech disků, SSD, </w:t>
            </w:r>
            <w:proofErr w:type="spellStart"/>
            <w:r w:rsidRPr="006B0BFC">
              <w:rPr>
                <w:rFonts w:cstheme="minorHAnsi"/>
                <w:sz w:val="18"/>
              </w:rPr>
              <w:t>NVMe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médií je požadováno ponechání disku Kupujícímu při jeho poruše a/nebo reklamaci</w:t>
            </w:r>
          </w:p>
        </w:tc>
        <w:tc>
          <w:tcPr>
            <w:tcW w:w="3288" w:type="dxa"/>
          </w:tcPr>
          <w:p w14:paraId="55019657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6E4B07D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E904B76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Vzdálená správa HW serveru </w:t>
            </w:r>
          </w:p>
          <w:p w14:paraId="20ABA59E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Vzdálená správa s dedikovaným vlastním portem 1GbE a možností převzít plně vzdálené ovládání serveru.</w:t>
            </w:r>
          </w:p>
          <w:p w14:paraId="73FD5744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přesměrování management portu pomocí NSCI na jinou síťovou kartu.</w:t>
            </w:r>
          </w:p>
          <w:p w14:paraId="5909C6BC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Možnost vzdáleného </w:t>
            </w:r>
            <w:proofErr w:type="spellStart"/>
            <w:r w:rsidRPr="006B0BFC">
              <w:rPr>
                <w:rFonts w:cstheme="minorHAnsi"/>
                <w:sz w:val="18"/>
              </w:rPr>
              <w:t>mountování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ISO image.</w:t>
            </w:r>
          </w:p>
          <w:p w14:paraId="6719FE06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sdílet jednu virtuální konzoli až šesti uživateli.</w:t>
            </w:r>
          </w:p>
          <w:p w14:paraId="6B332350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standartních Webových prohlížečů (Google Chrome, MS </w:t>
            </w:r>
            <w:proofErr w:type="spellStart"/>
            <w:r w:rsidRPr="006B0BFC">
              <w:rPr>
                <w:rFonts w:cstheme="minorHAnsi"/>
                <w:sz w:val="18"/>
              </w:rPr>
              <w:t>Edge</w:t>
            </w:r>
            <w:proofErr w:type="spellEnd"/>
            <w:r w:rsidRPr="006B0BFC">
              <w:rPr>
                <w:rFonts w:cstheme="minorHAnsi"/>
                <w:sz w:val="18"/>
              </w:rPr>
              <w:t>, Mozilla Firefox) a HTML5.</w:t>
            </w:r>
          </w:p>
          <w:p w14:paraId="23DEACED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a možnost sledování stavu jednotlivých komponent včetně úrovní firmware.</w:t>
            </w:r>
          </w:p>
          <w:p w14:paraId="309CB320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Real </w:t>
            </w:r>
            <w:proofErr w:type="spellStart"/>
            <w:r w:rsidRPr="006B0BFC">
              <w:rPr>
                <w:rFonts w:cstheme="minorHAnsi"/>
                <w:sz w:val="18"/>
              </w:rPr>
              <w:t>time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sledování vytíženosti CPU, paměti a spotřeby elektrické energie, možnost </w:t>
            </w:r>
            <w:proofErr w:type="spellStart"/>
            <w:r w:rsidRPr="006B0BFC">
              <w:rPr>
                <w:rFonts w:cstheme="minorHAnsi"/>
                <w:sz w:val="18"/>
              </w:rPr>
              <w:t>Power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cappingu</w:t>
            </w:r>
            <w:proofErr w:type="spellEnd"/>
            <w:r w:rsidRPr="006B0BFC">
              <w:rPr>
                <w:rFonts w:cstheme="minorHAnsi"/>
                <w:sz w:val="18"/>
              </w:rPr>
              <w:t>.</w:t>
            </w:r>
          </w:p>
          <w:p w14:paraId="0690A0DB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asistované instalace OS bez dalších nástrojů, médií, ISO apod.</w:t>
            </w:r>
          </w:p>
          <w:p w14:paraId="757796F2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REDFISH a RESTAPI skriptů.</w:t>
            </w:r>
          </w:p>
          <w:p w14:paraId="07E6B442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Nejvyšší licence pro správu serveru bez jakéhokoli omezení.</w:t>
            </w:r>
          </w:p>
          <w:p w14:paraId="389E02A5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Všechny licence potřebné k provozu managementu a HW, (management, mapování ISO, KVM přístup).</w:t>
            </w:r>
          </w:p>
          <w:p w14:paraId="20D85666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Integrace s centrální vzdálenou správou serverového HW bez použití jakéhokoli dalšího HW či SW třetích stran</w:t>
            </w:r>
          </w:p>
          <w:p w14:paraId="63E4D605" w14:textId="77777777" w:rsidR="00DC50D7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protokolů SNMP 2c a IPMI</w:t>
            </w:r>
          </w:p>
          <w:p w14:paraId="26775475" w14:textId="61EAAF6F" w:rsidR="005A180F" w:rsidRPr="006B0BFC" w:rsidRDefault="005A180F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5A180F">
              <w:rPr>
                <w:rFonts w:cstheme="minorHAnsi"/>
                <w:sz w:val="18"/>
              </w:rPr>
              <w:t xml:space="preserve">Podpora protokolu </w:t>
            </w:r>
            <w:proofErr w:type="spellStart"/>
            <w:r w:rsidRPr="005A180F">
              <w:rPr>
                <w:rFonts w:cstheme="minorHAnsi"/>
                <w:sz w:val="18"/>
              </w:rPr>
              <w:t>Syslog</w:t>
            </w:r>
            <w:proofErr w:type="spellEnd"/>
            <w:r w:rsidRPr="005A180F">
              <w:rPr>
                <w:rFonts w:cstheme="minorHAnsi"/>
                <w:sz w:val="18"/>
              </w:rPr>
              <w:t xml:space="preserve"> a předávání logů na vzdálený systém</w:t>
            </w:r>
          </w:p>
        </w:tc>
        <w:tc>
          <w:tcPr>
            <w:tcW w:w="3288" w:type="dxa"/>
          </w:tcPr>
          <w:p w14:paraId="4AEFD855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37EDAB3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F78066A" w14:textId="77777777" w:rsidR="00DC50D7" w:rsidRPr="006B0BFC" w:rsidRDefault="00DC50D7" w:rsidP="003746AB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Hromadná správa </w:t>
            </w:r>
          </w:p>
          <w:p w14:paraId="4A9AE58D" w14:textId="77777777" w:rsidR="00DC50D7" w:rsidRPr="006B0BFC" w:rsidRDefault="00DC50D7" w:rsidP="00DC50D7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Časově neomezená licence na hromadnou správu serverů, inventarizace a </w:t>
            </w:r>
            <w:proofErr w:type="spellStart"/>
            <w:r w:rsidRPr="006B0BFC">
              <w:rPr>
                <w:rFonts w:cstheme="minorHAnsi"/>
                <w:sz w:val="18"/>
              </w:rPr>
              <w:t>alerting</w:t>
            </w:r>
            <w:proofErr w:type="spellEnd"/>
            <w:r w:rsidRPr="006B0BFC">
              <w:rPr>
                <w:rFonts w:cstheme="minorHAnsi"/>
                <w:sz w:val="18"/>
              </w:rPr>
              <w:t>.</w:t>
            </w:r>
          </w:p>
          <w:p w14:paraId="33653248" w14:textId="77777777" w:rsidR="00DC50D7" w:rsidRPr="006B0BFC" w:rsidRDefault="00DC50D7" w:rsidP="00DC50D7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hromadného sledováni a upgrade úrovní FW jednotlivých komponent serverů.</w:t>
            </w:r>
          </w:p>
          <w:p w14:paraId="4C46C8C0" w14:textId="77777777" w:rsidR="00DC50D7" w:rsidRPr="006B0BFC" w:rsidRDefault="00DC50D7" w:rsidP="00DC50D7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Call </w:t>
            </w:r>
            <w:proofErr w:type="spellStart"/>
            <w:r w:rsidRPr="006B0BFC">
              <w:rPr>
                <w:rFonts w:cstheme="minorHAnsi"/>
                <w:sz w:val="18"/>
              </w:rPr>
              <w:t>Home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funkce.</w:t>
            </w:r>
          </w:p>
          <w:p w14:paraId="52904A5C" w14:textId="77777777" w:rsidR="00DC50D7" w:rsidRPr="006B0BFC" w:rsidRDefault="00DC50D7" w:rsidP="00DC50D7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Přístup přes mobilní aplikaci.</w:t>
            </w:r>
          </w:p>
          <w:p w14:paraId="048198BF" w14:textId="77777777" w:rsidR="00DC50D7" w:rsidRPr="006B0BFC" w:rsidRDefault="00DC50D7" w:rsidP="00DC50D7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Splňující standardy NIST 800-131A a FIPS 140</w:t>
            </w:r>
            <w:r w:rsidRPr="006B0BFC">
              <w:rPr>
                <w:rFonts w:cstheme="minorHAnsi"/>
                <w:sz w:val="18"/>
              </w:rPr>
              <w:noBreakHyphen/>
              <w:t>2.</w:t>
            </w:r>
          </w:p>
          <w:p w14:paraId="7ACD8B62" w14:textId="77777777" w:rsidR="00DC50D7" w:rsidRPr="006B0BFC" w:rsidRDefault="00DC50D7" w:rsidP="00DC50D7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Plug-in do management nodů virtualizačních hypervizorů.</w:t>
            </w:r>
          </w:p>
          <w:p w14:paraId="3A69310D" w14:textId="77777777" w:rsidR="00DC50D7" w:rsidRPr="006B0BFC" w:rsidRDefault="00DC50D7" w:rsidP="00DC50D7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REST-API a </w:t>
            </w:r>
            <w:proofErr w:type="spellStart"/>
            <w:r w:rsidRPr="006B0BFC">
              <w:rPr>
                <w:rFonts w:cstheme="minorHAnsi"/>
                <w:sz w:val="18"/>
              </w:rPr>
              <w:t>Redfish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standardů.</w:t>
            </w:r>
          </w:p>
        </w:tc>
        <w:tc>
          <w:tcPr>
            <w:tcW w:w="3288" w:type="dxa"/>
          </w:tcPr>
          <w:p w14:paraId="708BA2B3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24B1FA5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3CDE599" w14:textId="77777777" w:rsidR="00DC50D7" w:rsidRPr="006B0BFC" w:rsidRDefault="00DC50D7" w:rsidP="003746AB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Napojení na systém centralizované vzdálené správy a dohledu</w:t>
            </w:r>
            <w:r w:rsidRPr="006B0BFC">
              <w:rPr>
                <w:rFonts w:cstheme="minorHAnsi"/>
                <w:i/>
                <w:iCs/>
                <w:sz w:val="18"/>
              </w:rPr>
              <w:t xml:space="preserve"> (Zadavatel provozuje centralizovanou vzdálenou správy na technologiích 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 xml:space="preserve">Dell </w:t>
            </w:r>
            <w:proofErr w:type="spellStart"/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OpenManage</w:t>
            </w:r>
            <w:proofErr w:type="spellEnd"/>
            <w:r w:rsidRPr="006B0BFC">
              <w:rPr>
                <w:rFonts w:cstheme="minorHAnsi"/>
                <w:i/>
                <w:iCs/>
                <w:sz w:val="18"/>
              </w:rPr>
              <w:t xml:space="preserve"> a 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 xml:space="preserve">Lenovo </w:t>
            </w:r>
            <w:proofErr w:type="spellStart"/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xClarity</w:t>
            </w:r>
            <w:proofErr w:type="spellEnd"/>
            <w:r w:rsidRPr="006B0BFC">
              <w:rPr>
                <w:rFonts w:cstheme="minorHAnsi"/>
                <w:i/>
                <w:iCs/>
                <w:sz w:val="18"/>
              </w:rPr>
              <w:t>)</w:t>
            </w:r>
            <w:r w:rsidRPr="006B0BFC">
              <w:rPr>
                <w:rFonts w:cstheme="minorHAnsi"/>
                <w:sz w:val="18"/>
              </w:rPr>
              <w:t>:</w:t>
            </w:r>
          </w:p>
          <w:p w14:paraId="7CEDF426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Napojení na již provozované řešení centralizované vzdálené správy bez nutnosti pořizovat, instalovat či provozovat jakýkoliv další software, hardware nebo </w:t>
            </w:r>
            <w:proofErr w:type="spellStart"/>
            <w:r w:rsidRPr="006B0BFC">
              <w:rPr>
                <w:rFonts w:cstheme="minorHAnsi"/>
                <w:sz w:val="18"/>
              </w:rPr>
              <w:t>appliance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třetích stran.</w:t>
            </w:r>
          </w:p>
          <w:p w14:paraId="4FBC4047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modelů a sériových čísel</w:t>
            </w:r>
          </w:p>
          <w:p w14:paraId="03FAC1FB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platnosti servisních kontraktů</w:t>
            </w:r>
          </w:p>
          <w:p w14:paraId="45F07A06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konfigurace</w:t>
            </w:r>
          </w:p>
          <w:p w14:paraId="358608BB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Přehled verzí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jednotlivých komponent</w:t>
            </w:r>
          </w:p>
          <w:p w14:paraId="7209AB86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Kontrola verzí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oproti definovaným politikám</w:t>
            </w:r>
          </w:p>
          <w:p w14:paraId="7806195B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zatížení CPU a RAM</w:t>
            </w:r>
          </w:p>
          <w:p w14:paraId="1D07A4A2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spotřeby elektrické energie</w:t>
            </w:r>
          </w:p>
          <w:p w14:paraId="494395F8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Centrální řízení spotřeby elektrické energie</w:t>
            </w:r>
          </w:p>
          <w:p w14:paraId="40DD30FF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Centrální provádění updatů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</w:p>
          <w:p w14:paraId="00AD81AE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Dálkové zapnutí/vypnutí jednotlivého serveru</w:t>
            </w:r>
          </w:p>
          <w:p w14:paraId="1B5497ED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Dálkový přístup do konzole jednotlivého serveru (</w:t>
            </w:r>
            <w:proofErr w:type="spellStart"/>
            <w:r w:rsidRPr="006B0BFC">
              <w:rPr>
                <w:rFonts w:cstheme="minorHAnsi"/>
                <w:sz w:val="18"/>
              </w:rPr>
              <w:t>remote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KVM)</w:t>
            </w:r>
          </w:p>
          <w:p w14:paraId="17551CEB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Re-instalace OS pomocí dálkově připojené optické mechaniky či disku s ISO souborem.</w:t>
            </w:r>
          </w:p>
        </w:tc>
        <w:tc>
          <w:tcPr>
            <w:tcW w:w="3288" w:type="dxa"/>
          </w:tcPr>
          <w:p w14:paraId="37431CBB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1B60844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ADE2AB5" w14:textId="77777777" w:rsidR="00DC50D7" w:rsidRPr="006B0BFC" w:rsidRDefault="00DC50D7" w:rsidP="003746AB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18193DB2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2C7FAC2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0BF2428" w14:textId="77777777" w:rsidR="00DC50D7" w:rsidRPr="006B0BFC" w:rsidRDefault="00DC50D7" w:rsidP="003746AB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>Síťové optické moduly pro každý optický port (</w:t>
            </w:r>
            <w:r w:rsidRPr="006B0BFC">
              <w:rPr>
                <w:b/>
                <w:bCs/>
                <w:sz w:val="18"/>
                <w:lang w:eastAsia="cs-CZ"/>
              </w:rPr>
              <w:t>SFP LAN</w:t>
            </w:r>
            <w:r w:rsidRPr="006B0BFC">
              <w:rPr>
                <w:sz w:val="18"/>
                <w:lang w:eastAsia="cs-CZ"/>
              </w:rPr>
              <w:t>), plně kompatibilní s dodávaným serverem v provedení „</w:t>
            </w:r>
            <w:r w:rsidRPr="006B0BFC">
              <w:rPr>
                <w:b/>
                <w:bCs/>
                <w:sz w:val="18"/>
                <w:lang w:eastAsia="cs-CZ"/>
              </w:rPr>
              <w:t>10/25Gbps</w:t>
            </w:r>
            <w:r w:rsidRPr="006B0BFC">
              <w:rPr>
                <w:sz w:val="18"/>
                <w:lang w:eastAsia="cs-CZ"/>
              </w:rPr>
              <w:t xml:space="preserve"> nebo </w:t>
            </w:r>
            <w:r w:rsidRPr="006B0BFC">
              <w:rPr>
                <w:b/>
                <w:bCs/>
                <w:sz w:val="18"/>
                <w:lang w:eastAsia="cs-CZ"/>
              </w:rPr>
              <w:t>25Gbps</w:t>
            </w:r>
            <w:r w:rsidRPr="006B0BFC">
              <w:rPr>
                <w:sz w:val="18"/>
                <w:lang w:eastAsia="cs-CZ"/>
              </w:rPr>
              <w:t xml:space="preserve">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 xml:space="preserve">, LC,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Short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 xml:space="preserve">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Range</w:t>
            </w:r>
            <w:proofErr w:type="spellEnd"/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1FDAEB40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</w:tbl>
    <w:p w14:paraId="38FB121B" w14:textId="77777777" w:rsidR="00DC50D7" w:rsidRPr="006B0BFC" w:rsidRDefault="00DC50D7" w:rsidP="00DC50D7">
      <w:pPr>
        <w:spacing w:after="160" w:line="259" w:lineRule="auto"/>
      </w:pPr>
    </w:p>
    <w:p w14:paraId="12F25E6B" w14:textId="216C3AFA" w:rsidR="00DC50D7" w:rsidRPr="006B0BFC" w:rsidRDefault="00DC50D7" w:rsidP="00DC50D7">
      <w:pPr>
        <w:spacing w:after="160" w:line="259" w:lineRule="auto"/>
      </w:pPr>
      <w:r w:rsidRPr="006B0BFC">
        <w:t xml:space="preserve">Pro </w:t>
      </w:r>
      <w:r w:rsidRPr="006B0BFC">
        <w:rPr>
          <w:b/>
          <w:bCs/>
        </w:rPr>
        <w:t xml:space="preserve">Položku </w:t>
      </w:r>
      <w:r>
        <w:rPr>
          <w:b/>
          <w:bCs/>
        </w:rPr>
        <w:t>1</w:t>
      </w:r>
      <w:r w:rsidR="00B711C7">
        <w:rPr>
          <w:b/>
          <w:bCs/>
        </w:rPr>
        <w:t>6</w:t>
      </w:r>
      <w:r w:rsidRPr="006B0BFC">
        <w:t xml:space="preserve"> je místem plnění </w:t>
      </w:r>
      <w:r w:rsidR="002F6136" w:rsidRPr="002F6136">
        <w:rPr>
          <w:b/>
          <w:bCs/>
        </w:rPr>
        <w:t>Nová technologická budova, Pražské zhlaví, Pardubice</w:t>
      </w:r>
      <w:r w:rsidRPr="006B0BFC">
        <w:t>.</w:t>
      </w:r>
    </w:p>
    <w:p w14:paraId="51A55D56" w14:textId="77777777" w:rsidR="008D436B" w:rsidRPr="00EA4E74" w:rsidRDefault="008D436B" w:rsidP="008D436B">
      <w:pPr>
        <w:spacing w:after="160" w:line="259" w:lineRule="auto"/>
      </w:pPr>
    </w:p>
    <w:p w14:paraId="4FFAA088" w14:textId="3A16D94F" w:rsidR="008D436B" w:rsidRPr="006B0BFC" w:rsidRDefault="00FE5DB7" w:rsidP="008D436B">
      <w:pPr>
        <w:ind w:firstLine="426"/>
      </w:pPr>
      <w:r>
        <w:t>q</w:t>
      </w:r>
      <w:r w:rsidR="008D436B" w:rsidRPr="006B0BFC">
        <w:t>)</w:t>
      </w:r>
      <w:r w:rsidR="008D436B" w:rsidRPr="006B0BFC">
        <w:tab/>
      </w:r>
      <w:r w:rsidR="008D436B" w:rsidRPr="006B0BFC">
        <w:rPr>
          <w:b/>
          <w:bCs/>
        </w:rPr>
        <w:t xml:space="preserve">Položka </w:t>
      </w:r>
      <w:r w:rsidR="008D436B">
        <w:rPr>
          <w:b/>
          <w:bCs/>
        </w:rPr>
        <w:t>1</w:t>
      </w:r>
      <w:r>
        <w:rPr>
          <w:b/>
          <w:bCs/>
        </w:rPr>
        <w:t>7</w:t>
      </w:r>
      <w:r w:rsidR="008D436B" w:rsidRPr="006B0BFC">
        <w:t xml:space="preserve"> – </w:t>
      </w:r>
      <w:r w:rsidR="008D436B">
        <w:t>Čtyři</w:t>
      </w:r>
      <w:r w:rsidR="008D436B" w:rsidRPr="006B0BFC">
        <w:t xml:space="preserve"> (</w:t>
      </w:r>
      <w:r w:rsidR="008D436B">
        <w:t>4</w:t>
      </w:r>
      <w:r w:rsidR="008D436B" w:rsidRPr="006B0BFC">
        <w:t>) serverov</w:t>
      </w:r>
      <w:r w:rsidR="008D436B">
        <w:t>é</w:t>
      </w:r>
      <w:r w:rsidR="008D436B" w:rsidRPr="006B0BFC">
        <w:t xml:space="preserve"> nod</w:t>
      </w:r>
      <w:r w:rsidR="008D436B">
        <w:t>y</w:t>
      </w:r>
      <w:r w:rsidR="008D436B" w:rsidRPr="006B0BFC">
        <w:t xml:space="preserve"> pro virtualizační farmu „KB TDS / </w:t>
      </w:r>
      <w:r w:rsidR="008D436B">
        <w:t>Brno</w:t>
      </w:r>
      <w:r w:rsidR="008D436B" w:rsidRPr="006B0BFC">
        <w:t>“ v konfiguraci:</w:t>
      </w:r>
    </w:p>
    <w:p w14:paraId="5CED57A6" w14:textId="77777777" w:rsidR="008D436B" w:rsidRPr="006B0BFC" w:rsidRDefault="008D436B" w:rsidP="008D436B">
      <w:r w:rsidRPr="006B0BFC">
        <w:rPr>
          <w:highlight w:val="green"/>
          <w:lang w:val="en-US"/>
        </w:rPr>
        <w:t>[IDENTIFIKACE MODELU</w:t>
      </w:r>
      <w:r w:rsidRPr="006B0BFC">
        <w:rPr>
          <w:rFonts w:cstheme="minorHAnsi"/>
          <w:b/>
          <w:bCs/>
          <w:highlight w:val="green"/>
        </w:rPr>
        <w:t xml:space="preserve"> - </w:t>
      </w:r>
      <w:r w:rsidRPr="006B0BFC">
        <w:rPr>
          <w:rFonts w:cstheme="minorHAnsi"/>
          <w:highlight w:val="green"/>
        </w:rPr>
        <w:t>DOPLNÍ PRODÁVAJÍCÍ]</w:t>
      </w:r>
      <w:r w:rsidRPr="006B0BFC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8D436B" w:rsidRPr="006B0BFC" w14:paraId="20B7321A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184857C5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2A5BD997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8D436B" w:rsidRPr="006B0BFC" w14:paraId="20FB19F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F09C46C" w14:textId="4AD47288" w:rsidR="008D436B" w:rsidRPr="006B0BFC" w:rsidRDefault="00D015B5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4</w:t>
            </w:r>
            <w:r w:rsidR="008D436B" w:rsidRPr="006B0BFC">
              <w:rPr>
                <w:rFonts w:cstheme="minorHAnsi"/>
                <w:sz w:val="18"/>
              </w:rPr>
              <w:t xml:space="preserve"> serverov</w:t>
            </w:r>
            <w:r>
              <w:rPr>
                <w:rFonts w:cstheme="minorHAnsi"/>
                <w:sz w:val="18"/>
              </w:rPr>
              <w:t>é</w:t>
            </w:r>
            <w:r w:rsidR="008D436B" w:rsidRPr="006B0BFC">
              <w:rPr>
                <w:rFonts w:cstheme="minorHAnsi"/>
                <w:sz w:val="18"/>
              </w:rPr>
              <w:t xml:space="preserve"> nod</w:t>
            </w:r>
            <w:r>
              <w:rPr>
                <w:rFonts w:cstheme="minorHAnsi"/>
                <w:sz w:val="18"/>
              </w:rPr>
              <w:t>y</w:t>
            </w:r>
            <w:r w:rsidR="008D436B" w:rsidRPr="006B0BFC">
              <w:rPr>
                <w:rFonts w:cstheme="minorHAnsi"/>
                <w:sz w:val="18"/>
              </w:rPr>
              <w:t xml:space="preserve"> se zcela totožnou konfigurací</w:t>
            </w:r>
          </w:p>
        </w:tc>
        <w:tc>
          <w:tcPr>
            <w:tcW w:w="3288" w:type="dxa"/>
          </w:tcPr>
          <w:p w14:paraId="24C126D2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24EFF39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C20AE43" w14:textId="00D568C8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 xml:space="preserve">Provedení serveru pro instalaci do rackové skříně o hloubce </w:t>
            </w:r>
            <w:r w:rsidR="0022397A" w:rsidRPr="0022397A">
              <w:rPr>
                <w:rFonts w:cstheme="minorHAnsi"/>
                <w:b/>
                <w:bCs/>
                <w:sz w:val="18"/>
              </w:rPr>
              <w:t>8</w:t>
            </w:r>
            <w:r w:rsidRPr="006B0BFC">
              <w:rPr>
                <w:rFonts w:cstheme="minorHAnsi"/>
                <w:b/>
                <w:bCs/>
                <w:sz w:val="18"/>
              </w:rPr>
              <w:t>0 cm</w:t>
            </w:r>
          </w:p>
        </w:tc>
        <w:tc>
          <w:tcPr>
            <w:tcW w:w="3288" w:type="dxa"/>
          </w:tcPr>
          <w:p w14:paraId="6CCA38BF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5B80429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461D489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Velikost skříně serveru o maximální výšce </w:t>
            </w:r>
            <w:r w:rsidRPr="006B0BFC">
              <w:rPr>
                <w:rFonts w:cstheme="minorHAnsi"/>
                <w:b/>
                <w:bCs/>
                <w:sz w:val="18"/>
              </w:rPr>
              <w:t>2 RU</w:t>
            </w:r>
            <w:r w:rsidRPr="006B0BFC">
              <w:rPr>
                <w:rFonts w:cstheme="minorHAnsi"/>
                <w:sz w:val="18"/>
              </w:rPr>
              <w:t xml:space="preserve"> (89 mm)</w:t>
            </w:r>
          </w:p>
        </w:tc>
        <w:tc>
          <w:tcPr>
            <w:tcW w:w="3288" w:type="dxa"/>
          </w:tcPr>
          <w:p w14:paraId="582340F8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4B60A39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2873BD2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 CPU</w:t>
            </w:r>
            <w:r w:rsidRPr="006B0BFC">
              <w:rPr>
                <w:rFonts w:cstheme="minorHAnsi"/>
                <w:sz w:val="18"/>
              </w:rPr>
              <w:t xml:space="preserve">, každý minimálně </w:t>
            </w:r>
            <w:r w:rsidRPr="001F2B7B">
              <w:rPr>
                <w:rFonts w:cstheme="minorHAnsi"/>
                <w:b/>
                <w:bCs/>
                <w:sz w:val="18"/>
              </w:rPr>
              <w:t>28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 jader</w:t>
            </w:r>
            <w:r w:rsidRPr="006B0BFC">
              <w:rPr>
                <w:rFonts w:cstheme="minorHAnsi"/>
                <w:sz w:val="18"/>
              </w:rPr>
              <w:t xml:space="preserve"> (</w:t>
            </w:r>
            <w:r>
              <w:rPr>
                <w:rFonts w:cstheme="minorHAnsi"/>
                <w:sz w:val="18"/>
              </w:rPr>
              <w:t>56</w:t>
            </w:r>
            <w:r w:rsidRPr="006B0BFC">
              <w:rPr>
                <w:rFonts w:cstheme="minorHAnsi"/>
                <w:sz w:val="18"/>
              </w:rPr>
              <w:t xml:space="preserve"> vláken) se základní frekvencí minimálně 2.0 GHz a se spotřebou maximálně 230 W</w:t>
            </w:r>
          </w:p>
        </w:tc>
        <w:tc>
          <w:tcPr>
            <w:tcW w:w="3288" w:type="dxa"/>
          </w:tcPr>
          <w:p w14:paraId="790EE47E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46CE2B9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571C953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sz w:val="18"/>
              </w:rPr>
              <w:t xml:space="preserve">Architektura </w:t>
            </w:r>
            <w:r w:rsidRPr="006B0BFC">
              <w:rPr>
                <w:rFonts w:cstheme="minorHAnsi"/>
                <w:b/>
                <w:bCs/>
                <w:sz w:val="18"/>
              </w:rPr>
              <w:t>Intel x86-64</w:t>
            </w:r>
            <w:r w:rsidRPr="006B0BFC">
              <w:rPr>
                <w:rFonts w:cstheme="minorHAnsi"/>
                <w:sz w:val="18"/>
              </w:rPr>
              <w:t xml:space="preserve"> z důvodu kompatibility současného ICT prostředí</w:t>
            </w:r>
          </w:p>
        </w:tc>
        <w:tc>
          <w:tcPr>
            <w:tcW w:w="3288" w:type="dxa"/>
          </w:tcPr>
          <w:p w14:paraId="094568B2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24F28DB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E6AF8CC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sz w:val="18"/>
                <w:lang w:eastAsia="cs-CZ"/>
              </w:rPr>
              <w:t xml:space="preserve">Operační paměť minimálně </w:t>
            </w:r>
            <w:r w:rsidRPr="006B0BFC">
              <w:rPr>
                <w:b/>
                <w:sz w:val="18"/>
                <w:lang w:eastAsia="cs-CZ"/>
              </w:rPr>
              <w:t>384 GB DDR5</w:t>
            </w:r>
            <w:r w:rsidRPr="006B0BFC">
              <w:rPr>
                <w:sz w:val="18"/>
                <w:lang w:eastAsia="cs-CZ"/>
              </w:rPr>
              <w:t xml:space="preserve"> s použitím modulů o maximální velikosti 128 GB, rozšiřitelná minimálně do 1024 GB jen přidáním dalších paměťových modulů</w:t>
            </w:r>
          </w:p>
        </w:tc>
        <w:tc>
          <w:tcPr>
            <w:tcW w:w="3288" w:type="dxa"/>
          </w:tcPr>
          <w:p w14:paraId="18D7AC1D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424D0B1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83322F0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 SSD</w:t>
            </w:r>
            <w:r w:rsidRPr="006B0BFC">
              <w:rPr>
                <w:rFonts w:cstheme="minorHAnsi"/>
                <w:sz w:val="18"/>
              </w:rPr>
              <w:t xml:space="preserve">, každý o velikosti minimálně </w:t>
            </w:r>
            <w:r w:rsidRPr="006B0BFC">
              <w:rPr>
                <w:rFonts w:cstheme="minorHAnsi"/>
                <w:b/>
                <w:bCs/>
                <w:sz w:val="18"/>
              </w:rPr>
              <w:t>480 GB</w:t>
            </w:r>
            <w:r w:rsidRPr="006B0BFC">
              <w:rPr>
                <w:rFonts w:cstheme="minorHAnsi"/>
                <w:sz w:val="18"/>
              </w:rPr>
              <w:t xml:space="preserve"> v konfiguraci RAID1 (zrcadlení) pro </w:t>
            </w:r>
            <w:proofErr w:type="spellStart"/>
            <w:r w:rsidRPr="006B0BFC">
              <w:rPr>
                <w:rFonts w:cstheme="minorHAnsi"/>
                <w:sz w:val="18"/>
              </w:rPr>
              <w:t>boot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běh OS nebo virtualizační platformy (hypervisor)</w:t>
            </w:r>
          </w:p>
        </w:tc>
        <w:tc>
          <w:tcPr>
            <w:tcW w:w="3288" w:type="dxa"/>
          </w:tcPr>
          <w:p w14:paraId="2CCFFDEC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6DBCCC4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0AE7E31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8x 25 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SFP LAN s podporou rychlosti 10 </w:t>
            </w:r>
            <w:proofErr w:type="spellStart"/>
            <w:r w:rsidRPr="006B0BFC">
              <w:rPr>
                <w:rFonts w:cstheme="minorHAnsi"/>
                <w:sz w:val="18"/>
              </w:rPr>
              <w:t>Gbps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(tj. 10/25 </w:t>
            </w:r>
            <w:proofErr w:type="spellStart"/>
            <w:r w:rsidRPr="006B0BFC">
              <w:rPr>
                <w:rFonts w:cstheme="minorHAnsi"/>
                <w:sz w:val="18"/>
              </w:rPr>
              <w:t>Gbps</w:t>
            </w:r>
            <w:proofErr w:type="spellEnd"/>
            <w:r w:rsidRPr="006B0BFC">
              <w:rPr>
                <w:rFonts w:cstheme="minorHAnsi"/>
                <w:sz w:val="18"/>
              </w:rPr>
              <w:t>)</w:t>
            </w:r>
          </w:p>
        </w:tc>
        <w:tc>
          <w:tcPr>
            <w:tcW w:w="3288" w:type="dxa"/>
          </w:tcPr>
          <w:p w14:paraId="612BF0AB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63EE3A5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EF598CE" w14:textId="77777777" w:rsidR="008D436B" w:rsidRPr="006B0BFC" w:rsidRDefault="008D436B" w:rsidP="003746AB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 xml:space="preserve">Minimálně </w:t>
            </w:r>
            <w:r w:rsidRPr="006B0BFC">
              <w:rPr>
                <w:b/>
                <w:bCs/>
                <w:sz w:val="18"/>
                <w:lang w:eastAsia="cs-CZ"/>
              </w:rPr>
              <w:t>4</w:t>
            </w:r>
            <w:r w:rsidRPr="006B0BFC">
              <w:rPr>
                <w:b/>
                <w:sz w:val="18"/>
                <w:lang w:eastAsia="cs-CZ"/>
              </w:rPr>
              <w:t>x</w:t>
            </w:r>
            <w:r w:rsidRPr="006B0BFC">
              <w:rPr>
                <w:sz w:val="18"/>
                <w:lang w:eastAsia="cs-CZ"/>
              </w:rPr>
              <w:t xml:space="preserve"> </w:t>
            </w:r>
            <w:r w:rsidRPr="006B0BFC">
              <w:rPr>
                <w:b/>
                <w:bCs/>
                <w:sz w:val="18"/>
                <w:lang w:eastAsia="cs-CZ"/>
              </w:rPr>
              <w:t xml:space="preserve">1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Gbps</w:t>
            </w:r>
            <w:proofErr w:type="spellEnd"/>
            <w:r w:rsidRPr="006B0BFC">
              <w:rPr>
                <w:sz w:val="18"/>
                <w:lang w:eastAsia="cs-CZ"/>
              </w:rPr>
              <w:t xml:space="preserve"> RJ45 LAN</w:t>
            </w:r>
          </w:p>
        </w:tc>
        <w:tc>
          <w:tcPr>
            <w:tcW w:w="3288" w:type="dxa"/>
          </w:tcPr>
          <w:p w14:paraId="2EF40EF3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3891983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5413968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Dedikovaný 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1 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724412C9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7689F3A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4893EBC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4x 32 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SFP </w:t>
            </w:r>
            <w:proofErr w:type="spellStart"/>
            <w:r w:rsidRPr="006B0BFC">
              <w:rPr>
                <w:rFonts w:cstheme="minorHAnsi"/>
                <w:sz w:val="18"/>
              </w:rPr>
              <w:t>FibreChannel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SAN porty HBA</w:t>
            </w:r>
          </w:p>
        </w:tc>
        <w:tc>
          <w:tcPr>
            <w:tcW w:w="3288" w:type="dxa"/>
          </w:tcPr>
          <w:p w14:paraId="60389A72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3EC17BC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5566C79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6B0BFC">
              <w:rPr>
                <w:rFonts w:cstheme="minorHAnsi"/>
                <w:sz w:val="18"/>
              </w:rPr>
              <w:t>Trusted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Platform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Module minimálně ve verzi 2.0</w:t>
            </w:r>
          </w:p>
        </w:tc>
        <w:tc>
          <w:tcPr>
            <w:tcW w:w="3288" w:type="dxa"/>
          </w:tcPr>
          <w:p w14:paraId="7F8C2702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3B91515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FB550B0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hot-swap napájecí zdroj, každý minimálně o výkonu 800 W s minimální certifikací „80+ </w:t>
            </w:r>
            <w:proofErr w:type="spellStart"/>
            <w:r w:rsidRPr="006B0BFC">
              <w:rPr>
                <w:rFonts w:cstheme="minorHAnsi"/>
                <w:sz w:val="18"/>
              </w:rPr>
              <w:t>Platinum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09E544E9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0ABDEC2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0EB823A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sz w:val="18"/>
                <w:lang w:eastAsia="cs-CZ"/>
              </w:rPr>
              <w:t>Výsuvné ližiny do rackové skříně bez „</w:t>
            </w:r>
            <w:proofErr w:type="spellStart"/>
            <w:r w:rsidRPr="006B0BFC">
              <w:rPr>
                <w:sz w:val="18"/>
                <w:lang w:eastAsia="cs-CZ"/>
              </w:rPr>
              <w:t>cable</w:t>
            </w:r>
            <w:proofErr w:type="spellEnd"/>
            <w:r w:rsidRPr="006B0BFC">
              <w:rPr>
                <w:sz w:val="18"/>
                <w:lang w:eastAsia="cs-CZ"/>
              </w:rPr>
              <w:t xml:space="preserve"> management </w:t>
            </w:r>
            <w:proofErr w:type="spellStart"/>
            <w:r w:rsidRPr="006B0BFC">
              <w:rPr>
                <w:sz w:val="18"/>
                <w:lang w:eastAsia="cs-CZ"/>
              </w:rPr>
              <w:t>arm</w:t>
            </w:r>
            <w:proofErr w:type="spellEnd"/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75EFC74E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7B958F8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31A6978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174CE262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3CA15ED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3AF5A20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692146AE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6461253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5C16CCD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OS Windows Server 2019, 2022; RHEL 8, 9; </w:t>
            </w:r>
            <w:proofErr w:type="spellStart"/>
            <w:r w:rsidRPr="006B0BFC">
              <w:rPr>
                <w:rFonts w:cstheme="minorHAnsi"/>
                <w:sz w:val="18"/>
              </w:rPr>
              <w:t>VMware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vSphere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3877BB81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6072C47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DDCC720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19D02045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575C8E7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DE7FB6C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Integrační pluginy pro monitoring zdravotního stavu a správu HW přímo z </w:t>
            </w:r>
            <w:proofErr w:type="spellStart"/>
            <w:r w:rsidRPr="006B0BFC">
              <w:rPr>
                <w:rFonts w:cstheme="minorHAnsi"/>
                <w:sz w:val="18"/>
              </w:rPr>
              <w:t>VMware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vCenter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MS </w:t>
            </w:r>
            <w:proofErr w:type="spellStart"/>
            <w:r w:rsidRPr="006B0BFC">
              <w:rPr>
                <w:rFonts w:cstheme="minorHAnsi"/>
                <w:sz w:val="18"/>
              </w:rPr>
              <w:t>System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Center.</w:t>
            </w:r>
          </w:p>
        </w:tc>
        <w:tc>
          <w:tcPr>
            <w:tcW w:w="3288" w:type="dxa"/>
          </w:tcPr>
          <w:p w14:paraId="37A5312E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79D9554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4D28CDB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6B0BFC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6C725950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6FF2C8C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1A8C747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výrobce na </w:t>
            </w:r>
            <w:r w:rsidRPr="006B0BFC">
              <w:rPr>
                <w:rFonts w:cstheme="minorHAnsi"/>
                <w:b/>
                <w:bCs/>
                <w:sz w:val="18"/>
              </w:rPr>
              <w:t>5 let</w:t>
            </w:r>
            <w:r w:rsidRPr="006B0BFC">
              <w:rPr>
                <w:rFonts w:cstheme="minorHAnsi"/>
                <w:sz w:val="18"/>
              </w:rPr>
              <w:t xml:space="preserve"> v rozsahu „</w:t>
            </w:r>
            <w:r w:rsidRPr="006B0BFC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62F1C3D6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1C7F513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00E3511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U všech disků, SSD, </w:t>
            </w:r>
            <w:proofErr w:type="spellStart"/>
            <w:r w:rsidRPr="006B0BFC">
              <w:rPr>
                <w:rFonts w:cstheme="minorHAnsi"/>
                <w:sz w:val="18"/>
              </w:rPr>
              <w:t>NVMe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médií je požadováno ponechání disku Kupujícímu při jeho poruše a/nebo reklamaci</w:t>
            </w:r>
          </w:p>
        </w:tc>
        <w:tc>
          <w:tcPr>
            <w:tcW w:w="3288" w:type="dxa"/>
          </w:tcPr>
          <w:p w14:paraId="4C16A9DD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5C00506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B5B5ADC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Vzdálená správa HW serveru </w:t>
            </w:r>
          </w:p>
          <w:p w14:paraId="5AB98662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Vzdálená správa s dedikovaným vlastním portem 1GbE a možností převzít plně vzdálené ovládání serveru.</w:t>
            </w:r>
          </w:p>
          <w:p w14:paraId="1A653CFD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přesměrování management portu pomocí NSCI na jinou síťovou kartu.</w:t>
            </w:r>
          </w:p>
          <w:p w14:paraId="38E17227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Možnost vzdáleného </w:t>
            </w:r>
            <w:proofErr w:type="spellStart"/>
            <w:r w:rsidRPr="006B0BFC">
              <w:rPr>
                <w:rFonts w:cstheme="minorHAnsi"/>
                <w:sz w:val="18"/>
              </w:rPr>
              <w:t>mountování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ISO image.</w:t>
            </w:r>
          </w:p>
          <w:p w14:paraId="3BE51D82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sdílet jednu virtuální konzoli až šesti uživateli.</w:t>
            </w:r>
          </w:p>
          <w:p w14:paraId="5FA9C7CF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standartních Webových prohlížečů (Google Chrome, MS </w:t>
            </w:r>
            <w:proofErr w:type="spellStart"/>
            <w:r w:rsidRPr="006B0BFC">
              <w:rPr>
                <w:rFonts w:cstheme="minorHAnsi"/>
                <w:sz w:val="18"/>
              </w:rPr>
              <w:t>Edge</w:t>
            </w:r>
            <w:proofErr w:type="spellEnd"/>
            <w:r w:rsidRPr="006B0BFC">
              <w:rPr>
                <w:rFonts w:cstheme="minorHAnsi"/>
                <w:sz w:val="18"/>
              </w:rPr>
              <w:t>, Mozilla Firefox) a HTML5.</w:t>
            </w:r>
          </w:p>
          <w:p w14:paraId="0F634A43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a možnost sledování stavu jednotlivých komponent včetně úrovní firmware.</w:t>
            </w:r>
          </w:p>
          <w:p w14:paraId="6F249BB1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Real </w:t>
            </w:r>
            <w:proofErr w:type="spellStart"/>
            <w:r w:rsidRPr="006B0BFC">
              <w:rPr>
                <w:rFonts w:cstheme="minorHAnsi"/>
                <w:sz w:val="18"/>
              </w:rPr>
              <w:t>time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sledování vytíženosti CPU, paměti a spotřeby elektrické energie, možnost </w:t>
            </w:r>
            <w:proofErr w:type="spellStart"/>
            <w:r w:rsidRPr="006B0BFC">
              <w:rPr>
                <w:rFonts w:cstheme="minorHAnsi"/>
                <w:sz w:val="18"/>
              </w:rPr>
              <w:t>Power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cappingu</w:t>
            </w:r>
            <w:proofErr w:type="spellEnd"/>
            <w:r w:rsidRPr="006B0BFC">
              <w:rPr>
                <w:rFonts w:cstheme="minorHAnsi"/>
                <w:sz w:val="18"/>
              </w:rPr>
              <w:t>.</w:t>
            </w:r>
          </w:p>
          <w:p w14:paraId="6A75CDB5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asistované instalace OS bez dalších nástrojů, médií, ISO apod.</w:t>
            </w:r>
          </w:p>
          <w:p w14:paraId="4461950F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REDFISH a RESTAPI skriptů.</w:t>
            </w:r>
          </w:p>
          <w:p w14:paraId="6EA04766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Nejvyšší licence pro správu serveru bez jakéhokoli omezení.</w:t>
            </w:r>
          </w:p>
          <w:p w14:paraId="15E003ED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Všechny licence potřebné k provozu managementu a HW, (management, mapování ISO, KVM přístup).</w:t>
            </w:r>
          </w:p>
          <w:p w14:paraId="4E0355EA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Integrace s centrální vzdálenou správou serverového HW bez použití jakéhokoli dalšího HW či SW třetích stran</w:t>
            </w:r>
          </w:p>
          <w:p w14:paraId="0DB84CA1" w14:textId="77777777" w:rsidR="008D436B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protokolů SNMP 2c a IPMI</w:t>
            </w:r>
          </w:p>
          <w:p w14:paraId="7103E266" w14:textId="3ED58CD4" w:rsidR="005A180F" w:rsidRPr="006B0BFC" w:rsidRDefault="005A180F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5A180F">
              <w:rPr>
                <w:rFonts w:cstheme="minorHAnsi"/>
                <w:sz w:val="18"/>
              </w:rPr>
              <w:t xml:space="preserve">Podpora protokolu </w:t>
            </w:r>
            <w:proofErr w:type="spellStart"/>
            <w:r w:rsidRPr="005A180F">
              <w:rPr>
                <w:rFonts w:cstheme="minorHAnsi"/>
                <w:sz w:val="18"/>
              </w:rPr>
              <w:t>Syslog</w:t>
            </w:r>
            <w:proofErr w:type="spellEnd"/>
            <w:r w:rsidRPr="005A180F">
              <w:rPr>
                <w:rFonts w:cstheme="minorHAnsi"/>
                <w:sz w:val="18"/>
              </w:rPr>
              <w:t xml:space="preserve"> a předávání logů na vzdálený systém</w:t>
            </w:r>
          </w:p>
        </w:tc>
        <w:tc>
          <w:tcPr>
            <w:tcW w:w="3288" w:type="dxa"/>
          </w:tcPr>
          <w:p w14:paraId="3D114E94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0C1605A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319EBBF" w14:textId="77777777" w:rsidR="008D436B" w:rsidRPr="006B0BFC" w:rsidRDefault="008D436B" w:rsidP="003746AB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Hromadná správa </w:t>
            </w:r>
          </w:p>
          <w:p w14:paraId="6475ADD0" w14:textId="77777777" w:rsidR="008D436B" w:rsidRPr="006B0BFC" w:rsidRDefault="008D436B" w:rsidP="008D436B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Časově neomezená licence na hromadnou správu serverů, inventarizace a </w:t>
            </w:r>
            <w:proofErr w:type="spellStart"/>
            <w:r w:rsidRPr="006B0BFC">
              <w:rPr>
                <w:rFonts w:cstheme="minorHAnsi"/>
                <w:sz w:val="18"/>
              </w:rPr>
              <w:t>alerting</w:t>
            </w:r>
            <w:proofErr w:type="spellEnd"/>
            <w:r w:rsidRPr="006B0BFC">
              <w:rPr>
                <w:rFonts w:cstheme="minorHAnsi"/>
                <w:sz w:val="18"/>
              </w:rPr>
              <w:t>.</w:t>
            </w:r>
          </w:p>
          <w:p w14:paraId="119A03F2" w14:textId="77777777" w:rsidR="008D436B" w:rsidRPr="006B0BFC" w:rsidRDefault="008D436B" w:rsidP="008D436B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hromadného sledováni a upgrade úrovní FW jednotlivých komponent serverů.</w:t>
            </w:r>
          </w:p>
          <w:p w14:paraId="5C96064C" w14:textId="77777777" w:rsidR="008D436B" w:rsidRPr="006B0BFC" w:rsidRDefault="008D436B" w:rsidP="008D436B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Call </w:t>
            </w:r>
            <w:proofErr w:type="spellStart"/>
            <w:r w:rsidRPr="006B0BFC">
              <w:rPr>
                <w:rFonts w:cstheme="minorHAnsi"/>
                <w:sz w:val="18"/>
              </w:rPr>
              <w:t>Home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funkce.</w:t>
            </w:r>
          </w:p>
          <w:p w14:paraId="027C71F9" w14:textId="77777777" w:rsidR="008D436B" w:rsidRPr="006B0BFC" w:rsidRDefault="008D436B" w:rsidP="008D436B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Přístup přes mobilní aplikaci.</w:t>
            </w:r>
          </w:p>
          <w:p w14:paraId="7B2D0132" w14:textId="77777777" w:rsidR="008D436B" w:rsidRPr="006B0BFC" w:rsidRDefault="008D436B" w:rsidP="008D436B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Splňující standardy NIST 800-131A a FIPS 140</w:t>
            </w:r>
            <w:r w:rsidRPr="006B0BFC">
              <w:rPr>
                <w:rFonts w:cstheme="minorHAnsi"/>
                <w:sz w:val="18"/>
              </w:rPr>
              <w:noBreakHyphen/>
              <w:t>2.</w:t>
            </w:r>
          </w:p>
          <w:p w14:paraId="0893CDA9" w14:textId="77777777" w:rsidR="008D436B" w:rsidRPr="006B0BFC" w:rsidRDefault="008D436B" w:rsidP="008D436B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Plug-in do management nodů virtualizačních hypervizorů.</w:t>
            </w:r>
          </w:p>
          <w:p w14:paraId="29458591" w14:textId="77777777" w:rsidR="008D436B" w:rsidRPr="006B0BFC" w:rsidRDefault="008D436B" w:rsidP="008D436B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REST-API a </w:t>
            </w:r>
            <w:proofErr w:type="spellStart"/>
            <w:r w:rsidRPr="006B0BFC">
              <w:rPr>
                <w:rFonts w:cstheme="minorHAnsi"/>
                <w:sz w:val="18"/>
              </w:rPr>
              <w:t>Redfish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standardů.</w:t>
            </w:r>
          </w:p>
        </w:tc>
        <w:tc>
          <w:tcPr>
            <w:tcW w:w="3288" w:type="dxa"/>
          </w:tcPr>
          <w:p w14:paraId="6B21D5DA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1CCD04B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3E3C271" w14:textId="77777777" w:rsidR="008D436B" w:rsidRPr="006B0BFC" w:rsidRDefault="008D436B" w:rsidP="003746AB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Napojení na systém centralizované vzdálené správy a dohledu</w:t>
            </w:r>
            <w:r w:rsidRPr="006B0BFC">
              <w:rPr>
                <w:rFonts w:cstheme="minorHAnsi"/>
                <w:i/>
                <w:iCs/>
                <w:sz w:val="18"/>
              </w:rPr>
              <w:t xml:space="preserve"> (Zadavatel provozuje centralizovanou vzdálenou správy na technologiích 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 xml:space="preserve">Dell </w:t>
            </w:r>
            <w:proofErr w:type="spellStart"/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OpenManage</w:t>
            </w:r>
            <w:proofErr w:type="spellEnd"/>
            <w:r w:rsidRPr="006B0BFC">
              <w:rPr>
                <w:rFonts w:cstheme="minorHAnsi"/>
                <w:i/>
                <w:iCs/>
                <w:sz w:val="18"/>
              </w:rPr>
              <w:t xml:space="preserve"> a 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 xml:space="preserve">Lenovo </w:t>
            </w:r>
            <w:proofErr w:type="spellStart"/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xClarity</w:t>
            </w:r>
            <w:proofErr w:type="spellEnd"/>
            <w:r w:rsidRPr="006B0BFC">
              <w:rPr>
                <w:rFonts w:cstheme="minorHAnsi"/>
                <w:i/>
                <w:iCs/>
                <w:sz w:val="18"/>
              </w:rPr>
              <w:t>)</w:t>
            </w:r>
            <w:r w:rsidRPr="006B0BFC">
              <w:rPr>
                <w:rFonts w:cstheme="minorHAnsi"/>
                <w:sz w:val="18"/>
              </w:rPr>
              <w:t>:</w:t>
            </w:r>
          </w:p>
          <w:p w14:paraId="13A73CAC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Napojení na již provozované řešení centralizované vzdálené správy bez nutnosti pořizovat, instalovat či provozovat jakýkoliv další software, hardware nebo </w:t>
            </w:r>
            <w:proofErr w:type="spellStart"/>
            <w:r w:rsidRPr="006B0BFC">
              <w:rPr>
                <w:rFonts w:cstheme="minorHAnsi"/>
                <w:sz w:val="18"/>
              </w:rPr>
              <w:t>appliance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třetích stran.</w:t>
            </w:r>
          </w:p>
          <w:p w14:paraId="11CF613D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modelů a sériových čísel</w:t>
            </w:r>
          </w:p>
          <w:p w14:paraId="5BD210F7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platnosti servisních kontraktů</w:t>
            </w:r>
          </w:p>
          <w:p w14:paraId="24E1A93A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konfigurace</w:t>
            </w:r>
          </w:p>
          <w:p w14:paraId="0025D337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Přehled verzí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jednotlivých komponent</w:t>
            </w:r>
          </w:p>
          <w:p w14:paraId="4624A0D9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Kontrola verzí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oproti definovaným politikám</w:t>
            </w:r>
          </w:p>
          <w:p w14:paraId="063B83B2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zatížení CPU a RAM</w:t>
            </w:r>
          </w:p>
          <w:p w14:paraId="343803E1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spotřeby elektrické energie</w:t>
            </w:r>
          </w:p>
          <w:p w14:paraId="63F99BC3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Centrální řízení spotřeby elektrické energie</w:t>
            </w:r>
          </w:p>
          <w:p w14:paraId="79D97D8D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Centrální provádění updatů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</w:p>
          <w:p w14:paraId="27B271C6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Dálkové zapnutí/vypnutí jednotlivého serveru</w:t>
            </w:r>
          </w:p>
          <w:p w14:paraId="03C393F9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Dálkový přístup do konzole jednotlivého serveru (</w:t>
            </w:r>
            <w:proofErr w:type="spellStart"/>
            <w:r w:rsidRPr="006B0BFC">
              <w:rPr>
                <w:rFonts w:cstheme="minorHAnsi"/>
                <w:sz w:val="18"/>
              </w:rPr>
              <w:t>remote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KVM)</w:t>
            </w:r>
          </w:p>
          <w:p w14:paraId="01105F2C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Re-instalace OS pomocí dálkově připojené optické mechaniky či disku s ISO souborem.</w:t>
            </w:r>
          </w:p>
        </w:tc>
        <w:tc>
          <w:tcPr>
            <w:tcW w:w="3288" w:type="dxa"/>
          </w:tcPr>
          <w:p w14:paraId="6C1FD8CC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352D231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039E5FA" w14:textId="77777777" w:rsidR="008D436B" w:rsidRPr="006B0BFC" w:rsidRDefault="008D436B" w:rsidP="003746AB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48385BF8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6309691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FA91EF3" w14:textId="77777777" w:rsidR="008D436B" w:rsidRPr="006B0BFC" w:rsidRDefault="008D436B" w:rsidP="003746AB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>Síťové optické moduly pro každý optický port (</w:t>
            </w:r>
            <w:r w:rsidRPr="006B0BFC">
              <w:rPr>
                <w:b/>
                <w:bCs/>
                <w:sz w:val="18"/>
                <w:lang w:eastAsia="cs-CZ"/>
              </w:rPr>
              <w:t>SFP LAN</w:t>
            </w:r>
            <w:r w:rsidRPr="006B0BFC">
              <w:rPr>
                <w:sz w:val="18"/>
                <w:lang w:eastAsia="cs-CZ"/>
              </w:rPr>
              <w:t>), plně kompatibilní s dodávaným serverem v provedení „</w:t>
            </w:r>
            <w:r w:rsidRPr="006B0BFC">
              <w:rPr>
                <w:b/>
                <w:bCs/>
                <w:sz w:val="18"/>
                <w:lang w:eastAsia="cs-CZ"/>
              </w:rPr>
              <w:t>10/25Gbps</w:t>
            </w:r>
            <w:r w:rsidRPr="006B0BFC">
              <w:rPr>
                <w:sz w:val="18"/>
                <w:lang w:eastAsia="cs-CZ"/>
              </w:rPr>
              <w:t xml:space="preserve"> nebo </w:t>
            </w:r>
            <w:r w:rsidRPr="006B0BFC">
              <w:rPr>
                <w:b/>
                <w:bCs/>
                <w:sz w:val="18"/>
                <w:lang w:eastAsia="cs-CZ"/>
              </w:rPr>
              <w:t>25Gbps</w:t>
            </w:r>
            <w:r w:rsidRPr="006B0BFC">
              <w:rPr>
                <w:sz w:val="18"/>
                <w:lang w:eastAsia="cs-CZ"/>
              </w:rPr>
              <w:t xml:space="preserve">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 xml:space="preserve">, LC,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Short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 xml:space="preserve">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Range</w:t>
            </w:r>
            <w:proofErr w:type="spellEnd"/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36151D14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6CFB612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B10CB73" w14:textId="77777777" w:rsidR="008D436B" w:rsidRPr="006B0BFC" w:rsidRDefault="008D436B" w:rsidP="003746AB">
            <w:pPr>
              <w:rPr>
                <w:lang w:eastAsia="cs-CZ"/>
              </w:rPr>
            </w:pPr>
            <w:r w:rsidRPr="006B0BFC">
              <w:rPr>
                <w:sz w:val="18"/>
                <w:lang w:eastAsia="cs-CZ"/>
              </w:rPr>
              <w:t xml:space="preserve">Síťové optické moduly pro každý </w:t>
            </w:r>
            <w:proofErr w:type="spellStart"/>
            <w:r w:rsidRPr="006B0BFC">
              <w:rPr>
                <w:sz w:val="18"/>
                <w:lang w:eastAsia="cs-CZ"/>
              </w:rPr>
              <w:t>FibreChannel</w:t>
            </w:r>
            <w:proofErr w:type="spellEnd"/>
            <w:r w:rsidRPr="006B0BFC">
              <w:rPr>
                <w:sz w:val="18"/>
                <w:lang w:eastAsia="cs-CZ"/>
              </w:rPr>
              <w:t xml:space="preserve"> port (</w:t>
            </w:r>
            <w:r w:rsidRPr="006B0BFC">
              <w:rPr>
                <w:b/>
                <w:bCs/>
                <w:sz w:val="18"/>
                <w:lang w:eastAsia="cs-CZ"/>
              </w:rPr>
              <w:t>SFP FC</w:t>
            </w:r>
            <w:r w:rsidRPr="006B0BFC">
              <w:rPr>
                <w:sz w:val="18"/>
                <w:lang w:eastAsia="cs-CZ"/>
              </w:rPr>
              <w:t>), plně kompatibilní s dodávaným serverem v provedení „</w:t>
            </w:r>
            <w:r w:rsidRPr="006B0BFC">
              <w:rPr>
                <w:b/>
                <w:bCs/>
                <w:sz w:val="18"/>
                <w:lang w:eastAsia="cs-CZ"/>
              </w:rPr>
              <w:t xml:space="preserve">32Gbps, SW,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>, LC</w:t>
            </w:r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4E59FAE7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</w:tbl>
    <w:p w14:paraId="02CA40CE" w14:textId="77777777" w:rsidR="008D436B" w:rsidRPr="006B0BFC" w:rsidRDefault="008D436B" w:rsidP="008D436B">
      <w:pPr>
        <w:spacing w:after="160" w:line="259" w:lineRule="auto"/>
      </w:pPr>
    </w:p>
    <w:p w14:paraId="2424BE3C" w14:textId="63606824" w:rsidR="008D436B" w:rsidRPr="006B0BFC" w:rsidRDefault="008D436B" w:rsidP="008D436B">
      <w:pPr>
        <w:spacing w:after="160" w:line="259" w:lineRule="auto"/>
      </w:pPr>
      <w:r w:rsidRPr="006B0BFC">
        <w:t xml:space="preserve">Pro </w:t>
      </w:r>
      <w:r>
        <w:t>4</w:t>
      </w:r>
      <w:r w:rsidRPr="006B0BFC">
        <w:t xml:space="preserve"> serverov</w:t>
      </w:r>
      <w:r>
        <w:t>é</w:t>
      </w:r>
      <w:r w:rsidRPr="006B0BFC">
        <w:t xml:space="preserve"> nod</w:t>
      </w:r>
      <w:r>
        <w:t>y</w:t>
      </w:r>
      <w:r w:rsidRPr="006B0BFC">
        <w:t xml:space="preserve"> v rámci </w:t>
      </w:r>
      <w:r w:rsidRPr="006B0BFC">
        <w:rPr>
          <w:b/>
          <w:bCs/>
        </w:rPr>
        <w:t xml:space="preserve">Položky </w:t>
      </w:r>
      <w:r>
        <w:rPr>
          <w:b/>
          <w:bCs/>
        </w:rPr>
        <w:t>1</w:t>
      </w:r>
      <w:r w:rsidR="00FE5DB7">
        <w:rPr>
          <w:b/>
          <w:bCs/>
        </w:rPr>
        <w:t>7</w:t>
      </w:r>
      <w:r w:rsidRPr="006B0BFC">
        <w:t xml:space="preserve"> je místem plnění </w:t>
      </w:r>
      <w:r w:rsidR="004A6F44">
        <w:rPr>
          <w:b/>
          <w:bCs/>
        </w:rPr>
        <w:t>OŘ Brno, Kounicova 26</w:t>
      </w:r>
      <w:r>
        <w:rPr>
          <w:b/>
          <w:bCs/>
        </w:rPr>
        <w:t xml:space="preserve">, </w:t>
      </w:r>
      <w:r w:rsidR="004A6F44">
        <w:rPr>
          <w:b/>
          <w:bCs/>
        </w:rPr>
        <w:t>Brno</w:t>
      </w:r>
      <w:r w:rsidRPr="006B0BFC">
        <w:t>.</w:t>
      </w:r>
    </w:p>
    <w:p w14:paraId="30A2BB66" w14:textId="77777777" w:rsidR="00EA4E74" w:rsidRPr="006B0BFC" w:rsidRDefault="00EA4E74" w:rsidP="008D436B">
      <w:pPr>
        <w:spacing w:after="160" w:line="259" w:lineRule="auto"/>
      </w:pPr>
    </w:p>
    <w:p w14:paraId="6DFBF9FD" w14:textId="301A88F0" w:rsidR="008D436B" w:rsidRPr="006B0BFC" w:rsidRDefault="00FE5DB7" w:rsidP="008D436B">
      <w:pPr>
        <w:ind w:firstLine="426"/>
      </w:pPr>
      <w:r>
        <w:t>r</w:t>
      </w:r>
      <w:r w:rsidR="008D436B" w:rsidRPr="006B0BFC">
        <w:t>)</w:t>
      </w:r>
      <w:r w:rsidR="008D436B">
        <w:t xml:space="preserve"> </w:t>
      </w:r>
      <w:r w:rsidR="008D436B" w:rsidRPr="006B0BFC">
        <w:rPr>
          <w:b/>
          <w:bCs/>
        </w:rPr>
        <w:t xml:space="preserve">Položka </w:t>
      </w:r>
      <w:r w:rsidR="008D436B">
        <w:rPr>
          <w:b/>
          <w:bCs/>
        </w:rPr>
        <w:t>1</w:t>
      </w:r>
      <w:r>
        <w:rPr>
          <w:b/>
          <w:bCs/>
        </w:rPr>
        <w:t>8</w:t>
      </w:r>
      <w:r w:rsidR="008D436B" w:rsidRPr="006B0BFC">
        <w:t xml:space="preserve"> – Úložiště SAN pro virtualizační farmu „KB TDS / </w:t>
      </w:r>
      <w:r w:rsidR="002F296B">
        <w:t>Brno</w:t>
      </w:r>
      <w:r w:rsidR="008D436B" w:rsidRPr="006B0BFC">
        <w:t>“ v konfiguraci:</w:t>
      </w:r>
    </w:p>
    <w:p w14:paraId="76B2591D" w14:textId="77777777" w:rsidR="008D436B" w:rsidRPr="006B0BFC" w:rsidRDefault="008D436B" w:rsidP="008D436B">
      <w:pPr>
        <w:rPr>
          <w:rFonts w:cstheme="minorHAnsi"/>
          <w:b/>
          <w:bCs/>
        </w:rPr>
      </w:pPr>
      <w:r w:rsidRPr="006B0BFC">
        <w:rPr>
          <w:highlight w:val="green"/>
          <w:lang w:val="en-US"/>
        </w:rPr>
        <w:t>[IDENTIFIKACE MODELU</w:t>
      </w:r>
      <w:r w:rsidRPr="006B0BFC">
        <w:rPr>
          <w:rFonts w:cstheme="minorHAnsi"/>
          <w:b/>
          <w:bCs/>
          <w:highlight w:val="green"/>
        </w:rPr>
        <w:t xml:space="preserve"> - </w:t>
      </w:r>
      <w:r w:rsidRPr="006B0BFC">
        <w:rPr>
          <w:rFonts w:cstheme="minorHAnsi"/>
          <w:highlight w:val="green"/>
        </w:rPr>
        <w:t>DOPLNÍ PRODÁVAJÍCÍ]</w:t>
      </w:r>
      <w:r w:rsidRPr="006B0BFC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8D436B" w:rsidRPr="006B0BFC" w14:paraId="294EF8B5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3311B7A1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49BE6C56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8D436B" w:rsidRPr="006B0BFC" w14:paraId="0F21F00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5A80CF2" w14:textId="54F4336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Provedení úložiště pro instalaci do rackové skříně o hloubce </w:t>
            </w:r>
            <w:r w:rsidR="0022397A">
              <w:rPr>
                <w:rFonts w:cstheme="minorHAnsi"/>
                <w:b/>
                <w:bCs/>
                <w:sz w:val="18"/>
              </w:rPr>
              <w:t>8</w:t>
            </w:r>
            <w:r w:rsidRPr="006B0BFC">
              <w:rPr>
                <w:rFonts w:cstheme="minorHAnsi"/>
                <w:b/>
                <w:bCs/>
                <w:sz w:val="18"/>
              </w:rPr>
              <w:t>0 cm</w:t>
            </w:r>
          </w:p>
        </w:tc>
        <w:tc>
          <w:tcPr>
            <w:tcW w:w="3288" w:type="dxa"/>
          </w:tcPr>
          <w:p w14:paraId="2B058DE9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1B6BAA8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400E700" w14:textId="14579029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Velikost skříně serveru o maximální výšce </w:t>
            </w:r>
            <w:r w:rsidR="00D05670">
              <w:rPr>
                <w:rFonts w:cstheme="minorHAnsi"/>
                <w:b/>
                <w:bCs/>
                <w:sz w:val="18"/>
              </w:rPr>
              <w:t>7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 RU</w:t>
            </w:r>
            <w:r w:rsidRPr="006B0BFC">
              <w:rPr>
                <w:rFonts w:cstheme="minorHAnsi"/>
                <w:sz w:val="18"/>
              </w:rPr>
              <w:t xml:space="preserve"> (</w:t>
            </w:r>
            <w:r w:rsidR="00D05670">
              <w:rPr>
                <w:rFonts w:cstheme="minorHAnsi"/>
                <w:sz w:val="18"/>
              </w:rPr>
              <w:t>312</w:t>
            </w:r>
            <w:r w:rsidRPr="006B0BFC">
              <w:rPr>
                <w:rFonts w:cstheme="minorHAnsi"/>
                <w:sz w:val="18"/>
              </w:rPr>
              <w:t> mm)</w:t>
            </w:r>
          </w:p>
        </w:tc>
        <w:tc>
          <w:tcPr>
            <w:tcW w:w="3288" w:type="dxa"/>
          </w:tcPr>
          <w:p w14:paraId="51AAAAEA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3AEE6D8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C79B684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Dual</w:t>
            </w:r>
            <w:proofErr w:type="spellEnd"/>
            <w:r w:rsidRPr="006B0BFC">
              <w:rPr>
                <w:rFonts w:cstheme="minorHAnsi"/>
                <w:b/>
                <w:bCs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controller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SAN FC v režimu </w:t>
            </w:r>
            <w:proofErr w:type="spellStart"/>
            <w:r w:rsidRPr="006B0BFC">
              <w:rPr>
                <w:rFonts w:cstheme="minorHAnsi"/>
                <w:sz w:val="18"/>
              </w:rPr>
              <w:t>Active-Active</w:t>
            </w:r>
            <w:proofErr w:type="spellEnd"/>
          </w:p>
        </w:tc>
        <w:tc>
          <w:tcPr>
            <w:tcW w:w="3288" w:type="dxa"/>
          </w:tcPr>
          <w:p w14:paraId="345BA5A5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228C5" w:rsidRPr="0050706D" w14:paraId="09847CED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25FD0C4" w14:textId="77777777" w:rsidR="008228C5" w:rsidRDefault="008228C5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Kapacita SAN úložiště</w:t>
            </w:r>
          </w:p>
          <w:p w14:paraId="00D8B710" w14:textId="77777777" w:rsidR="008228C5" w:rsidRPr="00A132AC" w:rsidRDefault="008228C5" w:rsidP="008228C5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b/>
                <w:bCs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Uživatelsky použitelná čistá nekomprimovaná </w:t>
            </w:r>
            <w:r>
              <w:rPr>
                <w:rFonts w:cstheme="minorHAnsi"/>
                <w:sz w:val="18"/>
                <w:szCs w:val="22"/>
              </w:rPr>
              <w:t xml:space="preserve">(bez </w:t>
            </w:r>
            <w:proofErr w:type="spellStart"/>
            <w:r>
              <w:rPr>
                <w:rFonts w:cstheme="minorHAnsi"/>
                <w:sz w:val="18"/>
                <w:szCs w:val="22"/>
              </w:rPr>
              <w:t>deduplikace</w:t>
            </w:r>
            <w:proofErr w:type="spellEnd"/>
            <w:r>
              <w:rPr>
                <w:rFonts w:cstheme="minorHAnsi"/>
                <w:sz w:val="18"/>
                <w:szCs w:val="22"/>
              </w:rPr>
              <w:t xml:space="preserve">) </w:t>
            </w:r>
            <w:r w:rsidRPr="00A132AC">
              <w:rPr>
                <w:rFonts w:cstheme="minorHAnsi"/>
                <w:sz w:val="18"/>
                <w:szCs w:val="22"/>
              </w:rPr>
              <w:t xml:space="preserve">kapacita minimálně </w:t>
            </w:r>
            <w:r>
              <w:rPr>
                <w:rFonts w:cstheme="minorHAnsi"/>
                <w:b/>
                <w:bCs/>
                <w:sz w:val="18"/>
                <w:szCs w:val="22"/>
              </w:rPr>
              <w:t>35</w:t>
            </w:r>
            <w:r w:rsidRPr="00A132AC">
              <w:rPr>
                <w:rFonts w:cstheme="minorHAnsi"/>
                <w:b/>
                <w:bCs/>
                <w:sz w:val="18"/>
                <w:szCs w:val="22"/>
              </w:rPr>
              <w:t xml:space="preserve"> </w:t>
            </w:r>
            <w:proofErr w:type="spellStart"/>
            <w:r w:rsidRPr="00A132AC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14F39BB6" w14:textId="554EF3D6" w:rsidR="008228C5" w:rsidRPr="00A132AC" w:rsidRDefault="008228C5" w:rsidP="008228C5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Umožňuje rozšíření minimálně na </w:t>
            </w:r>
            <w:r w:rsidR="00C64F63">
              <w:rPr>
                <w:rFonts w:cstheme="minorHAnsi"/>
                <w:sz w:val="18"/>
                <w:szCs w:val="22"/>
              </w:rPr>
              <w:t>8</w:t>
            </w:r>
            <w:r>
              <w:rPr>
                <w:rFonts w:cstheme="minorHAnsi"/>
                <w:sz w:val="18"/>
                <w:szCs w:val="22"/>
              </w:rPr>
              <w:t>0</w:t>
            </w:r>
            <w:r w:rsidRPr="00A132AC">
              <w:rPr>
                <w:rFonts w:cstheme="minorHAnsi"/>
                <w:sz w:val="18"/>
                <w:szCs w:val="22"/>
              </w:rPr>
              <w:t xml:space="preserve"> </w:t>
            </w:r>
            <w:proofErr w:type="spellStart"/>
            <w:r w:rsidRPr="00A132AC">
              <w:rPr>
                <w:rFonts w:cstheme="minorHAnsi"/>
                <w:sz w:val="18"/>
                <w:szCs w:val="22"/>
              </w:rPr>
              <w:t>TiB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 xml:space="preserve"> jen přidáním disků.</w:t>
            </w:r>
          </w:p>
          <w:p w14:paraId="60A93FC0" w14:textId="77777777" w:rsidR="008228C5" w:rsidRPr="00A132AC" w:rsidRDefault="008228C5" w:rsidP="008228C5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>Zajišťuje redundanci uložených dat minimálně na</w:t>
            </w:r>
            <w:r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 xml:space="preserve">úrovni odpovídající </w:t>
            </w:r>
            <w:r w:rsidRPr="009036B9">
              <w:rPr>
                <w:rFonts w:cstheme="minorHAnsi"/>
                <w:b/>
                <w:bCs/>
                <w:sz w:val="18"/>
                <w:szCs w:val="22"/>
              </w:rPr>
              <w:t>RAID</w:t>
            </w:r>
            <w:r>
              <w:rPr>
                <w:rFonts w:cstheme="minorHAnsi"/>
                <w:b/>
                <w:bCs/>
                <w:sz w:val="18"/>
                <w:szCs w:val="22"/>
              </w:rPr>
              <w:t>6</w:t>
            </w:r>
            <w:r w:rsidRPr="00294666">
              <w:rPr>
                <w:rFonts w:cstheme="minorHAnsi"/>
                <w:sz w:val="18"/>
                <w:szCs w:val="22"/>
              </w:rPr>
              <w:t xml:space="preserve"> (výpadek dvou disků)</w:t>
            </w:r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57FF9BA7" w14:textId="77777777" w:rsidR="008228C5" w:rsidRPr="00A132AC" w:rsidRDefault="008228C5" w:rsidP="008228C5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Použití výhradně </w:t>
            </w:r>
            <w:proofErr w:type="spellStart"/>
            <w:r w:rsidRPr="00F43FF9">
              <w:rPr>
                <w:rFonts w:cstheme="minorHAnsi"/>
                <w:b/>
                <w:bCs/>
                <w:sz w:val="18"/>
                <w:szCs w:val="22"/>
              </w:rPr>
              <w:t>NVMe</w:t>
            </w:r>
            <w:proofErr w:type="spellEnd"/>
            <w:r>
              <w:rPr>
                <w:rFonts w:cstheme="minorHAnsi"/>
                <w:sz w:val="18"/>
                <w:szCs w:val="22"/>
              </w:rPr>
              <w:t xml:space="preserve"> </w:t>
            </w:r>
            <w:r w:rsidRPr="00A132AC">
              <w:rPr>
                <w:rFonts w:cstheme="minorHAnsi"/>
                <w:sz w:val="18"/>
                <w:szCs w:val="22"/>
              </w:rPr>
              <w:t xml:space="preserve">o velikosti maximálně </w:t>
            </w:r>
            <w:r>
              <w:rPr>
                <w:rFonts w:cstheme="minorHAnsi"/>
                <w:sz w:val="18"/>
                <w:szCs w:val="22"/>
              </w:rPr>
              <w:t>10 </w:t>
            </w:r>
            <w:r w:rsidRPr="00A132AC">
              <w:rPr>
                <w:rFonts w:cstheme="minorHAnsi"/>
                <w:sz w:val="18"/>
                <w:szCs w:val="22"/>
              </w:rPr>
              <w:t>TB.</w:t>
            </w:r>
          </w:p>
        </w:tc>
        <w:tc>
          <w:tcPr>
            <w:tcW w:w="3288" w:type="dxa"/>
          </w:tcPr>
          <w:p w14:paraId="0403313C" w14:textId="77777777" w:rsidR="008228C5" w:rsidRPr="00927BA6" w:rsidRDefault="008228C5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491FBF4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A60212B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Pr="00053731">
              <w:rPr>
                <w:rFonts w:cstheme="minorHAnsi"/>
                <w:b/>
                <w:bCs/>
                <w:sz w:val="18"/>
              </w:rPr>
              <w:t>8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x 32 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FC SFP port pro SAN</w:t>
            </w:r>
          </w:p>
        </w:tc>
        <w:tc>
          <w:tcPr>
            <w:tcW w:w="3288" w:type="dxa"/>
          </w:tcPr>
          <w:p w14:paraId="64E53B45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0AD7E01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1FAC2C4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jeden dedikovaný 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1 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6C0EB237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569B108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6BCB2CB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hot-swap napájecí zdroj, každý minimálně o výkonu 1000 W s minimální certifikací „80+ </w:t>
            </w:r>
            <w:proofErr w:type="spellStart"/>
            <w:r w:rsidRPr="006B0BFC">
              <w:rPr>
                <w:rFonts w:cstheme="minorHAnsi"/>
                <w:sz w:val="18"/>
              </w:rPr>
              <w:t>Platinum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6023C074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179F171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5D53A6C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sz w:val="18"/>
                <w:lang w:eastAsia="cs-CZ"/>
              </w:rPr>
              <w:t>Výsuvné ližiny do rackové skříně</w:t>
            </w:r>
          </w:p>
        </w:tc>
        <w:tc>
          <w:tcPr>
            <w:tcW w:w="3288" w:type="dxa"/>
          </w:tcPr>
          <w:p w14:paraId="302F09FE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374E3E1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D4486B8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58F12CBD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11B2408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FB062ED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3CCFF9E3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1535296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E612977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sz w:val="18"/>
              </w:rPr>
              <w:t xml:space="preserve">Podpora OS Windows Server 2019, 2022; RHEL 8, 9; </w:t>
            </w:r>
            <w:proofErr w:type="spellStart"/>
            <w:r w:rsidRPr="006B0BFC">
              <w:rPr>
                <w:rFonts w:cstheme="minorHAnsi"/>
                <w:sz w:val="18"/>
              </w:rPr>
              <w:t>VMware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vSphere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7080B88F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00F92E6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3814994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01F0765B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3A01D88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275880C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6B0BFC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21F11D68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5DEA37F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3DD74C8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výrobce na </w:t>
            </w:r>
            <w:r w:rsidRPr="006B0BFC">
              <w:rPr>
                <w:rFonts w:cstheme="minorHAnsi"/>
                <w:b/>
                <w:bCs/>
                <w:sz w:val="18"/>
              </w:rPr>
              <w:t>5 let</w:t>
            </w:r>
            <w:r w:rsidRPr="006B0BFC">
              <w:rPr>
                <w:rFonts w:cstheme="minorHAnsi"/>
                <w:sz w:val="18"/>
              </w:rPr>
              <w:t xml:space="preserve"> v rozsahu „</w:t>
            </w:r>
            <w:r w:rsidRPr="006B0BFC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11D61B83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0B3B8DF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D730F72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U všech disků, SSD, </w:t>
            </w:r>
            <w:proofErr w:type="spellStart"/>
            <w:r w:rsidRPr="006B0BFC">
              <w:rPr>
                <w:rFonts w:cstheme="minorHAnsi"/>
                <w:sz w:val="18"/>
              </w:rPr>
              <w:t>NVMe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médií je požadováno ponechání disku Kupujícímu při jeho poruše a reklamaci</w:t>
            </w:r>
          </w:p>
        </w:tc>
        <w:tc>
          <w:tcPr>
            <w:tcW w:w="3288" w:type="dxa"/>
          </w:tcPr>
          <w:p w14:paraId="42247223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44AF573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6C13F9B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3EB1C3BF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00730" w:rsidRPr="006B0BFC" w14:paraId="2ECE3F9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5B0E6B8" w14:textId="024EE97A" w:rsidR="00100730" w:rsidRPr="006B0BFC" w:rsidRDefault="00100730" w:rsidP="00100730">
            <w:pPr>
              <w:rPr>
                <w:sz w:val="18"/>
                <w:lang w:eastAsia="cs-CZ"/>
              </w:rPr>
            </w:pPr>
            <w:r>
              <w:rPr>
                <w:sz w:val="18"/>
                <w:lang w:eastAsia="cs-CZ"/>
              </w:rPr>
              <w:t xml:space="preserve">Pokud úložiště vyžaduje použití SFP, </w:t>
            </w:r>
            <w:r w:rsidRPr="006B0BFC">
              <w:rPr>
                <w:sz w:val="18"/>
                <w:lang w:eastAsia="cs-CZ"/>
              </w:rPr>
              <w:t xml:space="preserve">optické moduly pro každý </w:t>
            </w:r>
            <w:proofErr w:type="spellStart"/>
            <w:r w:rsidRPr="006B0BFC">
              <w:rPr>
                <w:sz w:val="18"/>
                <w:lang w:eastAsia="cs-CZ"/>
              </w:rPr>
              <w:t>FibreChannel</w:t>
            </w:r>
            <w:proofErr w:type="spellEnd"/>
            <w:r w:rsidRPr="006B0BFC">
              <w:rPr>
                <w:sz w:val="18"/>
                <w:lang w:eastAsia="cs-CZ"/>
              </w:rPr>
              <w:t xml:space="preserve"> port plně kompatibilní s</w:t>
            </w:r>
            <w:r>
              <w:rPr>
                <w:sz w:val="18"/>
                <w:lang w:eastAsia="cs-CZ"/>
              </w:rPr>
              <w:t> </w:t>
            </w:r>
            <w:r w:rsidRPr="006B0BFC">
              <w:rPr>
                <w:sz w:val="18"/>
                <w:lang w:eastAsia="cs-CZ"/>
              </w:rPr>
              <w:t>dodávan</w:t>
            </w:r>
            <w:r>
              <w:rPr>
                <w:sz w:val="18"/>
                <w:lang w:eastAsia="cs-CZ"/>
              </w:rPr>
              <w:t>ým úložištěm</w:t>
            </w:r>
          </w:p>
        </w:tc>
        <w:tc>
          <w:tcPr>
            <w:tcW w:w="3288" w:type="dxa"/>
          </w:tcPr>
          <w:p w14:paraId="3E8FD43F" w14:textId="77777777" w:rsidR="00100730" w:rsidRPr="006B0BFC" w:rsidRDefault="00100730" w:rsidP="0010073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</w:tbl>
    <w:p w14:paraId="396A615E" w14:textId="77777777" w:rsidR="008D436B" w:rsidRPr="006B0BFC" w:rsidRDefault="008D436B" w:rsidP="008D436B">
      <w:pPr>
        <w:spacing w:after="160" w:line="259" w:lineRule="auto"/>
      </w:pPr>
    </w:p>
    <w:p w14:paraId="41262100" w14:textId="5A1E05D3" w:rsidR="008D436B" w:rsidRPr="006B0BFC" w:rsidRDefault="008D436B" w:rsidP="008D436B">
      <w:pPr>
        <w:spacing w:after="160" w:line="259" w:lineRule="auto"/>
      </w:pPr>
      <w:r w:rsidRPr="006B0BFC">
        <w:t xml:space="preserve">Pro </w:t>
      </w:r>
      <w:r w:rsidRPr="006B0BFC">
        <w:rPr>
          <w:b/>
          <w:bCs/>
        </w:rPr>
        <w:t xml:space="preserve">Položku </w:t>
      </w:r>
      <w:r>
        <w:rPr>
          <w:b/>
          <w:bCs/>
        </w:rPr>
        <w:t>1</w:t>
      </w:r>
      <w:r w:rsidR="00FE5DB7">
        <w:rPr>
          <w:b/>
          <w:bCs/>
        </w:rPr>
        <w:t>8</w:t>
      </w:r>
      <w:r w:rsidRPr="006B0BFC">
        <w:t xml:space="preserve"> je místem plnění </w:t>
      </w:r>
      <w:r w:rsidR="002F296B" w:rsidRPr="002F296B">
        <w:rPr>
          <w:b/>
          <w:bCs/>
        </w:rPr>
        <w:t>OŘ Brno, Kounicova 26, Brno</w:t>
      </w:r>
      <w:r w:rsidRPr="006B0BFC">
        <w:t>.</w:t>
      </w:r>
    </w:p>
    <w:p w14:paraId="6ECCCC46" w14:textId="77777777" w:rsidR="008D436B" w:rsidRPr="006B0BFC" w:rsidRDefault="008D436B" w:rsidP="008D436B">
      <w:pPr>
        <w:ind w:firstLine="426"/>
      </w:pPr>
    </w:p>
    <w:p w14:paraId="41C57A03" w14:textId="2F2038F3" w:rsidR="008D436B" w:rsidRPr="006B0BFC" w:rsidRDefault="00FE5DB7" w:rsidP="008D436B">
      <w:pPr>
        <w:ind w:firstLine="426"/>
      </w:pPr>
      <w:r>
        <w:t>s</w:t>
      </w:r>
      <w:r w:rsidR="008D436B" w:rsidRPr="006B0BFC">
        <w:t>)</w:t>
      </w:r>
      <w:r w:rsidR="008D436B" w:rsidRPr="006B0BFC">
        <w:tab/>
      </w:r>
      <w:r w:rsidR="008D436B" w:rsidRPr="006B0BFC">
        <w:rPr>
          <w:b/>
          <w:bCs/>
        </w:rPr>
        <w:t xml:space="preserve">Položka </w:t>
      </w:r>
      <w:r w:rsidR="008D436B">
        <w:rPr>
          <w:b/>
          <w:bCs/>
        </w:rPr>
        <w:t>1</w:t>
      </w:r>
      <w:r>
        <w:rPr>
          <w:b/>
          <w:bCs/>
        </w:rPr>
        <w:t>9</w:t>
      </w:r>
      <w:r w:rsidR="008D436B" w:rsidRPr="006B0BFC">
        <w:t xml:space="preserve"> – Jeden (1) server pro zálohování virtualizační farmy „KB TDS / </w:t>
      </w:r>
      <w:r w:rsidR="002F296B">
        <w:t>Brno</w:t>
      </w:r>
      <w:r w:rsidR="008D436B" w:rsidRPr="006B0BFC">
        <w:t>“ v konfiguraci:</w:t>
      </w:r>
    </w:p>
    <w:p w14:paraId="4FE6A42C" w14:textId="77777777" w:rsidR="008D436B" w:rsidRPr="006B0BFC" w:rsidRDefault="008D436B" w:rsidP="008D436B">
      <w:pPr>
        <w:rPr>
          <w:rFonts w:cstheme="minorHAnsi"/>
          <w:b/>
          <w:bCs/>
        </w:rPr>
      </w:pPr>
      <w:r w:rsidRPr="006B0BFC">
        <w:rPr>
          <w:highlight w:val="green"/>
          <w:lang w:val="en-US"/>
        </w:rPr>
        <w:t>[IDENTIFIKACE MODELU</w:t>
      </w:r>
      <w:r w:rsidRPr="006B0BFC">
        <w:rPr>
          <w:rFonts w:cstheme="minorHAnsi"/>
          <w:b/>
          <w:bCs/>
          <w:highlight w:val="green"/>
        </w:rPr>
        <w:t xml:space="preserve"> - </w:t>
      </w:r>
      <w:r w:rsidRPr="006B0BFC">
        <w:rPr>
          <w:rFonts w:cstheme="minorHAnsi"/>
          <w:highlight w:val="green"/>
        </w:rPr>
        <w:t>DOPLNÍ PRODÁVAJÍCÍ]</w:t>
      </w:r>
      <w:r w:rsidRPr="006B0BFC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8D436B" w:rsidRPr="006B0BFC" w14:paraId="1EE03472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5E351914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36100017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8D436B" w:rsidRPr="006B0BFC" w14:paraId="3BCC784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A48B4D6" w14:textId="63BFEFCA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 xml:space="preserve">Provedení serveru pro instalaci do rackové skříně o hloubce </w:t>
            </w:r>
            <w:r w:rsidR="0022397A">
              <w:rPr>
                <w:rFonts w:cstheme="minorHAnsi"/>
                <w:b/>
                <w:bCs/>
                <w:sz w:val="18"/>
              </w:rPr>
              <w:t>8</w:t>
            </w:r>
            <w:r w:rsidRPr="006B0BFC">
              <w:rPr>
                <w:rFonts w:cstheme="minorHAnsi"/>
                <w:b/>
                <w:bCs/>
                <w:sz w:val="18"/>
              </w:rPr>
              <w:t>0 cm</w:t>
            </w:r>
          </w:p>
        </w:tc>
        <w:tc>
          <w:tcPr>
            <w:tcW w:w="3288" w:type="dxa"/>
          </w:tcPr>
          <w:p w14:paraId="724E2ACA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6131920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E2FF19F" w14:textId="02C60D12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Velikost skříně serveru o maximální výšce </w:t>
            </w:r>
            <w:r w:rsidR="00D05670">
              <w:rPr>
                <w:rFonts w:cstheme="minorHAnsi"/>
                <w:b/>
                <w:bCs/>
                <w:sz w:val="18"/>
              </w:rPr>
              <w:t xml:space="preserve">4 </w:t>
            </w:r>
            <w:r w:rsidRPr="006B0BFC">
              <w:rPr>
                <w:rFonts w:cstheme="minorHAnsi"/>
                <w:b/>
                <w:bCs/>
                <w:sz w:val="18"/>
              </w:rPr>
              <w:t>RU</w:t>
            </w:r>
            <w:r w:rsidRPr="006B0BFC">
              <w:rPr>
                <w:rFonts w:cstheme="minorHAnsi"/>
                <w:sz w:val="18"/>
              </w:rPr>
              <w:t xml:space="preserve"> (</w:t>
            </w:r>
            <w:r w:rsidR="00D05670">
              <w:rPr>
                <w:rFonts w:cstheme="minorHAnsi"/>
                <w:sz w:val="18"/>
              </w:rPr>
              <w:t>178</w:t>
            </w:r>
            <w:r w:rsidRPr="006B0BFC">
              <w:rPr>
                <w:rFonts w:cstheme="minorHAnsi"/>
                <w:sz w:val="18"/>
              </w:rPr>
              <w:t> mm)</w:t>
            </w:r>
          </w:p>
        </w:tc>
        <w:tc>
          <w:tcPr>
            <w:tcW w:w="3288" w:type="dxa"/>
          </w:tcPr>
          <w:p w14:paraId="00553DD4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5FE9307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5BD0B16" w14:textId="28877978" w:rsidR="008D436B" w:rsidRPr="006B0BFC" w:rsidRDefault="00D05670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2</w:t>
            </w:r>
            <w:r w:rsidR="008D436B" w:rsidRPr="006B0BFC">
              <w:rPr>
                <w:rFonts w:cstheme="minorHAnsi"/>
                <w:b/>
                <w:bCs/>
                <w:sz w:val="18"/>
              </w:rPr>
              <w:t>x CPU</w:t>
            </w:r>
            <w:r w:rsidR="008D436B" w:rsidRPr="006B0BFC">
              <w:rPr>
                <w:rFonts w:cstheme="minorHAnsi"/>
                <w:sz w:val="18"/>
              </w:rPr>
              <w:t xml:space="preserve">, </w:t>
            </w:r>
            <w:r>
              <w:rPr>
                <w:rFonts w:cstheme="minorHAnsi"/>
                <w:sz w:val="18"/>
              </w:rPr>
              <w:t xml:space="preserve">každý </w:t>
            </w:r>
            <w:r w:rsidR="008D436B" w:rsidRPr="006B0BFC">
              <w:rPr>
                <w:rFonts w:cstheme="minorHAnsi"/>
                <w:sz w:val="18"/>
              </w:rPr>
              <w:t xml:space="preserve">minimálně </w:t>
            </w:r>
            <w:r>
              <w:rPr>
                <w:rFonts w:cstheme="minorHAnsi"/>
                <w:b/>
                <w:bCs/>
                <w:sz w:val="18"/>
              </w:rPr>
              <w:t>16</w:t>
            </w:r>
            <w:r w:rsidR="008D436B" w:rsidRPr="006B0BFC">
              <w:rPr>
                <w:rFonts w:cstheme="minorHAnsi"/>
                <w:b/>
                <w:bCs/>
                <w:sz w:val="18"/>
              </w:rPr>
              <w:t xml:space="preserve"> jader</w:t>
            </w:r>
            <w:r w:rsidR="008D436B" w:rsidRPr="006B0BFC">
              <w:rPr>
                <w:rFonts w:cstheme="minorHAnsi"/>
                <w:sz w:val="18"/>
              </w:rPr>
              <w:t xml:space="preserve"> (</w:t>
            </w:r>
            <w:r>
              <w:rPr>
                <w:rFonts w:cstheme="minorHAnsi"/>
                <w:sz w:val="18"/>
              </w:rPr>
              <w:t>32</w:t>
            </w:r>
            <w:r w:rsidR="008D436B" w:rsidRPr="006B0BFC">
              <w:rPr>
                <w:rFonts w:cstheme="minorHAnsi"/>
                <w:sz w:val="18"/>
              </w:rPr>
              <w:t xml:space="preserve"> vláken) se základní frekvencí minimálně 2.0 GHz a se spotřebou maximálně </w:t>
            </w:r>
            <w:r>
              <w:rPr>
                <w:rFonts w:cstheme="minorHAnsi"/>
                <w:sz w:val="18"/>
              </w:rPr>
              <w:t>230</w:t>
            </w:r>
            <w:r w:rsidR="008D436B" w:rsidRPr="006B0BFC">
              <w:rPr>
                <w:rFonts w:cstheme="minorHAnsi"/>
                <w:sz w:val="18"/>
              </w:rPr>
              <w:t xml:space="preserve"> W</w:t>
            </w:r>
          </w:p>
        </w:tc>
        <w:tc>
          <w:tcPr>
            <w:tcW w:w="3288" w:type="dxa"/>
          </w:tcPr>
          <w:p w14:paraId="005F37B8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3B6EFBC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FF4F590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sz w:val="18"/>
              </w:rPr>
              <w:t xml:space="preserve">Architektura </w:t>
            </w:r>
            <w:r w:rsidRPr="006B0BFC">
              <w:rPr>
                <w:rFonts w:cstheme="minorHAnsi"/>
                <w:b/>
                <w:bCs/>
                <w:sz w:val="18"/>
              </w:rPr>
              <w:t>Intel x86-64</w:t>
            </w:r>
            <w:r w:rsidRPr="006B0BFC">
              <w:rPr>
                <w:rFonts w:cstheme="minorHAnsi"/>
                <w:sz w:val="18"/>
              </w:rPr>
              <w:t xml:space="preserve"> z důvodu kompatibility současného ICT prostředí</w:t>
            </w:r>
          </w:p>
        </w:tc>
        <w:tc>
          <w:tcPr>
            <w:tcW w:w="3288" w:type="dxa"/>
          </w:tcPr>
          <w:p w14:paraId="437D5D3E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21ABAD5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BBCC1A1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sz w:val="18"/>
                <w:lang w:eastAsia="cs-CZ"/>
              </w:rPr>
              <w:t xml:space="preserve">Operační paměť minimálně </w:t>
            </w:r>
            <w:r w:rsidRPr="006B0BFC">
              <w:rPr>
                <w:b/>
                <w:bCs/>
                <w:sz w:val="18"/>
                <w:lang w:eastAsia="cs-CZ"/>
              </w:rPr>
              <w:t xml:space="preserve">128 </w:t>
            </w:r>
            <w:r w:rsidRPr="006B0BFC">
              <w:rPr>
                <w:b/>
                <w:sz w:val="18"/>
                <w:lang w:eastAsia="cs-CZ"/>
              </w:rPr>
              <w:t>GB DDR5</w:t>
            </w:r>
            <w:r w:rsidRPr="006B0BFC">
              <w:rPr>
                <w:sz w:val="18"/>
                <w:lang w:eastAsia="cs-CZ"/>
              </w:rPr>
              <w:t xml:space="preserve"> s použitím modulů o maximální velikosti 64 GB, rozšiřitelná minimálně do 512 GB jen přidáním dalších paměťových modulů</w:t>
            </w:r>
          </w:p>
        </w:tc>
        <w:tc>
          <w:tcPr>
            <w:tcW w:w="3288" w:type="dxa"/>
          </w:tcPr>
          <w:p w14:paraId="035CFEE8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5764E3F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2260978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lang w:eastAsia="cs-CZ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 SSD</w:t>
            </w:r>
            <w:r w:rsidRPr="006B0BFC">
              <w:rPr>
                <w:rFonts w:cstheme="minorHAnsi"/>
                <w:sz w:val="18"/>
              </w:rPr>
              <w:t xml:space="preserve">, každý o velikosti minimálně </w:t>
            </w:r>
            <w:r w:rsidRPr="006B0BFC">
              <w:rPr>
                <w:rFonts w:cstheme="minorHAnsi"/>
                <w:b/>
                <w:bCs/>
                <w:sz w:val="18"/>
              </w:rPr>
              <w:t>480 GB</w:t>
            </w:r>
            <w:r w:rsidRPr="006B0BFC">
              <w:rPr>
                <w:rFonts w:cstheme="minorHAnsi"/>
                <w:sz w:val="18"/>
              </w:rPr>
              <w:t xml:space="preserve"> v konfiguraci RAID1 (zrcadlení) pro </w:t>
            </w:r>
            <w:proofErr w:type="spellStart"/>
            <w:r w:rsidRPr="006B0BFC">
              <w:rPr>
                <w:rFonts w:cstheme="minorHAnsi"/>
                <w:sz w:val="18"/>
              </w:rPr>
              <w:t>boot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běh OS</w:t>
            </w:r>
          </w:p>
        </w:tc>
        <w:tc>
          <w:tcPr>
            <w:tcW w:w="3288" w:type="dxa"/>
          </w:tcPr>
          <w:p w14:paraId="18462E24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9141AF" w:rsidRPr="00E75C72" w14:paraId="2E5F12F3" w14:textId="77777777" w:rsidTr="008E5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44D523D" w14:textId="77777777" w:rsidR="009141AF" w:rsidRPr="00E75C72" w:rsidRDefault="009141AF" w:rsidP="008E540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Lokální úložiště pro databázi záloh v serveru</w:t>
            </w:r>
          </w:p>
          <w:p w14:paraId="5558F315" w14:textId="77777777" w:rsidR="009141AF" w:rsidRPr="00E75C72" w:rsidRDefault="009141AF" w:rsidP="009141AF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b/>
                <w:bCs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Uživatelsky použitelná čistá nekomprimovaná kapacita minimálně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 xml:space="preserve">8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50724F75" w14:textId="77777777" w:rsidR="009141AF" w:rsidRPr="00E75C72" w:rsidRDefault="009141AF" w:rsidP="009141AF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Umožňuje rozšíření minimálně na 16 </w:t>
            </w:r>
            <w:proofErr w:type="spellStart"/>
            <w:r w:rsidRPr="00E75C72">
              <w:rPr>
                <w:rFonts w:cstheme="minorHAnsi"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 xml:space="preserve"> jen přidáním disků.</w:t>
            </w:r>
          </w:p>
          <w:p w14:paraId="4C5F2BBF" w14:textId="77777777" w:rsidR="009141AF" w:rsidRPr="00E75C72" w:rsidRDefault="009141AF" w:rsidP="009141AF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Zajišťuje redundanci uložených dat minimálně na úrovni odpovídající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>RAID6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7A1E1BF8" w14:textId="77777777" w:rsidR="009141AF" w:rsidRPr="00E75C72" w:rsidRDefault="009141AF" w:rsidP="009141AF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Použití výhradně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  <w:szCs w:val="22"/>
              </w:rPr>
              <w:t>NVMe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 xml:space="preserve"> o velikosti maximálně </w:t>
            </w:r>
            <w:r>
              <w:rPr>
                <w:rFonts w:cstheme="minorHAnsi"/>
                <w:sz w:val="18"/>
                <w:szCs w:val="22"/>
              </w:rPr>
              <w:t>2</w:t>
            </w:r>
            <w:r w:rsidRPr="00E75C72">
              <w:rPr>
                <w:rFonts w:cstheme="minorHAnsi"/>
                <w:sz w:val="18"/>
                <w:szCs w:val="22"/>
              </w:rPr>
              <w:t> TB.</w:t>
            </w:r>
          </w:p>
        </w:tc>
        <w:tc>
          <w:tcPr>
            <w:tcW w:w="3288" w:type="dxa"/>
          </w:tcPr>
          <w:p w14:paraId="7023F446" w14:textId="77777777" w:rsidR="009141AF" w:rsidRPr="00E75C72" w:rsidRDefault="009141AF" w:rsidP="008E54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C64F63" w:rsidRPr="00E75C72" w14:paraId="2ECD7F8C" w14:textId="77777777" w:rsidTr="008E5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178D947" w14:textId="77777777" w:rsidR="00C64F63" w:rsidRPr="00E75C72" w:rsidRDefault="00C64F63" w:rsidP="008E540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Lokální úložiště </w:t>
            </w:r>
            <w:r>
              <w:rPr>
                <w:rFonts w:cstheme="minorHAnsi"/>
                <w:sz w:val="18"/>
              </w:rPr>
              <w:t>pro</w:t>
            </w:r>
            <w:r w:rsidRPr="00E75C72">
              <w:rPr>
                <w:rFonts w:cstheme="minorHAnsi"/>
                <w:sz w:val="18"/>
              </w:rPr>
              <w:t xml:space="preserve"> záloh</w:t>
            </w:r>
            <w:r>
              <w:rPr>
                <w:rFonts w:cstheme="minorHAnsi"/>
                <w:sz w:val="18"/>
              </w:rPr>
              <w:t>y</w:t>
            </w:r>
            <w:r w:rsidRPr="00E75C72">
              <w:rPr>
                <w:rFonts w:cstheme="minorHAnsi"/>
                <w:sz w:val="18"/>
              </w:rPr>
              <w:t xml:space="preserve"> v serveru</w:t>
            </w:r>
          </w:p>
          <w:p w14:paraId="0434356A" w14:textId="77777777" w:rsidR="00C64F63" w:rsidRPr="00E75C72" w:rsidRDefault="00C64F63" w:rsidP="00C64F63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b/>
                <w:bCs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Uživatelsky použitelná čistá nekomprimovaná kapacita minimálně </w:t>
            </w:r>
            <w:r>
              <w:rPr>
                <w:rFonts w:cstheme="minorHAnsi"/>
                <w:b/>
                <w:bCs/>
                <w:sz w:val="18"/>
                <w:szCs w:val="22"/>
              </w:rPr>
              <w:t>50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 xml:space="preserve">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61F1D4F5" w14:textId="77777777" w:rsidR="00C64F63" w:rsidRPr="00E75C72" w:rsidRDefault="00C64F63" w:rsidP="00C64F63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>Umožňuje rozšíření minimálně na 1</w:t>
            </w:r>
            <w:r>
              <w:rPr>
                <w:rFonts w:cstheme="minorHAnsi"/>
                <w:sz w:val="18"/>
                <w:szCs w:val="22"/>
              </w:rPr>
              <w:t>00</w:t>
            </w:r>
            <w:r w:rsidRPr="00E75C72">
              <w:rPr>
                <w:rFonts w:cstheme="minorHAnsi"/>
                <w:sz w:val="18"/>
                <w:szCs w:val="22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 xml:space="preserve"> jen přidáním disků.</w:t>
            </w:r>
          </w:p>
          <w:p w14:paraId="1583B6B7" w14:textId="77777777" w:rsidR="00C64F63" w:rsidRPr="00E75C72" w:rsidRDefault="00C64F63" w:rsidP="00C64F63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Zajišťuje redundanci uložených dat minimálně na úrovni odpovídající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>RAID6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790539AF" w14:textId="77777777" w:rsidR="00C64F63" w:rsidRPr="00E75C72" w:rsidRDefault="00C64F63" w:rsidP="00C64F63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Použití </w:t>
            </w:r>
            <w:r>
              <w:rPr>
                <w:rFonts w:cstheme="minorHAnsi"/>
                <w:sz w:val="18"/>
                <w:szCs w:val="22"/>
              </w:rPr>
              <w:t>NL-SAS disků</w:t>
            </w:r>
            <w:r w:rsidRPr="00E75C72">
              <w:rPr>
                <w:rFonts w:cstheme="minorHAnsi"/>
                <w:sz w:val="18"/>
                <w:szCs w:val="22"/>
              </w:rPr>
              <w:t xml:space="preserve"> o velikosti maximálně </w:t>
            </w:r>
            <w:r>
              <w:rPr>
                <w:rFonts w:cstheme="minorHAnsi"/>
                <w:sz w:val="18"/>
                <w:szCs w:val="22"/>
              </w:rPr>
              <w:t>8</w:t>
            </w:r>
            <w:r w:rsidRPr="00E75C72">
              <w:rPr>
                <w:rFonts w:cstheme="minorHAnsi"/>
                <w:sz w:val="18"/>
                <w:szCs w:val="22"/>
              </w:rPr>
              <w:t> TB</w:t>
            </w:r>
            <w:r w:rsidRPr="004B1F8F">
              <w:rPr>
                <w:rFonts w:cstheme="minorHAnsi"/>
                <w:sz w:val="18"/>
                <w:szCs w:val="22"/>
              </w:rPr>
              <w:t>, které nepoužívají technologii SMR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</w:tc>
        <w:tc>
          <w:tcPr>
            <w:tcW w:w="3288" w:type="dxa"/>
          </w:tcPr>
          <w:p w14:paraId="5882D90C" w14:textId="77777777" w:rsidR="00C64F63" w:rsidRPr="00E75C72" w:rsidRDefault="00C64F63" w:rsidP="008E54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3FB007A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FD7D2FB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Pr="006D140A">
              <w:rPr>
                <w:rFonts w:cstheme="minorHAnsi"/>
                <w:b/>
                <w:bCs/>
                <w:sz w:val="18"/>
              </w:rPr>
              <w:t>4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x 25 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SFP LAN s podporou rychlosti 10 </w:t>
            </w:r>
            <w:proofErr w:type="spellStart"/>
            <w:r w:rsidRPr="006B0BFC">
              <w:rPr>
                <w:rFonts w:cstheme="minorHAnsi"/>
                <w:sz w:val="18"/>
              </w:rPr>
              <w:t>Gbps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(tj. 10/25 </w:t>
            </w:r>
            <w:proofErr w:type="spellStart"/>
            <w:r w:rsidRPr="006B0BFC">
              <w:rPr>
                <w:rFonts w:cstheme="minorHAnsi"/>
                <w:sz w:val="18"/>
              </w:rPr>
              <w:t>Gbps</w:t>
            </w:r>
            <w:proofErr w:type="spellEnd"/>
            <w:r w:rsidRPr="006B0BFC">
              <w:rPr>
                <w:rFonts w:cstheme="minorHAnsi"/>
                <w:sz w:val="18"/>
              </w:rPr>
              <w:t>)</w:t>
            </w:r>
          </w:p>
        </w:tc>
        <w:tc>
          <w:tcPr>
            <w:tcW w:w="3288" w:type="dxa"/>
          </w:tcPr>
          <w:p w14:paraId="75C5C8AA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2F461E3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F22B96E" w14:textId="77777777" w:rsidR="008D436B" w:rsidRPr="006B0BFC" w:rsidRDefault="008D436B" w:rsidP="003746AB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 xml:space="preserve">Minimálně </w:t>
            </w:r>
            <w:r w:rsidRPr="006B0BFC">
              <w:rPr>
                <w:b/>
                <w:bCs/>
                <w:sz w:val="18"/>
                <w:lang w:eastAsia="cs-CZ"/>
              </w:rPr>
              <w:t>4</w:t>
            </w:r>
            <w:r w:rsidRPr="006B0BFC">
              <w:rPr>
                <w:b/>
                <w:sz w:val="18"/>
                <w:lang w:eastAsia="cs-CZ"/>
              </w:rPr>
              <w:t>x</w:t>
            </w:r>
            <w:r w:rsidRPr="006B0BFC">
              <w:rPr>
                <w:sz w:val="18"/>
                <w:lang w:eastAsia="cs-CZ"/>
              </w:rPr>
              <w:t xml:space="preserve"> </w:t>
            </w:r>
            <w:r w:rsidRPr="006B0BFC">
              <w:rPr>
                <w:b/>
                <w:bCs/>
                <w:sz w:val="18"/>
                <w:lang w:eastAsia="cs-CZ"/>
              </w:rPr>
              <w:t xml:space="preserve">1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Gbps</w:t>
            </w:r>
            <w:proofErr w:type="spellEnd"/>
            <w:r w:rsidRPr="006B0BFC">
              <w:rPr>
                <w:sz w:val="18"/>
                <w:lang w:eastAsia="cs-CZ"/>
              </w:rPr>
              <w:t xml:space="preserve"> RJ45 LAN</w:t>
            </w:r>
          </w:p>
        </w:tc>
        <w:tc>
          <w:tcPr>
            <w:tcW w:w="3288" w:type="dxa"/>
          </w:tcPr>
          <w:p w14:paraId="5230A566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6AF8C30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002B804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Dedikovaný 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1 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735A5195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418D529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45FC8B9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6B0BFC">
              <w:rPr>
                <w:rFonts w:cstheme="minorHAnsi"/>
                <w:sz w:val="18"/>
              </w:rPr>
              <w:t>Trusted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Platform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Module minimálně ve verzi 2.0</w:t>
            </w:r>
          </w:p>
        </w:tc>
        <w:tc>
          <w:tcPr>
            <w:tcW w:w="3288" w:type="dxa"/>
          </w:tcPr>
          <w:p w14:paraId="49A45CEA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0EA69A4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5A5BBE0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hot-swap napájecí zdroj, každý minimálně o výkonu 800 W s minimální certifikací „80+ </w:t>
            </w:r>
            <w:proofErr w:type="spellStart"/>
            <w:r w:rsidRPr="006B0BFC">
              <w:rPr>
                <w:rFonts w:cstheme="minorHAnsi"/>
                <w:sz w:val="18"/>
              </w:rPr>
              <w:t>Platinum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22255E7D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0C4F0AA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87990D4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sz w:val="18"/>
                <w:lang w:eastAsia="cs-CZ"/>
              </w:rPr>
              <w:t>Výsuvné ližiny do rackové skříně bez „</w:t>
            </w:r>
            <w:proofErr w:type="spellStart"/>
            <w:r w:rsidRPr="006B0BFC">
              <w:rPr>
                <w:sz w:val="18"/>
                <w:lang w:eastAsia="cs-CZ"/>
              </w:rPr>
              <w:t>cable</w:t>
            </w:r>
            <w:proofErr w:type="spellEnd"/>
            <w:r w:rsidRPr="006B0BFC">
              <w:rPr>
                <w:sz w:val="18"/>
                <w:lang w:eastAsia="cs-CZ"/>
              </w:rPr>
              <w:t xml:space="preserve"> management </w:t>
            </w:r>
            <w:proofErr w:type="spellStart"/>
            <w:r w:rsidRPr="006B0BFC">
              <w:rPr>
                <w:sz w:val="18"/>
                <w:lang w:eastAsia="cs-CZ"/>
              </w:rPr>
              <w:t>arm</w:t>
            </w:r>
            <w:proofErr w:type="spellEnd"/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5AB5D23B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4ED50D8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F57C397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74F7506B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5CF4BBA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E751390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4C7C7080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6BCB963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3CF2D97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OS Windows Server 2019, 2022; RHEL 8, 9; </w:t>
            </w:r>
            <w:proofErr w:type="spellStart"/>
            <w:r w:rsidRPr="006B0BFC">
              <w:rPr>
                <w:rFonts w:cstheme="minorHAnsi"/>
                <w:sz w:val="18"/>
              </w:rPr>
              <w:t>VMware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vSphere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2E14B75F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56469F7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C4ED2F5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77000181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0D07B5B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E6127FE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Integrační pluginy pro monitoring zdravotního stavu a správu HW přímo z MS </w:t>
            </w:r>
            <w:proofErr w:type="spellStart"/>
            <w:r w:rsidRPr="006B0BFC">
              <w:rPr>
                <w:rFonts w:cstheme="minorHAnsi"/>
                <w:sz w:val="18"/>
              </w:rPr>
              <w:t>System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Center.</w:t>
            </w:r>
          </w:p>
        </w:tc>
        <w:tc>
          <w:tcPr>
            <w:tcW w:w="3288" w:type="dxa"/>
          </w:tcPr>
          <w:p w14:paraId="20483436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2B21F8F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BD1F202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6B0BFC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403E2519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19BCFF6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159D1A2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výrobce na </w:t>
            </w:r>
            <w:r w:rsidRPr="006B0BFC">
              <w:rPr>
                <w:rFonts w:cstheme="minorHAnsi"/>
                <w:b/>
                <w:bCs/>
                <w:sz w:val="18"/>
              </w:rPr>
              <w:t>5 let</w:t>
            </w:r>
            <w:r w:rsidRPr="006B0BFC">
              <w:rPr>
                <w:rFonts w:cstheme="minorHAnsi"/>
                <w:sz w:val="18"/>
              </w:rPr>
              <w:t xml:space="preserve"> v rozsahu „</w:t>
            </w:r>
            <w:r w:rsidRPr="006B0BFC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7DCC17E1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760CF12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29E3B21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U všech disků, SSD, </w:t>
            </w:r>
            <w:proofErr w:type="spellStart"/>
            <w:r w:rsidRPr="006B0BFC">
              <w:rPr>
                <w:rFonts w:cstheme="minorHAnsi"/>
                <w:sz w:val="18"/>
              </w:rPr>
              <w:t>NVMe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médií je požadováno ponechání disku Kupujícímu při jeho poruše a/nebo reklamaci</w:t>
            </w:r>
          </w:p>
        </w:tc>
        <w:tc>
          <w:tcPr>
            <w:tcW w:w="3288" w:type="dxa"/>
          </w:tcPr>
          <w:p w14:paraId="0B4F2361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51E297C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98CE08A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Vzdálená správa HW serveru </w:t>
            </w:r>
          </w:p>
          <w:p w14:paraId="5C8F0EA2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Vzdálená správa s dedikovaným vlastním portem 1GbE a možností převzít plně vzdálené ovládání serveru.</w:t>
            </w:r>
          </w:p>
          <w:p w14:paraId="77314A65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přesměrování management portu pomocí NSCI na jinou síťovou kartu.</w:t>
            </w:r>
          </w:p>
          <w:p w14:paraId="38FFF3F6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Možnost vzdáleného </w:t>
            </w:r>
            <w:proofErr w:type="spellStart"/>
            <w:r w:rsidRPr="006B0BFC">
              <w:rPr>
                <w:rFonts w:cstheme="minorHAnsi"/>
                <w:sz w:val="18"/>
              </w:rPr>
              <w:t>mountování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ISO image.</w:t>
            </w:r>
          </w:p>
          <w:p w14:paraId="4E3EF42A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sdílet jednu virtuální konzoli až šesti uživateli.</w:t>
            </w:r>
          </w:p>
          <w:p w14:paraId="6029DA41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standartních Webových prohlížečů (Google Chrome, MS </w:t>
            </w:r>
            <w:proofErr w:type="spellStart"/>
            <w:r w:rsidRPr="006B0BFC">
              <w:rPr>
                <w:rFonts w:cstheme="minorHAnsi"/>
                <w:sz w:val="18"/>
              </w:rPr>
              <w:t>Edge</w:t>
            </w:r>
            <w:proofErr w:type="spellEnd"/>
            <w:r w:rsidRPr="006B0BFC">
              <w:rPr>
                <w:rFonts w:cstheme="minorHAnsi"/>
                <w:sz w:val="18"/>
              </w:rPr>
              <w:t>, Mozilla Firefox) a HTML5.</w:t>
            </w:r>
          </w:p>
          <w:p w14:paraId="40A6D823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a možnost sledování stavu jednotlivých komponent včetně úrovní firmware.</w:t>
            </w:r>
          </w:p>
          <w:p w14:paraId="5BBE9F77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Real </w:t>
            </w:r>
            <w:proofErr w:type="spellStart"/>
            <w:r w:rsidRPr="006B0BFC">
              <w:rPr>
                <w:rFonts w:cstheme="minorHAnsi"/>
                <w:sz w:val="18"/>
              </w:rPr>
              <w:t>time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sledování vytíženosti CPU, paměti a spotřeby elektrické energie, možnost </w:t>
            </w:r>
            <w:proofErr w:type="spellStart"/>
            <w:r w:rsidRPr="006B0BFC">
              <w:rPr>
                <w:rFonts w:cstheme="minorHAnsi"/>
                <w:sz w:val="18"/>
              </w:rPr>
              <w:t>Power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cappingu</w:t>
            </w:r>
            <w:proofErr w:type="spellEnd"/>
            <w:r w:rsidRPr="006B0BFC">
              <w:rPr>
                <w:rFonts w:cstheme="minorHAnsi"/>
                <w:sz w:val="18"/>
              </w:rPr>
              <w:t>.</w:t>
            </w:r>
          </w:p>
          <w:p w14:paraId="3AF86F86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asistované instalace OS bez dalších nástrojů, médií, ISO apod.</w:t>
            </w:r>
          </w:p>
          <w:p w14:paraId="67DB329B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REDFISH a RESTAPI skriptů.</w:t>
            </w:r>
          </w:p>
          <w:p w14:paraId="5F3156B9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Nejvyšší licence pro správu serveru bez jakéhokoli omezení.</w:t>
            </w:r>
          </w:p>
          <w:p w14:paraId="02D8DF10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Všechny licence potřebné k provozu managementu a HW, (management, mapování ISO, KVM přístup).</w:t>
            </w:r>
          </w:p>
          <w:p w14:paraId="54F212D9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Integrace s centrální vzdálenou správou serverového HW bez použití jakéhokoli dalšího HW či SW třetích stran</w:t>
            </w:r>
          </w:p>
          <w:p w14:paraId="0A76A566" w14:textId="77777777" w:rsidR="008D436B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protokolů SNMP 2c a IPMI</w:t>
            </w:r>
          </w:p>
          <w:p w14:paraId="65C9E4DA" w14:textId="1428647F" w:rsidR="005A180F" w:rsidRPr="006B0BFC" w:rsidRDefault="005A180F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5A180F">
              <w:rPr>
                <w:rFonts w:cstheme="minorHAnsi"/>
                <w:sz w:val="18"/>
              </w:rPr>
              <w:t xml:space="preserve">Podpora protokolu </w:t>
            </w:r>
            <w:proofErr w:type="spellStart"/>
            <w:r w:rsidRPr="005A180F">
              <w:rPr>
                <w:rFonts w:cstheme="minorHAnsi"/>
                <w:sz w:val="18"/>
              </w:rPr>
              <w:t>Syslog</w:t>
            </w:r>
            <w:proofErr w:type="spellEnd"/>
            <w:r w:rsidRPr="005A180F">
              <w:rPr>
                <w:rFonts w:cstheme="minorHAnsi"/>
                <w:sz w:val="18"/>
              </w:rPr>
              <w:t xml:space="preserve"> a předávání logů na vzdálený systém</w:t>
            </w:r>
          </w:p>
        </w:tc>
        <w:tc>
          <w:tcPr>
            <w:tcW w:w="3288" w:type="dxa"/>
          </w:tcPr>
          <w:p w14:paraId="0D5D5DC2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29DC3C9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CE6290C" w14:textId="77777777" w:rsidR="008D436B" w:rsidRPr="006B0BFC" w:rsidRDefault="008D436B" w:rsidP="003746AB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Hromadná správa </w:t>
            </w:r>
          </w:p>
          <w:p w14:paraId="24C1BD8D" w14:textId="77777777" w:rsidR="008D436B" w:rsidRPr="006B0BFC" w:rsidRDefault="008D436B" w:rsidP="008D436B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Časově neomezená licence na hromadnou správu serverů, inventarizace a </w:t>
            </w:r>
            <w:proofErr w:type="spellStart"/>
            <w:r w:rsidRPr="006B0BFC">
              <w:rPr>
                <w:rFonts w:cstheme="minorHAnsi"/>
                <w:sz w:val="18"/>
              </w:rPr>
              <w:t>alerting</w:t>
            </w:r>
            <w:proofErr w:type="spellEnd"/>
            <w:r w:rsidRPr="006B0BFC">
              <w:rPr>
                <w:rFonts w:cstheme="minorHAnsi"/>
                <w:sz w:val="18"/>
              </w:rPr>
              <w:t>.</w:t>
            </w:r>
          </w:p>
          <w:p w14:paraId="37919E5E" w14:textId="77777777" w:rsidR="008D436B" w:rsidRPr="006B0BFC" w:rsidRDefault="008D436B" w:rsidP="008D436B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hromadného sledováni a upgrade úrovní FW jednotlivých komponent serverů.</w:t>
            </w:r>
          </w:p>
          <w:p w14:paraId="68755550" w14:textId="77777777" w:rsidR="008D436B" w:rsidRPr="006B0BFC" w:rsidRDefault="008D436B" w:rsidP="008D436B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Call </w:t>
            </w:r>
            <w:proofErr w:type="spellStart"/>
            <w:r w:rsidRPr="006B0BFC">
              <w:rPr>
                <w:rFonts w:cstheme="minorHAnsi"/>
                <w:sz w:val="18"/>
              </w:rPr>
              <w:t>Home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funkce.</w:t>
            </w:r>
          </w:p>
          <w:p w14:paraId="7856BDBE" w14:textId="77777777" w:rsidR="008D436B" w:rsidRPr="006B0BFC" w:rsidRDefault="008D436B" w:rsidP="008D436B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Přístup přes mobilní aplikaci.</w:t>
            </w:r>
          </w:p>
          <w:p w14:paraId="32BA2081" w14:textId="77777777" w:rsidR="008D436B" w:rsidRPr="006B0BFC" w:rsidRDefault="008D436B" w:rsidP="008D436B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Splňující standardy NIST 800-131A a FIPS 140</w:t>
            </w:r>
            <w:r w:rsidRPr="006B0BFC">
              <w:rPr>
                <w:rFonts w:cstheme="minorHAnsi"/>
                <w:sz w:val="18"/>
              </w:rPr>
              <w:noBreakHyphen/>
              <w:t>2.</w:t>
            </w:r>
          </w:p>
          <w:p w14:paraId="297DBFB8" w14:textId="77777777" w:rsidR="008D436B" w:rsidRPr="006B0BFC" w:rsidRDefault="008D436B" w:rsidP="008D436B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Plug-in do management nodů virtualizačních hypervizorů.</w:t>
            </w:r>
          </w:p>
          <w:p w14:paraId="5830BAED" w14:textId="77777777" w:rsidR="008D436B" w:rsidRPr="006B0BFC" w:rsidRDefault="008D436B" w:rsidP="008D436B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REST-API a </w:t>
            </w:r>
            <w:proofErr w:type="spellStart"/>
            <w:r w:rsidRPr="006B0BFC">
              <w:rPr>
                <w:rFonts w:cstheme="minorHAnsi"/>
                <w:sz w:val="18"/>
              </w:rPr>
              <w:t>Redfish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standardů.</w:t>
            </w:r>
          </w:p>
        </w:tc>
        <w:tc>
          <w:tcPr>
            <w:tcW w:w="3288" w:type="dxa"/>
          </w:tcPr>
          <w:p w14:paraId="60800211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5388921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10C39DB" w14:textId="77777777" w:rsidR="008D436B" w:rsidRPr="006B0BFC" w:rsidRDefault="008D436B" w:rsidP="003746AB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Napojení na systém centralizované vzdálené správy a dohledu</w:t>
            </w:r>
            <w:r w:rsidRPr="006B0BFC">
              <w:rPr>
                <w:rFonts w:cstheme="minorHAnsi"/>
                <w:i/>
                <w:iCs/>
                <w:sz w:val="18"/>
              </w:rPr>
              <w:t xml:space="preserve"> (Zadavatel provozuje centralizovanou vzdálenou správy na technologiích 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 xml:space="preserve">Dell </w:t>
            </w:r>
            <w:proofErr w:type="spellStart"/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OpenManage</w:t>
            </w:r>
            <w:proofErr w:type="spellEnd"/>
            <w:r w:rsidRPr="006B0BFC">
              <w:rPr>
                <w:rFonts w:cstheme="minorHAnsi"/>
                <w:i/>
                <w:iCs/>
                <w:sz w:val="18"/>
              </w:rPr>
              <w:t xml:space="preserve"> a 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 xml:space="preserve">Lenovo </w:t>
            </w:r>
            <w:proofErr w:type="spellStart"/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xClarity</w:t>
            </w:r>
            <w:proofErr w:type="spellEnd"/>
            <w:r w:rsidRPr="006B0BFC">
              <w:rPr>
                <w:rFonts w:cstheme="minorHAnsi"/>
                <w:i/>
                <w:iCs/>
                <w:sz w:val="18"/>
              </w:rPr>
              <w:t>)</w:t>
            </w:r>
            <w:r w:rsidRPr="006B0BFC">
              <w:rPr>
                <w:rFonts w:cstheme="minorHAnsi"/>
                <w:sz w:val="18"/>
              </w:rPr>
              <w:t>:</w:t>
            </w:r>
          </w:p>
          <w:p w14:paraId="4D143C5B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Napojení na již provozované řešení centralizované vzdálené správy bez nutnosti pořizovat, instalovat či provozovat jakýkoliv další software, hardware nebo </w:t>
            </w:r>
            <w:proofErr w:type="spellStart"/>
            <w:r w:rsidRPr="006B0BFC">
              <w:rPr>
                <w:rFonts w:cstheme="minorHAnsi"/>
                <w:sz w:val="18"/>
              </w:rPr>
              <w:t>appliance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třetích stran.</w:t>
            </w:r>
          </w:p>
          <w:p w14:paraId="1C5C58F0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modelů a sériových čísel</w:t>
            </w:r>
          </w:p>
          <w:p w14:paraId="1DCCA104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platnosti servisních kontraktů</w:t>
            </w:r>
          </w:p>
          <w:p w14:paraId="4E49E846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konfigurace</w:t>
            </w:r>
          </w:p>
          <w:p w14:paraId="0460ACC2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Přehled verzí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jednotlivých komponent</w:t>
            </w:r>
          </w:p>
          <w:p w14:paraId="0BD05477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Kontrola verzí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oproti definovaným politikám</w:t>
            </w:r>
          </w:p>
          <w:p w14:paraId="5244FF5E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zatížení CPU a RAM</w:t>
            </w:r>
          </w:p>
          <w:p w14:paraId="3C05A472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spotřeby elektrické energie</w:t>
            </w:r>
          </w:p>
          <w:p w14:paraId="3F828773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Centrální řízení spotřeby elektrické energie</w:t>
            </w:r>
          </w:p>
          <w:p w14:paraId="0D931F0C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Centrální provádění updatů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</w:p>
          <w:p w14:paraId="601AC1C9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Dálkové zapnutí/vypnutí jednotlivého serveru</w:t>
            </w:r>
          </w:p>
          <w:p w14:paraId="7D891F39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Dálkový přístup do konzole jednotlivého serveru (</w:t>
            </w:r>
            <w:proofErr w:type="spellStart"/>
            <w:r w:rsidRPr="006B0BFC">
              <w:rPr>
                <w:rFonts w:cstheme="minorHAnsi"/>
                <w:sz w:val="18"/>
              </w:rPr>
              <w:t>remote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KVM)</w:t>
            </w:r>
          </w:p>
          <w:p w14:paraId="107FBA6E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Re-instalace OS pomocí dálkově připojené optické mechaniky či disku s ISO souborem.</w:t>
            </w:r>
          </w:p>
        </w:tc>
        <w:tc>
          <w:tcPr>
            <w:tcW w:w="3288" w:type="dxa"/>
          </w:tcPr>
          <w:p w14:paraId="0F1FD705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1B07956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95A3E53" w14:textId="77777777" w:rsidR="008D436B" w:rsidRPr="006B0BFC" w:rsidRDefault="008D436B" w:rsidP="003746AB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5615BD2F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7DDF257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CFB8EC0" w14:textId="77777777" w:rsidR="008D436B" w:rsidRPr="006B0BFC" w:rsidRDefault="008D436B" w:rsidP="003746AB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>Síťové optické moduly pro každý optický port (</w:t>
            </w:r>
            <w:r w:rsidRPr="006B0BFC">
              <w:rPr>
                <w:b/>
                <w:bCs/>
                <w:sz w:val="18"/>
                <w:lang w:eastAsia="cs-CZ"/>
              </w:rPr>
              <w:t>SFP LAN</w:t>
            </w:r>
            <w:r w:rsidRPr="006B0BFC">
              <w:rPr>
                <w:sz w:val="18"/>
                <w:lang w:eastAsia="cs-CZ"/>
              </w:rPr>
              <w:t>), plně kompatibilní s dodávaným serverem v provedení „</w:t>
            </w:r>
            <w:r w:rsidRPr="006B0BFC">
              <w:rPr>
                <w:b/>
                <w:bCs/>
                <w:sz w:val="18"/>
                <w:lang w:eastAsia="cs-CZ"/>
              </w:rPr>
              <w:t>10/25Gbps</w:t>
            </w:r>
            <w:r w:rsidRPr="006B0BFC">
              <w:rPr>
                <w:sz w:val="18"/>
                <w:lang w:eastAsia="cs-CZ"/>
              </w:rPr>
              <w:t xml:space="preserve"> nebo </w:t>
            </w:r>
            <w:r w:rsidRPr="006B0BFC">
              <w:rPr>
                <w:b/>
                <w:bCs/>
                <w:sz w:val="18"/>
                <w:lang w:eastAsia="cs-CZ"/>
              </w:rPr>
              <w:t>25Gbps</w:t>
            </w:r>
            <w:r w:rsidRPr="006B0BFC">
              <w:rPr>
                <w:sz w:val="18"/>
                <w:lang w:eastAsia="cs-CZ"/>
              </w:rPr>
              <w:t xml:space="preserve">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 xml:space="preserve">, LC,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Short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 xml:space="preserve">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Range</w:t>
            </w:r>
            <w:proofErr w:type="spellEnd"/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29A018AB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</w:tbl>
    <w:p w14:paraId="74AC71A2" w14:textId="77777777" w:rsidR="008D436B" w:rsidRPr="006B0BFC" w:rsidRDefault="008D436B" w:rsidP="008D436B">
      <w:pPr>
        <w:spacing w:after="160" w:line="259" w:lineRule="auto"/>
      </w:pPr>
    </w:p>
    <w:p w14:paraId="1690515C" w14:textId="3BD2DE82" w:rsidR="008D436B" w:rsidRPr="006B0BFC" w:rsidRDefault="008D436B" w:rsidP="008D436B">
      <w:pPr>
        <w:spacing w:after="160" w:line="259" w:lineRule="auto"/>
      </w:pPr>
      <w:r w:rsidRPr="006B0BFC">
        <w:t xml:space="preserve">Pro </w:t>
      </w:r>
      <w:r w:rsidRPr="006B0BFC">
        <w:rPr>
          <w:b/>
          <w:bCs/>
        </w:rPr>
        <w:t xml:space="preserve">Položku </w:t>
      </w:r>
      <w:r>
        <w:rPr>
          <w:b/>
          <w:bCs/>
        </w:rPr>
        <w:t>1</w:t>
      </w:r>
      <w:r w:rsidR="00FE5DB7">
        <w:rPr>
          <w:b/>
          <w:bCs/>
        </w:rPr>
        <w:t>9</w:t>
      </w:r>
      <w:r w:rsidRPr="006B0BFC">
        <w:t xml:space="preserve"> je místem plnění </w:t>
      </w:r>
      <w:r w:rsidR="00A82159" w:rsidRPr="00A82159">
        <w:rPr>
          <w:b/>
          <w:bCs/>
        </w:rPr>
        <w:t>OŘ Brno, Kounicova 26, Brno</w:t>
      </w:r>
      <w:r w:rsidRPr="006B0BFC">
        <w:t>.</w:t>
      </w:r>
    </w:p>
    <w:p w14:paraId="398DF37D" w14:textId="77777777" w:rsidR="008D436B" w:rsidRDefault="008D436B" w:rsidP="008D436B">
      <w:pPr>
        <w:ind w:firstLine="426"/>
      </w:pPr>
    </w:p>
    <w:p w14:paraId="1F1CBCF0" w14:textId="77777777" w:rsidR="00E43144" w:rsidRPr="00EA4E74" w:rsidRDefault="00E43144" w:rsidP="00E43144">
      <w:pPr>
        <w:spacing w:after="160" w:line="259" w:lineRule="auto"/>
      </w:pPr>
    </w:p>
    <w:p w14:paraId="2C890C9E" w14:textId="7BC60315" w:rsidR="00E43144" w:rsidRPr="006B0BFC" w:rsidRDefault="00FE5DB7" w:rsidP="00E43144">
      <w:pPr>
        <w:ind w:firstLine="426"/>
      </w:pPr>
      <w:r>
        <w:t>t</w:t>
      </w:r>
      <w:r w:rsidR="00E43144" w:rsidRPr="006B0BFC">
        <w:t>)</w:t>
      </w:r>
      <w:r w:rsidR="00E43144" w:rsidRPr="006B0BFC">
        <w:tab/>
      </w:r>
      <w:r w:rsidR="00E43144" w:rsidRPr="006B0BFC">
        <w:rPr>
          <w:b/>
          <w:bCs/>
        </w:rPr>
        <w:t xml:space="preserve">Položka </w:t>
      </w:r>
      <w:r>
        <w:rPr>
          <w:b/>
          <w:bCs/>
        </w:rPr>
        <w:t>20</w:t>
      </w:r>
      <w:r w:rsidR="00E43144" w:rsidRPr="006B0BFC">
        <w:t xml:space="preserve"> – </w:t>
      </w:r>
      <w:r w:rsidR="00E43144">
        <w:t>Čtyři</w:t>
      </w:r>
      <w:r w:rsidR="00E43144" w:rsidRPr="006B0BFC">
        <w:t xml:space="preserve"> (</w:t>
      </w:r>
      <w:r w:rsidR="00E43144">
        <w:t>4</w:t>
      </w:r>
      <w:r w:rsidR="00E43144" w:rsidRPr="006B0BFC">
        <w:t>) serverov</w:t>
      </w:r>
      <w:r w:rsidR="00E43144">
        <w:t>é</w:t>
      </w:r>
      <w:r w:rsidR="00E43144" w:rsidRPr="006B0BFC">
        <w:t xml:space="preserve"> nod</w:t>
      </w:r>
      <w:r w:rsidR="00E43144">
        <w:t>y</w:t>
      </w:r>
      <w:r w:rsidR="00E43144" w:rsidRPr="006B0BFC">
        <w:t xml:space="preserve"> pro virtualizační farmu „KB TDS / </w:t>
      </w:r>
      <w:r w:rsidR="001876D7">
        <w:t>Ústí nad Labem</w:t>
      </w:r>
      <w:r w:rsidR="00E43144" w:rsidRPr="006B0BFC">
        <w:t>“ v konfiguraci:</w:t>
      </w:r>
    </w:p>
    <w:p w14:paraId="20B5E38A" w14:textId="77777777" w:rsidR="00E43144" w:rsidRPr="006B0BFC" w:rsidRDefault="00E43144" w:rsidP="00E43144">
      <w:r w:rsidRPr="006B0BFC">
        <w:rPr>
          <w:highlight w:val="green"/>
          <w:lang w:val="en-US"/>
        </w:rPr>
        <w:t>[IDENTIFIKACE MODELU</w:t>
      </w:r>
      <w:r w:rsidRPr="006B0BFC">
        <w:rPr>
          <w:rFonts w:cstheme="minorHAnsi"/>
          <w:b/>
          <w:bCs/>
          <w:highlight w:val="green"/>
        </w:rPr>
        <w:t xml:space="preserve"> - </w:t>
      </w:r>
      <w:r w:rsidRPr="006B0BFC">
        <w:rPr>
          <w:rFonts w:cstheme="minorHAnsi"/>
          <w:highlight w:val="green"/>
        </w:rPr>
        <w:t>DOPLNÍ PRODÁVAJÍCÍ]</w:t>
      </w:r>
      <w:r w:rsidRPr="006B0BFC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E43144" w:rsidRPr="006B0BFC" w14:paraId="47BA94AD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7CE6EC50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4204A855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E43144" w:rsidRPr="006B0BFC" w14:paraId="40881A0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BE69BD8" w14:textId="62774A1B" w:rsidR="00E43144" w:rsidRPr="006B0BFC" w:rsidRDefault="00D015B5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4</w:t>
            </w:r>
            <w:r w:rsidR="00E43144" w:rsidRPr="006B0BFC">
              <w:rPr>
                <w:rFonts w:cstheme="minorHAnsi"/>
                <w:sz w:val="18"/>
              </w:rPr>
              <w:t xml:space="preserve"> serverov</w:t>
            </w:r>
            <w:r>
              <w:rPr>
                <w:rFonts w:cstheme="minorHAnsi"/>
                <w:sz w:val="18"/>
              </w:rPr>
              <w:t>é</w:t>
            </w:r>
            <w:r w:rsidR="00E43144" w:rsidRPr="006B0BFC">
              <w:rPr>
                <w:rFonts w:cstheme="minorHAnsi"/>
                <w:sz w:val="18"/>
              </w:rPr>
              <w:t xml:space="preserve"> nod</w:t>
            </w:r>
            <w:r>
              <w:rPr>
                <w:rFonts w:cstheme="minorHAnsi"/>
                <w:sz w:val="18"/>
              </w:rPr>
              <w:t>y</w:t>
            </w:r>
            <w:r w:rsidR="00E43144" w:rsidRPr="006B0BFC">
              <w:rPr>
                <w:rFonts w:cstheme="minorHAnsi"/>
                <w:sz w:val="18"/>
              </w:rPr>
              <w:t xml:space="preserve"> se zcela totožnou konfigurací</w:t>
            </w:r>
          </w:p>
        </w:tc>
        <w:tc>
          <w:tcPr>
            <w:tcW w:w="3288" w:type="dxa"/>
          </w:tcPr>
          <w:p w14:paraId="38F595FF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76BD738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05B2F79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 xml:space="preserve">Provedení serveru pro instalaci do rackové skříně o hloubce </w:t>
            </w:r>
            <w:r w:rsidRPr="006B0BFC">
              <w:rPr>
                <w:rFonts w:cstheme="minorHAnsi"/>
                <w:b/>
                <w:bCs/>
                <w:sz w:val="18"/>
              </w:rPr>
              <w:t>100 cm</w:t>
            </w:r>
          </w:p>
        </w:tc>
        <w:tc>
          <w:tcPr>
            <w:tcW w:w="3288" w:type="dxa"/>
          </w:tcPr>
          <w:p w14:paraId="0538FFE4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115BCC8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D0576CD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Velikost skříně serveru o maximální výšce </w:t>
            </w:r>
            <w:r w:rsidRPr="006B0BFC">
              <w:rPr>
                <w:rFonts w:cstheme="minorHAnsi"/>
                <w:b/>
                <w:bCs/>
                <w:sz w:val="18"/>
              </w:rPr>
              <w:t>2 RU</w:t>
            </w:r>
            <w:r w:rsidRPr="006B0BFC">
              <w:rPr>
                <w:rFonts w:cstheme="minorHAnsi"/>
                <w:sz w:val="18"/>
              </w:rPr>
              <w:t xml:space="preserve"> (89 mm)</w:t>
            </w:r>
          </w:p>
        </w:tc>
        <w:tc>
          <w:tcPr>
            <w:tcW w:w="3288" w:type="dxa"/>
          </w:tcPr>
          <w:p w14:paraId="35AB8D63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29419B2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9C34944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 CPU</w:t>
            </w:r>
            <w:r w:rsidRPr="006B0BFC">
              <w:rPr>
                <w:rFonts w:cstheme="minorHAnsi"/>
                <w:sz w:val="18"/>
              </w:rPr>
              <w:t xml:space="preserve">, každý minimálně </w:t>
            </w:r>
            <w:r w:rsidRPr="001F2B7B">
              <w:rPr>
                <w:rFonts w:cstheme="minorHAnsi"/>
                <w:b/>
                <w:bCs/>
                <w:sz w:val="18"/>
              </w:rPr>
              <w:t>28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 jader</w:t>
            </w:r>
            <w:r w:rsidRPr="006B0BFC">
              <w:rPr>
                <w:rFonts w:cstheme="minorHAnsi"/>
                <w:sz w:val="18"/>
              </w:rPr>
              <w:t xml:space="preserve"> (</w:t>
            </w:r>
            <w:r>
              <w:rPr>
                <w:rFonts w:cstheme="minorHAnsi"/>
                <w:sz w:val="18"/>
              </w:rPr>
              <w:t>56</w:t>
            </w:r>
            <w:r w:rsidRPr="006B0BFC">
              <w:rPr>
                <w:rFonts w:cstheme="minorHAnsi"/>
                <w:sz w:val="18"/>
              </w:rPr>
              <w:t xml:space="preserve"> vláken) se základní frekvencí minimálně 2.0 GHz a se spotřebou maximálně 230 W</w:t>
            </w:r>
          </w:p>
        </w:tc>
        <w:tc>
          <w:tcPr>
            <w:tcW w:w="3288" w:type="dxa"/>
          </w:tcPr>
          <w:p w14:paraId="23DE7BD7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646B2A2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4EB16C4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sz w:val="18"/>
              </w:rPr>
              <w:t xml:space="preserve">Architektura </w:t>
            </w:r>
            <w:r w:rsidRPr="006B0BFC">
              <w:rPr>
                <w:rFonts w:cstheme="minorHAnsi"/>
                <w:b/>
                <w:bCs/>
                <w:sz w:val="18"/>
              </w:rPr>
              <w:t>Intel x86-64</w:t>
            </w:r>
            <w:r w:rsidRPr="006B0BFC">
              <w:rPr>
                <w:rFonts w:cstheme="minorHAnsi"/>
                <w:sz w:val="18"/>
              </w:rPr>
              <w:t xml:space="preserve"> z důvodu kompatibility současného ICT prostředí</w:t>
            </w:r>
          </w:p>
        </w:tc>
        <w:tc>
          <w:tcPr>
            <w:tcW w:w="3288" w:type="dxa"/>
          </w:tcPr>
          <w:p w14:paraId="59D53BFC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64E3322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E3C304A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sz w:val="18"/>
                <w:lang w:eastAsia="cs-CZ"/>
              </w:rPr>
              <w:t xml:space="preserve">Operační paměť minimálně </w:t>
            </w:r>
            <w:r w:rsidRPr="006B0BFC">
              <w:rPr>
                <w:b/>
                <w:sz w:val="18"/>
                <w:lang w:eastAsia="cs-CZ"/>
              </w:rPr>
              <w:t>384 GB DDR5</w:t>
            </w:r>
            <w:r w:rsidRPr="006B0BFC">
              <w:rPr>
                <w:sz w:val="18"/>
                <w:lang w:eastAsia="cs-CZ"/>
              </w:rPr>
              <w:t xml:space="preserve"> s použitím modulů o maximální velikosti 128 GB, rozšiřitelná minimálně do 1024 GB jen přidáním dalších paměťových modulů</w:t>
            </w:r>
          </w:p>
        </w:tc>
        <w:tc>
          <w:tcPr>
            <w:tcW w:w="3288" w:type="dxa"/>
          </w:tcPr>
          <w:p w14:paraId="66159432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2D8D4BB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B08FDC0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 SSD</w:t>
            </w:r>
            <w:r w:rsidRPr="006B0BFC">
              <w:rPr>
                <w:rFonts w:cstheme="minorHAnsi"/>
                <w:sz w:val="18"/>
              </w:rPr>
              <w:t xml:space="preserve">, každý o velikosti minimálně </w:t>
            </w:r>
            <w:r w:rsidRPr="006B0BFC">
              <w:rPr>
                <w:rFonts w:cstheme="minorHAnsi"/>
                <w:b/>
                <w:bCs/>
                <w:sz w:val="18"/>
              </w:rPr>
              <w:t>480 GB</w:t>
            </w:r>
            <w:r w:rsidRPr="006B0BFC">
              <w:rPr>
                <w:rFonts w:cstheme="minorHAnsi"/>
                <w:sz w:val="18"/>
              </w:rPr>
              <w:t xml:space="preserve"> v konfiguraci RAID1 (zrcadlení) pro </w:t>
            </w:r>
            <w:proofErr w:type="spellStart"/>
            <w:r w:rsidRPr="006B0BFC">
              <w:rPr>
                <w:rFonts w:cstheme="minorHAnsi"/>
                <w:sz w:val="18"/>
              </w:rPr>
              <w:t>boot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běh OS nebo virtualizační platformy (hypervisor)</w:t>
            </w:r>
          </w:p>
        </w:tc>
        <w:tc>
          <w:tcPr>
            <w:tcW w:w="3288" w:type="dxa"/>
          </w:tcPr>
          <w:p w14:paraId="22FBB64C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3891124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09E779C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8x 25 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SFP LAN s podporou rychlosti 10 </w:t>
            </w:r>
            <w:proofErr w:type="spellStart"/>
            <w:r w:rsidRPr="006B0BFC">
              <w:rPr>
                <w:rFonts w:cstheme="minorHAnsi"/>
                <w:sz w:val="18"/>
              </w:rPr>
              <w:t>Gbps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(tj. 10/25 </w:t>
            </w:r>
            <w:proofErr w:type="spellStart"/>
            <w:r w:rsidRPr="006B0BFC">
              <w:rPr>
                <w:rFonts w:cstheme="minorHAnsi"/>
                <w:sz w:val="18"/>
              </w:rPr>
              <w:t>Gbps</w:t>
            </w:r>
            <w:proofErr w:type="spellEnd"/>
            <w:r w:rsidRPr="006B0BFC">
              <w:rPr>
                <w:rFonts w:cstheme="minorHAnsi"/>
                <w:sz w:val="18"/>
              </w:rPr>
              <w:t>)</w:t>
            </w:r>
          </w:p>
        </w:tc>
        <w:tc>
          <w:tcPr>
            <w:tcW w:w="3288" w:type="dxa"/>
          </w:tcPr>
          <w:p w14:paraId="7A5F6420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053499D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076913F" w14:textId="77777777" w:rsidR="00E43144" w:rsidRPr="006B0BFC" w:rsidRDefault="00E43144" w:rsidP="003746AB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 xml:space="preserve">Minimálně </w:t>
            </w:r>
            <w:r w:rsidRPr="006B0BFC">
              <w:rPr>
                <w:b/>
                <w:bCs/>
                <w:sz w:val="18"/>
                <w:lang w:eastAsia="cs-CZ"/>
              </w:rPr>
              <w:t>4</w:t>
            </w:r>
            <w:r w:rsidRPr="006B0BFC">
              <w:rPr>
                <w:b/>
                <w:sz w:val="18"/>
                <w:lang w:eastAsia="cs-CZ"/>
              </w:rPr>
              <w:t>x</w:t>
            </w:r>
            <w:r w:rsidRPr="006B0BFC">
              <w:rPr>
                <w:sz w:val="18"/>
                <w:lang w:eastAsia="cs-CZ"/>
              </w:rPr>
              <w:t xml:space="preserve"> </w:t>
            </w:r>
            <w:r w:rsidRPr="006B0BFC">
              <w:rPr>
                <w:b/>
                <w:bCs/>
                <w:sz w:val="18"/>
                <w:lang w:eastAsia="cs-CZ"/>
              </w:rPr>
              <w:t xml:space="preserve">1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Gbps</w:t>
            </w:r>
            <w:proofErr w:type="spellEnd"/>
            <w:r w:rsidRPr="006B0BFC">
              <w:rPr>
                <w:sz w:val="18"/>
                <w:lang w:eastAsia="cs-CZ"/>
              </w:rPr>
              <w:t xml:space="preserve"> RJ45 LAN</w:t>
            </w:r>
          </w:p>
        </w:tc>
        <w:tc>
          <w:tcPr>
            <w:tcW w:w="3288" w:type="dxa"/>
          </w:tcPr>
          <w:p w14:paraId="4FAEEFDC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20200DC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DFDF165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Dedikovaný 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1 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22227CF2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3F4EF8B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8BE7307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4x 32 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SFP </w:t>
            </w:r>
            <w:proofErr w:type="spellStart"/>
            <w:r w:rsidRPr="006B0BFC">
              <w:rPr>
                <w:rFonts w:cstheme="minorHAnsi"/>
                <w:sz w:val="18"/>
              </w:rPr>
              <w:t>FibreChannel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SAN porty HBA</w:t>
            </w:r>
          </w:p>
        </w:tc>
        <w:tc>
          <w:tcPr>
            <w:tcW w:w="3288" w:type="dxa"/>
          </w:tcPr>
          <w:p w14:paraId="0D4F8932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18ECF27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3A93FA1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6B0BFC">
              <w:rPr>
                <w:rFonts w:cstheme="minorHAnsi"/>
                <w:sz w:val="18"/>
              </w:rPr>
              <w:t>Trusted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Platform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Module minimálně ve verzi 2.0</w:t>
            </w:r>
          </w:p>
        </w:tc>
        <w:tc>
          <w:tcPr>
            <w:tcW w:w="3288" w:type="dxa"/>
          </w:tcPr>
          <w:p w14:paraId="1EFADC95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4C67629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51F34EB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hot-swap napájecí zdroj, každý minimálně o výkonu 800 W s minimální certifikací „80+ </w:t>
            </w:r>
            <w:proofErr w:type="spellStart"/>
            <w:r w:rsidRPr="006B0BFC">
              <w:rPr>
                <w:rFonts w:cstheme="minorHAnsi"/>
                <w:sz w:val="18"/>
              </w:rPr>
              <w:t>Platinum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293E0C37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7E34801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53DEEB5" w14:textId="15194023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sz w:val="18"/>
                <w:lang w:eastAsia="cs-CZ"/>
              </w:rPr>
              <w:t xml:space="preserve">Výsuvné ližiny do rackové skříně </w:t>
            </w:r>
            <w:r w:rsidR="00EF4E33">
              <w:rPr>
                <w:sz w:val="18"/>
                <w:lang w:eastAsia="cs-CZ"/>
              </w:rPr>
              <w:t>s</w:t>
            </w:r>
            <w:r w:rsidRPr="006B0BFC">
              <w:rPr>
                <w:sz w:val="18"/>
                <w:lang w:eastAsia="cs-CZ"/>
              </w:rPr>
              <w:t xml:space="preserve"> „</w:t>
            </w:r>
            <w:proofErr w:type="spellStart"/>
            <w:r w:rsidRPr="006B0BFC">
              <w:rPr>
                <w:sz w:val="18"/>
                <w:lang w:eastAsia="cs-CZ"/>
              </w:rPr>
              <w:t>cable</w:t>
            </w:r>
            <w:proofErr w:type="spellEnd"/>
            <w:r w:rsidRPr="006B0BFC">
              <w:rPr>
                <w:sz w:val="18"/>
                <w:lang w:eastAsia="cs-CZ"/>
              </w:rPr>
              <w:t xml:space="preserve"> management </w:t>
            </w:r>
            <w:proofErr w:type="spellStart"/>
            <w:r w:rsidRPr="006B0BFC">
              <w:rPr>
                <w:sz w:val="18"/>
                <w:lang w:eastAsia="cs-CZ"/>
              </w:rPr>
              <w:t>arm</w:t>
            </w:r>
            <w:proofErr w:type="spellEnd"/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23FB63E8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1F80341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F21DC46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110C4A04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5213B43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45B8936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16ABA633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1BB6C82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8F66D76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OS Windows Server 2019, 2022; RHEL 8, 9; </w:t>
            </w:r>
            <w:proofErr w:type="spellStart"/>
            <w:r w:rsidRPr="006B0BFC">
              <w:rPr>
                <w:rFonts w:cstheme="minorHAnsi"/>
                <w:sz w:val="18"/>
              </w:rPr>
              <w:t>VMware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vSphere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00D237E4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0C43E7C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E2914A0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190913A9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1CFEB88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4208029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Integrační pluginy pro monitoring zdravotního stavu a správu HW přímo z </w:t>
            </w:r>
            <w:proofErr w:type="spellStart"/>
            <w:r w:rsidRPr="006B0BFC">
              <w:rPr>
                <w:rFonts w:cstheme="minorHAnsi"/>
                <w:sz w:val="18"/>
              </w:rPr>
              <w:t>VMware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vCenter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MS </w:t>
            </w:r>
            <w:proofErr w:type="spellStart"/>
            <w:r w:rsidRPr="006B0BFC">
              <w:rPr>
                <w:rFonts w:cstheme="minorHAnsi"/>
                <w:sz w:val="18"/>
              </w:rPr>
              <w:t>System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Center.</w:t>
            </w:r>
          </w:p>
        </w:tc>
        <w:tc>
          <w:tcPr>
            <w:tcW w:w="3288" w:type="dxa"/>
          </w:tcPr>
          <w:p w14:paraId="0DE172D3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6704A69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2FA15DD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6B0BFC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7F25C507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6061EA2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877AAE0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výrobce na </w:t>
            </w:r>
            <w:r w:rsidRPr="006B0BFC">
              <w:rPr>
                <w:rFonts w:cstheme="minorHAnsi"/>
                <w:b/>
                <w:bCs/>
                <w:sz w:val="18"/>
              </w:rPr>
              <w:t>5 let</w:t>
            </w:r>
            <w:r w:rsidRPr="006B0BFC">
              <w:rPr>
                <w:rFonts w:cstheme="minorHAnsi"/>
                <w:sz w:val="18"/>
              </w:rPr>
              <w:t xml:space="preserve"> v rozsahu „</w:t>
            </w:r>
            <w:r w:rsidRPr="006B0BFC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61E319CE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27A3750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7608661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U všech disků, SSD, </w:t>
            </w:r>
            <w:proofErr w:type="spellStart"/>
            <w:r w:rsidRPr="006B0BFC">
              <w:rPr>
                <w:rFonts w:cstheme="minorHAnsi"/>
                <w:sz w:val="18"/>
              </w:rPr>
              <w:t>NVMe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médií je požadováno ponechání disku Kupujícímu při jeho poruše a/nebo reklamaci</w:t>
            </w:r>
          </w:p>
        </w:tc>
        <w:tc>
          <w:tcPr>
            <w:tcW w:w="3288" w:type="dxa"/>
          </w:tcPr>
          <w:p w14:paraId="3D0FF129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598E3EF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4CD8428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Vzdálená správa HW serveru </w:t>
            </w:r>
          </w:p>
          <w:p w14:paraId="1B53BA9D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Vzdálená správa s dedikovaným vlastním portem 1GbE a možností převzít plně vzdálené ovládání serveru.</w:t>
            </w:r>
          </w:p>
          <w:p w14:paraId="762AE8D5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přesměrování management portu pomocí NSCI na jinou síťovou kartu.</w:t>
            </w:r>
          </w:p>
          <w:p w14:paraId="67331E60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Možnost vzdáleného </w:t>
            </w:r>
            <w:proofErr w:type="spellStart"/>
            <w:r w:rsidRPr="006B0BFC">
              <w:rPr>
                <w:rFonts w:cstheme="minorHAnsi"/>
                <w:sz w:val="18"/>
              </w:rPr>
              <w:t>mountování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ISO image.</w:t>
            </w:r>
          </w:p>
          <w:p w14:paraId="2F213167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sdílet jednu virtuální konzoli až šesti uživateli.</w:t>
            </w:r>
          </w:p>
          <w:p w14:paraId="2770FECE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standartních Webových prohlížečů (Google Chrome, MS </w:t>
            </w:r>
            <w:proofErr w:type="spellStart"/>
            <w:r w:rsidRPr="006B0BFC">
              <w:rPr>
                <w:rFonts w:cstheme="minorHAnsi"/>
                <w:sz w:val="18"/>
              </w:rPr>
              <w:t>Edge</w:t>
            </w:r>
            <w:proofErr w:type="spellEnd"/>
            <w:r w:rsidRPr="006B0BFC">
              <w:rPr>
                <w:rFonts w:cstheme="minorHAnsi"/>
                <w:sz w:val="18"/>
              </w:rPr>
              <w:t>, Mozilla Firefox) a HTML5.</w:t>
            </w:r>
          </w:p>
          <w:p w14:paraId="34EBFC21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a možnost sledování stavu jednotlivých komponent včetně úrovní firmware.</w:t>
            </w:r>
          </w:p>
          <w:p w14:paraId="5C3448EA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Real </w:t>
            </w:r>
            <w:proofErr w:type="spellStart"/>
            <w:r w:rsidRPr="006B0BFC">
              <w:rPr>
                <w:rFonts w:cstheme="minorHAnsi"/>
                <w:sz w:val="18"/>
              </w:rPr>
              <w:t>time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sledování vytíženosti CPU, paměti a spotřeby elektrické energie, možnost </w:t>
            </w:r>
            <w:proofErr w:type="spellStart"/>
            <w:r w:rsidRPr="006B0BFC">
              <w:rPr>
                <w:rFonts w:cstheme="minorHAnsi"/>
                <w:sz w:val="18"/>
              </w:rPr>
              <w:t>Power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cappingu</w:t>
            </w:r>
            <w:proofErr w:type="spellEnd"/>
            <w:r w:rsidRPr="006B0BFC">
              <w:rPr>
                <w:rFonts w:cstheme="minorHAnsi"/>
                <w:sz w:val="18"/>
              </w:rPr>
              <w:t>.</w:t>
            </w:r>
          </w:p>
          <w:p w14:paraId="5CDE2B6C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asistované instalace OS bez dalších nástrojů, médií, ISO apod.</w:t>
            </w:r>
          </w:p>
          <w:p w14:paraId="5234B616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REDFISH a RESTAPI skriptů.</w:t>
            </w:r>
          </w:p>
          <w:p w14:paraId="4B3A3A64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Nejvyšší licence pro správu serveru bez jakéhokoli omezení.</w:t>
            </w:r>
          </w:p>
          <w:p w14:paraId="13DEE459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Všechny licence potřebné k provozu managementu a HW, (management, mapování ISO, KVM přístup).</w:t>
            </w:r>
          </w:p>
          <w:p w14:paraId="68EAF1E3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Integrace s centrální vzdálenou správou serverového HW bez použití jakéhokoli dalšího HW či SW třetích stran</w:t>
            </w:r>
          </w:p>
          <w:p w14:paraId="6CF4EBD5" w14:textId="77777777" w:rsidR="00E43144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protokolů SNMP 2c a IPMI</w:t>
            </w:r>
          </w:p>
          <w:p w14:paraId="184E7D37" w14:textId="3B00949E" w:rsidR="005A180F" w:rsidRPr="006B0BFC" w:rsidRDefault="005A180F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5A180F">
              <w:rPr>
                <w:rFonts w:cstheme="minorHAnsi"/>
                <w:sz w:val="18"/>
              </w:rPr>
              <w:t xml:space="preserve">Podpora protokolu </w:t>
            </w:r>
            <w:proofErr w:type="spellStart"/>
            <w:r w:rsidRPr="005A180F">
              <w:rPr>
                <w:rFonts w:cstheme="minorHAnsi"/>
                <w:sz w:val="18"/>
              </w:rPr>
              <w:t>Syslog</w:t>
            </w:r>
            <w:proofErr w:type="spellEnd"/>
            <w:r w:rsidRPr="005A180F">
              <w:rPr>
                <w:rFonts w:cstheme="minorHAnsi"/>
                <w:sz w:val="18"/>
              </w:rPr>
              <w:t xml:space="preserve"> a předávání logů na vzdálený systém</w:t>
            </w:r>
          </w:p>
        </w:tc>
        <w:tc>
          <w:tcPr>
            <w:tcW w:w="3288" w:type="dxa"/>
          </w:tcPr>
          <w:p w14:paraId="1626621A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29B72BA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1132496" w14:textId="77777777" w:rsidR="00E43144" w:rsidRPr="006B0BFC" w:rsidRDefault="00E43144" w:rsidP="003746AB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Hromadná správa </w:t>
            </w:r>
          </w:p>
          <w:p w14:paraId="166F5C92" w14:textId="77777777" w:rsidR="00E43144" w:rsidRPr="006B0BFC" w:rsidRDefault="00E43144" w:rsidP="00E4314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Časově neomezená licence na hromadnou správu serverů, inventarizace a </w:t>
            </w:r>
            <w:proofErr w:type="spellStart"/>
            <w:r w:rsidRPr="006B0BFC">
              <w:rPr>
                <w:rFonts w:cstheme="minorHAnsi"/>
                <w:sz w:val="18"/>
              </w:rPr>
              <w:t>alerting</w:t>
            </w:r>
            <w:proofErr w:type="spellEnd"/>
            <w:r w:rsidRPr="006B0BFC">
              <w:rPr>
                <w:rFonts w:cstheme="minorHAnsi"/>
                <w:sz w:val="18"/>
              </w:rPr>
              <w:t>.</w:t>
            </w:r>
          </w:p>
          <w:p w14:paraId="493F0ADB" w14:textId="77777777" w:rsidR="00E43144" w:rsidRPr="006B0BFC" w:rsidRDefault="00E43144" w:rsidP="00E4314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hromadného sledováni a upgrade úrovní FW jednotlivých komponent serverů.</w:t>
            </w:r>
          </w:p>
          <w:p w14:paraId="129047C8" w14:textId="77777777" w:rsidR="00E43144" w:rsidRPr="006B0BFC" w:rsidRDefault="00E43144" w:rsidP="00E4314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Call </w:t>
            </w:r>
            <w:proofErr w:type="spellStart"/>
            <w:r w:rsidRPr="006B0BFC">
              <w:rPr>
                <w:rFonts w:cstheme="minorHAnsi"/>
                <w:sz w:val="18"/>
              </w:rPr>
              <w:t>Home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funkce.</w:t>
            </w:r>
          </w:p>
          <w:p w14:paraId="441E7D6D" w14:textId="77777777" w:rsidR="00E43144" w:rsidRPr="006B0BFC" w:rsidRDefault="00E43144" w:rsidP="00E4314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Přístup přes mobilní aplikaci.</w:t>
            </w:r>
          </w:p>
          <w:p w14:paraId="60BE9A29" w14:textId="77777777" w:rsidR="00E43144" w:rsidRPr="006B0BFC" w:rsidRDefault="00E43144" w:rsidP="00E4314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Splňující standardy NIST 800-131A a FIPS 140</w:t>
            </w:r>
            <w:r w:rsidRPr="006B0BFC">
              <w:rPr>
                <w:rFonts w:cstheme="minorHAnsi"/>
                <w:sz w:val="18"/>
              </w:rPr>
              <w:noBreakHyphen/>
              <w:t>2.</w:t>
            </w:r>
          </w:p>
          <w:p w14:paraId="0B2CEF63" w14:textId="77777777" w:rsidR="00E43144" w:rsidRPr="006B0BFC" w:rsidRDefault="00E43144" w:rsidP="00E4314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Plug-in do management nodů virtualizačních hypervizorů.</w:t>
            </w:r>
          </w:p>
          <w:p w14:paraId="55E8704C" w14:textId="77777777" w:rsidR="00E43144" w:rsidRPr="006B0BFC" w:rsidRDefault="00E43144" w:rsidP="00E4314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REST-API a </w:t>
            </w:r>
            <w:proofErr w:type="spellStart"/>
            <w:r w:rsidRPr="006B0BFC">
              <w:rPr>
                <w:rFonts w:cstheme="minorHAnsi"/>
                <w:sz w:val="18"/>
              </w:rPr>
              <w:t>Redfish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standardů.</w:t>
            </w:r>
          </w:p>
        </w:tc>
        <w:tc>
          <w:tcPr>
            <w:tcW w:w="3288" w:type="dxa"/>
          </w:tcPr>
          <w:p w14:paraId="5128EA73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1BC34B4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311578A" w14:textId="77777777" w:rsidR="00E43144" w:rsidRPr="006B0BFC" w:rsidRDefault="00E43144" w:rsidP="003746AB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Napojení na systém centralizované vzdálené správy a dohledu</w:t>
            </w:r>
            <w:r w:rsidRPr="006B0BFC">
              <w:rPr>
                <w:rFonts w:cstheme="minorHAnsi"/>
                <w:i/>
                <w:iCs/>
                <w:sz w:val="18"/>
              </w:rPr>
              <w:t xml:space="preserve"> (Zadavatel provozuje centralizovanou vzdálenou správy na technologiích 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 xml:space="preserve">Dell </w:t>
            </w:r>
            <w:proofErr w:type="spellStart"/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OpenManage</w:t>
            </w:r>
            <w:proofErr w:type="spellEnd"/>
            <w:r w:rsidRPr="006B0BFC">
              <w:rPr>
                <w:rFonts w:cstheme="minorHAnsi"/>
                <w:i/>
                <w:iCs/>
                <w:sz w:val="18"/>
              </w:rPr>
              <w:t xml:space="preserve"> a 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 xml:space="preserve">Lenovo </w:t>
            </w:r>
            <w:proofErr w:type="spellStart"/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xClarity</w:t>
            </w:r>
            <w:proofErr w:type="spellEnd"/>
            <w:r w:rsidRPr="006B0BFC">
              <w:rPr>
                <w:rFonts w:cstheme="minorHAnsi"/>
                <w:i/>
                <w:iCs/>
                <w:sz w:val="18"/>
              </w:rPr>
              <w:t>)</w:t>
            </w:r>
            <w:r w:rsidRPr="006B0BFC">
              <w:rPr>
                <w:rFonts w:cstheme="minorHAnsi"/>
                <w:sz w:val="18"/>
              </w:rPr>
              <w:t>:</w:t>
            </w:r>
          </w:p>
          <w:p w14:paraId="7B582EBB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Napojení na již provozované řešení centralizované vzdálené správy bez nutnosti pořizovat, instalovat či provozovat jakýkoliv další software, hardware nebo </w:t>
            </w:r>
            <w:proofErr w:type="spellStart"/>
            <w:r w:rsidRPr="006B0BFC">
              <w:rPr>
                <w:rFonts w:cstheme="minorHAnsi"/>
                <w:sz w:val="18"/>
              </w:rPr>
              <w:t>appliance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třetích stran.</w:t>
            </w:r>
          </w:p>
          <w:p w14:paraId="0105C7D4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modelů a sériových čísel</w:t>
            </w:r>
          </w:p>
          <w:p w14:paraId="55CFC849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platnosti servisních kontraktů</w:t>
            </w:r>
          </w:p>
          <w:p w14:paraId="1F43822C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konfigurace</w:t>
            </w:r>
          </w:p>
          <w:p w14:paraId="7BE59544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Přehled verzí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jednotlivých komponent</w:t>
            </w:r>
          </w:p>
          <w:p w14:paraId="319C5641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Kontrola verzí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oproti definovaným politikám</w:t>
            </w:r>
          </w:p>
          <w:p w14:paraId="55A5BB87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zatížení CPU a RAM</w:t>
            </w:r>
          </w:p>
          <w:p w14:paraId="5218018F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spotřeby elektrické energie</w:t>
            </w:r>
          </w:p>
          <w:p w14:paraId="7E00AAC7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Centrální řízení spotřeby elektrické energie</w:t>
            </w:r>
          </w:p>
          <w:p w14:paraId="7AA4A0B5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Centrální provádění updatů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</w:p>
          <w:p w14:paraId="18B628E2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Dálkové zapnutí/vypnutí jednotlivého serveru</w:t>
            </w:r>
          </w:p>
          <w:p w14:paraId="1F4B1396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Dálkový přístup do konzole jednotlivého serveru (</w:t>
            </w:r>
            <w:proofErr w:type="spellStart"/>
            <w:r w:rsidRPr="006B0BFC">
              <w:rPr>
                <w:rFonts w:cstheme="minorHAnsi"/>
                <w:sz w:val="18"/>
              </w:rPr>
              <w:t>remote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KVM)</w:t>
            </w:r>
          </w:p>
          <w:p w14:paraId="1E3B1EC9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Re-instalace OS pomocí dálkově připojené optické mechaniky či disku s ISO souborem.</w:t>
            </w:r>
          </w:p>
        </w:tc>
        <w:tc>
          <w:tcPr>
            <w:tcW w:w="3288" w:type="dxa"/>
          </w:tcPr>
          <w:p w14:paraId="5D18CED3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0258BB5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E2B6F02" w14:textId="77777777" w:rsidR="00E43144" w:rsidRPr="006B0BFC" w:rsidRDefault="00E43144" w:rsidP="003746AB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534E6A81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14A5E2E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117E8B3" w14:textId="77777777" w:rsidR="00E43144" w:rsidRPr="006B0BFC" w:rsidRDefault="00E43144" w:rsidP="003746AB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>Síťové optické moduly pro každý optický port (</w:t>
            </w:r>
            <w:r w:rsidRPr="006B0BFC">
              <w:rPr>
                <w:b/>
                <w:bCs/>
                <w:sz w:val="18"/>
                <w:lang w:eastAsia="cs-CZ"/>
              </w:rPr>
              <w:t>SFP LAN</w:t>
            </w:r>
            <w:r w:rsidRPr="006B0BFC">
              <w:rPr>
                <w:sz w:val="18"/>
                <w:lang w:eastAsia="cs-CZ"/>
              </w:rPr>
              <w:t>), plně kompatibilní s dodávaným serverem v provedení „</w:t>
            </w:r>
            <w:r w:rsidRPr="006B0BFC">
              <w:rPr>
                <w:b/>
                <w:bCs/>
                <w:sz w:val="18"/>
                <w:lang w:eastAsia="cs-CZ"/>
              </w:rPr>
              <w:t>10/25Gbps</w:t>
            </w:r>
            <w:r w:rsidRPr="006B0BFC">
              <w:rPr>
                <w:sz w:val="18"/>
                <w:lang w:eastAsia="cs-CZ"/>
              </w:rPr>
              <w:t xml:space="preserve"> nebo </w:t>
            </w:r>
            <w:r w:rsidRPr="006B0BFC">
              <w:rPr>
                <w:b/>
                <w:bCs/>
                <w:sz w:val="18"/>
                <w:lang w:eastAsia="cs-CZ"/>
              </w:rPr>
              <w:t>25Gbps</w:t>
            </w:r>
            <w:r w:rsidRPr="006B0BFC">
              <w:rPr>
                <w:sz w:val="18"/>
                <w:lang w:eastAsia="cs-CZ"/>
              </w:rPr>
              <w:t xml:space="preserve">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 xml:space="preserve">, LC,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Short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 xml:space="preserve">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Range</w:t>
            </w:r>
            <w:proofErr w:type="spellEnd"/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2D46EAAE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6D994E0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AFEEC59" w14:textId="77777777" w:rsidR="00E43144" w:rsidRPr="006B0BFC" w:rsidRDefault="00E43144" w:rsidP="003746AB">
            <w:pPr>
              <w:rPr>
                <w:lang w:eastAsia="cs-CZ"/>
              </w:rPr>
            </w:pPr>
            <w:r w:rsidRPr="006B0BFC">
              <w:rPr>
                <w:sz w:val="18"/>
                <w:lang w:eastAsia="cs-CZ"/>
              </w:rPr>
              <w:t xml:space="preserve">Síťové optické moduly pro každý </w:t>
            </w:r>
            <w:proofErr w:type="spellStart"/>
            <w:r w:rsidRPr="006B0BFC">
              <w:rPr>
                <w:sz w:val="18"/>
                <w:lang w:eastAsia="cs-CZ"/>
              </w:rPr>
              <w:t>FibreChannel</w:t>
            </w:r>
            <w:proofErr w:type="spellEnd"/>
            <w:r w:rsidRPr="006B0BFC">
              <w:rPr>
                <w:sz w:val="18"/>
                <w:lang w:eastAsia="cs-CZ"/>
              </w:rPr>
              <w:t xml:space="preserve"> port (</w:t>
            </w:r>
            <w:r w:rsidRPr="006B0BFC">
              <w:rPr>
                <w:b/>
                <w:bCs/>
                <w:sz w:val="18"/>
                <w:lang w:eastAsia="cs-CZ"/>
              </w:rPr>
              <w:t>SFP FC</w:t>
            </w:r>
            <w:r w:rsidRPr="006B0BFC">
              <w:rPr>
                <w:sz w:val="18"/>
                <w:lang w:eastAsia="cs-CZ"/>
              </w:rPr>
              <w:t>), plně kompatibilní s dodávaným serverem v provedení „</w:t>
            </w:r>
            <w:r w:rsidRPr="006B0BFC">
              <w:rPr>
                <w:b/>
                <w:bCs/>
                <w:sz w:val="18"/>
                <w:lang w:eastAsia="cs-CZ"/>
              </w:rPr>
              <w:t xml:space="preserve">32Gbps, SW,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>, LC</w:t>
            </w:r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60BDD4CB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</w:tbl>
    <w:p w14:paraId="2D526989" w14:textId="77777777" w:rsidR="00E43144" w:rsidRPr="006B0BFC" w:rsidRDefault="00E43144" w:rsidP="00E43144">
      <w:pPr>
        <w:spacing w:after="160" w:line="259" w:lineRule="auto"/>
      </w:pPr>
    </w:p>
    <w:p w14:paraId="4DA77945" w14:textId="2AED4F4B" w:rsidR="00E43144" w:rsidRPr="006B0BFC" w:rsidRDefault="00E43144" w:rsidP="00E43144">
      <w:pPr>
        <w:spacing w:after="160" w:line="259" w:lineRule="auto"/>
      </w:pPr>
      <w:r w:rsidRPr="006B0BFC">
        <w:t xml:space="preserve">Pro </w:t>
      </w:r>
      <w:r>
        <w:t>4</w:t>
      </w:r>
      <w:r w:rsidRPr="006B0BFC">
        <w:t xml:space="preserve"> serverov</w:t>
      </w:r>
      <w:r>
        <w:t>é</w:t>
      </w:r>
      <w:r w:rsidRPr="006B0BFC">
        <w:t xml:space="preserve"> nod</w:t>
      </w:r>
      <w:r>
        <w:t>y</w:t>
      </w:r>
      <w:r w:rsidRPr="006B0BFC">
        <w:t xml:space="preserve"> v rámci </w:t>
      </w:r>
      <w:r w:rsidRPr="006B0BFC">
        <w:rPr>
          <w:b/>
          <w:bCs/>
        </w:rPr>
        <w:t xml:space="preserve">Položky </w:t>
      </w:r>
      <w:r w:rsidR="00FE5DB7">
        <w:rPr>
          <w:b/>
          <w:bCs/>
        </w:rPr>
        <w:t>20</w:t>
      </w:r>
      <w:r w:rsidRPr="006B0BFC">
        <w:t xml:space="preserve"> je místem plnění </w:t>
      </w:r>
      <w:r w:rsidR="007D63D9" w:rsidRPr="007D63D9">
        <w:rPr>
          <w:b/>
          <w:bCs/>
        </w:rPr>
        <w:t>Ústí nad Lab</w:t>
      </w:r>
      <w:r w:rsidR="007D63D9">
        <w:rPr>
          <w:b/>
          <w:bCs/>
        </w:rPr>
        <w:t>e</w:t>
      </w:r>
      <w:r w:rsidR="007D63D9" w:rsidRPr="007D63D9">
        <w:rPr>
          <w:b/>
          <w:bCs/>
        </w:rPr>
        <w:t>m</w:t>
      </w:r>
      <w:r w:rsidR="007D63D9">
        <w:rPr>
          <w:b/>
          <w:bCs/>
        </w:rPr>
        <w:t xml:space="preserve"> – Západ Stavědlo 1, Drážní, Ústí nad Labem</w:t>
      </w:r>
      <w:r w:rsidRPr="006B0BFC">
        <w:t>.</w:t>
      </w:r>
    </w:p>
    <w:p w14:paraId="2CE4375D" w14:textId="77777777" w:rsidR="00EA4E74" w:rsidRPr="006B0BFC" w:rsidRDefault="00EA4E74" w:rsidP="00E43144">
      <w:pPr>
        <w:spacing w:after="160" w:line="259" w:lineRule="auto"/>
      </w:pPr>
    </w:p>
    <w:p w14:paraId="4A2CC8D2" w14:textId="17974F0E" w:rsidR="00E43144" w:rsidRPr="006B0BFC" w:rsidRDefault="00FE5DB7" w:rsidP="00E43144">
      <w:pPr>
        <w:ind w:firstLine="426"/>
      </w:pPr>
      <w:r>
        <w:t>u</w:t>
      </w:r>
      <w:r w:rsidR="00E43144" w:rsidRPr="006B0BFC">
        <w:t>)</w:t>
      </w:r>
      <w:r w:rsidR="00E43144">
        <w:t xml:space="preserve"> </w:t>
      </w:r>
      <w:r w:rsidR="00E43144" w:rsidRPr="006B0BFC">
        <w:rPr>
          <w:b/>
          <w:bCs/>
        </w:rPr>
        <w:t xml:space="preserve">Položka </w:t>
      </w:r>
      <w:r>
        <w:rPr>
          <w:b/>
          <w:bCs/>
        </w:rPr>
        <w:t>21</w:t>
      </w:r>
      <w:r w:rsidR="00E43144" w:rsidRPr="006B0BFC">
        <w:t xml:space="preserve"> – Úložiště SAN pro virtualizační farmu „KB TDS / </w:t>
      </w:r>
      <w:r w:rsidR="006D760E">
        <w:t>Ústí nad Labem</w:t>
      </w:r>
      <w:r w:rsidR="00E43144" w:rsidRPr="006B0BFC">
        <w:t>“ v</w:t>
      </w:r>
      <w:r w:rsidR="009B028C">
        <w:t> </w:t>
      </w:r>
      <w:r w:rsidR="00E43144" w:rsidRPr="006B0BFC">
        <w:t>konfiguraci:</w:t>
      </w:r>
    </w:p>
    <w:p w14:paraId="3320F88E" w14:textId="77777777" w:rsidR="00E43144" w:rsidRPr="006B0BFC" w:rsidRDefault="00E43144" w:rsidP="00E43144">
      <w:pPr>
        <w:rPr>
          <w:rFonts w:cstheme="minorHAnsi"/>
          <w:b/>
          <w:bCs/>
        </w:rPr>
      </w:pPr>
      <w:r w:rsidRPr="006B0BFC">
        <w:rPr>
          <w:highlight w:val="green"/>
          <w:lang w:val="en-US"/>
        </w:rPr>
        <w:t>[IDENTIFIKACE MODELU</w:t>
      </w:r>
      <w:r w:rsidRPr="006B0BFC">
        <w:rPr>
          <w:rFonts w:cstheme="minorHAnsi"/>
          <w:b/>
          <w:bCs/>
          <w:highlight w:val="green"/>
        </w:rPr>
        <w:t xml:space="preserve"> - </w:t>
      </w:r>
      <w:r w:rsidRPr="006B0BFC">
        <w:rPr>
          <w:rFonts w:cstheme="minorHAnsi"/>
          <w:highlight w:val="green"/>
        </w:rPr>
        <w:t>DOPLNÍ PRODÁVAJÍCÍ]</w:t>
      </w:r>
      <w:r w:rsidRPr="006B0BFC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E43144" w:rsidRPr="006B0BFC" w14:paraId="092C51FE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12EC3861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0B3B9E15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E43144" w:rsidRPr="006B0BFC" w14:paraId="1BB7823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4521FE5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Provedení úložiště pro instalaci do rackové skříně o hloubce </w:t>
            </w:r>
            <w:r w:rsidRPr="006B0BFC">
              <w:rPr>
                <w:rFonts w:cstheme="minorHAnsi"/>
                <w:b/>
                <w:bCs/>
                <w:sz w:val="18"/>
              </w:rPr>
              <w:t>100 cm</w:t>
            </w:r>
          </w:p>
        </w:tc>
        <w:tc>
          <w:tcPr>
            <w:tcW w:w="3288" w:type="dxa"/>
          </w:tcPr>
          <w:p w14:paraId="5D9E4485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79DF48C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A0BB1BA" w14:textId="7AB9BA8F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Velikost skříně serveru o maximální výšce </w:t>
            </w:r>
            <w:r w:rsidR="00D05670">
              <w:rPr>
                <w:rFonts w:cstheme="minorHAnsi"/>
                <w:b/>
                <w:bCs/>
                <w:sz w:val="18"/>
              </w:rPr>
              <w:t>7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 RU</w:t>
            </w:r>
            <w:r w:rsidRPr="006B0BFC">
              <w:rPr>
                <w:rFonts w:cstheme="minorHAnsi"/>
                <w:sz w:val="18"/>
              </w:rPr>
              <w:t xml:space="preserve"> (</w:t>
            </w:r>
            <w:r w:rsidR="00D05670">
              <w:rPr>
                <w:rFonts w:cstheme="minorHAnsi"/>
                <w:sz w:val="18"/>
              </w:rPr>
              <w:t>312</w:t>
            </w:r>
            <w:r w:rsidRPr="006B0BFC">
              <w:rPr>
                <w:rFonts w:cstheme="minorHAnsi"/>
                <w:sz w:val="18"/>
              </w:rPr>
              <w:t> mm)</w:t>
            </w:r>
          </w:p>
        </w:tc>
        <w:tc>
          <w:tcPr>
            <w:tcW w:w="3288" w:type="dxa"/>
          </w:tcPr>
          <w:p w14:paraId="5DAE116C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47F774A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5F8E83F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Dual</w:t>
            </w:r>
            <w:proofErr w:type="spellEnd"/>
            <w:r w:rsidRPr="006B0BFC">
              <w:rPr>
                <w:rFonts w:cstheme="minorHAnsi"/>
                <w:b/>
                <w:bCs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controller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SAN FC v režimu </w:t>
            </w:r>
            <w:proofErr w:type="spellStart"/>
            <w:r w:rsidRPr="006B0BFC">
              <w:rPr>
                <w:rFonts w:cstheme="minorHAnsi"/>
                <w:sz w:val="18"/>
              </w:rPr>
              <w:t>Active-Active</w:t>
            </w:r>
            <w:proofErr w:type="spellEnd"/>
          </w:p>
        </w:tc>
        <w:tc>
          <w:tcPr>
            <w:tcW w:w="3288" w:type="dxa"/>
          </w:tcPr>
          <w:p w14:paraId="38F27175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228C5" w:rsidRPr="0050706D" w14:paraId="6CB56FD2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FFCEF45" w14:textId="77777777" w:rsidR="008228C5" w:rsidRDefault="008228C5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Kapacita SAN úložiště</w:t>
            </w:r>
          </w:p>
          <w:p w14:paraId="1574057B" w14:textId="77777777" w:rsidR="008228C5" w:rsidRPr="00A132AC" w:rsidRDefault="008228C5" w:rsidP="008228C5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b/>
                <w:bCs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Uživatelsky použitelná čistá nekomprimovaná </w:t>
            </w:r>
            <w:r>
              <w:rPr>
                <w:rFonts w:cstheme="minorHAnsi"/>
                <w:sz w:val="18"/>
                <w:szCs w:val="22"/>
              </w:rPr>
              <w:t xml:space="preserve">(bez </w:t>
            </w:r>
            <w:proofErr w:type="spellStart"/>
            <w:r>
              <w:rPr>
                <w:rFonts w:cstheme="minorHAnsi"/>
                <w:sz w:val="18"/>
                <w:szCs w:val="22"/>
              </w:rPr>
              <w:t>deduplikace</w:t>
            </w:r>
            <w:proofErr w:type="spellEnd"/>
            <w:r>
              <w:rPr>
                <w:rFonts w:cstheme="minorHAnsi"/>
                <w:sz w:val="18"/>
                <w:szCs w:val="22"/>
              </w:rPr>
              <w:t xml:space="preserve">) </w:t>
            </w:r>
            <w:r w:rsidRPr="00A132AC">
              <w:rPr>
                <w:rFonts w:cstheme="minorHAnsi"/>
                <w:sz w:val="18"/>
                <w:szCs w:val="22"/>
              </w:rPr>
              <w:t xml:space="preserve">kapacita minimálně </w:t>
            </w:r>
            <w:r>
              <w:rPr>
                <w:rFonts w:cstheme="minorHAnsi"/>
                <w:b/>
                <w:bCs/>
                <w:sz w:val="18"/>
                <w:szCs w:val="22"/>
              </w:rPr>
              <w:t>35</w:t>
            </w:r>
            <w:r w:rsidRPr="00A132AC">
              <w:rPr>
                <w:rFonts w:cstheme="minorHAnsi"/>
                <w:b/>
                <w:bCs/>
                <w:sz w:val="18"/>
                <w:szCs w:val="22"/>
              </w:rPr>
              <w:t xml:space="preserve"> </w:t>
            </w:r>
            <w:proofErr w:type="spellStart"/>
            <w:r w:rsidRPr="00A132AC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1F030A3D" w14:textId="62A09F9E" w:rsidR="008228C5" w:rsidRPr="00A132AC" w:rsidRDefault="008228C5" w:rsidP="008228C5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Umožňuje rozšíření minimálně na </w:t>
            </w:r>
            <w:r w:rsidR="0083605F">
              <w:rPr>
                <w:rFonts w:cstheme="minorHAnsi"/>
                <w:sz w:val="18"/>
                <w:szCs w:val="22"/>
              </w:rPr>
              <w:t>8</w:t>
            </w:r>
            <w:r>
              <w:rPr>
                <w:rFonts w:cstheme="minorHAnsi"/>
                <w:sz w:val="18"/>
                <w:szCs w:val="22"/>
              </w:rPr>
              <w:t>0</w:t>
            </w:r>
            <w:r w:rsidRPr="00A132AC">
              <w:rPr>
                <w:rFonts w:cstheme="minorHAnsi"/>
                <w:sz w:val="18"/>
                <w:szCs w:val="22"/>
              </w:rPr>
              <w:t xml:space="preserve"> </w:t>
            </w:r>
            <w:proofErr w:type="spellStart"/>
            <w:r w:rsidRPr="00A132AC">
              <w:rPr>
                <w:rFonts w:cstheme="minorHAnsi"/>
                <w:sz w:val="18"/>
                <w:szCs w:val="22"/>
              </w:rPr>
              <w:t>TiB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 xml:space="preserve"> jen přidáním disků.</w:t>
            </w:r>
          </w:p>
          <w:p w14:paraId="52AC95BC" w14:textId="77777777" w:rsidR="008228C5" w:rsidRPr="00A132AC" w:rsidRDefault="008228C5" w:rsidP="008228C5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>Zajišťuje redundanci uložených dat minimálně na</w:t>
            </w:r>
            <w:r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 xml:space="preserve">úrovni odpovídající </w:t>
            </w:r>
            <w:r w:rsidRPr="009036B9">
              <w:rPr>
                <w:rFonts w:cstheme="minorHAnsi"/>
                <w:b/>
                <w:bCs/>
                <w:sz w:val="18"/>
                <w:szCs w:val="22"/>
              </w:rPr>
              <w:t>RAID</w:t>
            </w:r>
            <w:r>
              <w:rPr>
                <w:rFonts w:cstheme="minorHAnsi"/>
                <w:b/>
                <w:bCs/>
                <w:sz w:val="18"/>
                <w:szCs w:val="22"/>
              </w:rPr>
              <w:t>6</w:t>
            </w:r>
            <w:r w:rsidRPr="00294666">
              <w:rPr>
                <w:rFonts w:cstheme="minorHAnsi"/>
                <w:sz w:val="18"/>
                <w:szCs w:val="22"/>
              </w:rPr>
              <w:t xml:space="preserve"> (výpadek dvou disků)</w:t>
            </w:r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41F92364" w14:textId="77777777" w:rsidR="008228C5" w:rsidRPr="00A132AC" w:rsidRDefault="008228C5" w:rsidP="008228C5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Použití výhradně </w:t>
            </w:r>
            <w:proofErr w:type="spellStart"/>
            <w:r w:rsidRPr="00F43FF9">
              <w:rPr>
                <w:rFonts w:cstheme="minorHAnsi"/>
                <w:b/>
                <w:bCs/>
                <w:sz w:val="18"/>
                <w:szCs w:val="22"/>
              </w:rPr>
              <w:t>NVMe</w:t>
            </w:r>
            <w:proofErr w:type="spellEnd"/>
            <w:r>
              <w:rPr>
                <w:rFonts w:cstheme="minorHAnsi"/>
                <w:sz w:val="18"/>
                <w:szCs w:val="22"/>
              </w:rPr>
              <w:t xml:space="preserve"> </w:t>
            </w:r>
            <w:r w:rsidRPr="00A132AC">
              <w:rPr>
                <w:rFonts w:cstheme="minorHAnsi"/>
                <w:sz w:val="18"/>
                <w:szCs w:val="22"/>
              </w:rPr>
              <w:t xml:space="preserve">o velikosti maximálně </w:t>
            </w:r>
            <w:r>
              <w:rPr>
                <w:rFonts w:cstheme="minorHAnsi"/>
                <w:sz w:val="18"/>
                <w:szCs w:val="22"/>
              </w:rPr>
              <w:t>10 </w:t>
            </w:r>
            <w:r w:rsidRPr="00A132AC">
              <w:rPr>
                <w:rFonts w:cstheme="minorHAnsi"/>
                <w:sz w:val="18"/>
                <w:szCs w:val="22"/>
              </w:rPr>
              <w:t>TB.</w:t>
            </w:r>
          </w:p>
        </w:tc>
        <w:tc>
          <w:tcPr>
            <w:tcW w:w="3288" w:type="dxa"/>
          </w:tcPr>
          <w:p w14:paraId="0DCF81DB" w14:textId="77777777" w:rsidR="008228C5" w:rsidRPr="00927BA6" w:rsidRDefault="008228C5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74CDF21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34E2D5E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Pr="00053731">
              <w:rPr>
                <w:rFonts w:cstheme="minorHAnsi"/>
                <w:b/>
                <w:bCs/>
                <w:sz w:val="18"/>
              </w:rPr>
              <w:t>8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x 32 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FC SFP port pro SAN</w:t>
            </w:r>
          </w:p>
        </w:tc>
        <w:tc>
          <w:tcPr>
            <w:tcW w:w="3288" w:type="dxa"/>
          </w:tcPr>
          <w:p w14:paraId="092F4099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161156C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BCC50C4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jeden dedikovaný 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1 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084339E9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659C6D2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23B7799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hot-swap napájecí zdroj, každý minimálně o výkonu 1000 W s minimální certifikací „80+ </w:t>
            </w:r>
            <w:proofErr w:type="spellStart"/>
            <w:r w:rsidRPr="006B0BFC">
              <w:rPr>
                <w:rFonts w:cstheme="minorHAnsi"/>
                <w:sz w:val="18"/>
              </w:rPr>
              <w:t>Platinum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2E67F7DC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59211DD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D13DD16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sz w:val="18"/>
                <w:lang w:eastAsia="cs-CZ"/>
              </w:rPr>
              <w:t>Výsuvné ližiny do rackové skříně</w:t>
            </w:r>
          </w:p>
        </w:tc>
        <w:tc>
          <w:tcPr>
            <w:tcW w:w="3288" w:type="dxa"/>
          </w:tcPr>
          <w:p w14:paraId="3E157B1F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6B95761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682A92E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3DA12F04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2C76870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FE0D8DA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4FEC0487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6740A2F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A263B01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sz w:val="18"/>
              </w:rPr>
              <w:t xml:space="preserve">Podpora OS Windows Server 2019, 2022; RHEL 8, 9; </w:t>
            </w:r>
            <w:proofErr w:type="spellStart"/>
            <w:r w:rsidRPr="006B0BFC">
              <w:rPr>
                <w:rFonts w:cstheme="minorHAnsi"/>
                <w:sz w:val="18"/>
              </w:rPr>
              <w:t>VMware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vSphere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07B2890E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0301427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5B7F4FB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6D3E1D91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22047A2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25F42DE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6B0BFC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7B95199C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5FF8648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0CEBCAD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výrobce na </w:t>
            </w:r>
            <w:r w:rsidRPr="006B0BFC">
              <w:rPr>
                <w:rFonts w:cstheme="minorHAnsi"/>
                <w:b/>
                <w:bCs/>
                <w:sz w:val="18"/>
              </w:rPr>
              <w:t>5 let</w:t>
            </w:r>
            <w:r w:rsidRPr="006B0BFC">
              <w:rPr>
                <w:rFonts w:cstheme="minorHAnsi"/>
                <w:sz w:val="18"/>
              </w:rPr>
              <w:t xml:space="preserve"> v rozsahu „</w:t>
            </w:r>
            <w:r w:rsidRPr="006B0BFC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36290D84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430753E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7359E9B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U všech disků, SSD, </w:t>
            </w:r>
            <w:proofErr w:type="spellStart"/>
            <w:r w:rsidRPr="006B0BFC">
              <w:rPr>
                <w:rFonts w:cstheme="minorHAnsi"/>
                <w:sz w:val="18"/>
              </w:rPr>
              <w:t>NVMe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médií je požadováno ponechání disku Kupujícímu při jeho poruše a reklamaci</w:t>
            </w:r>
          </w:p>
        </w:tc>
        <w:tc>
          <w:tcPr>
            <w:tcW w:w="3288" w:type="dxa"/>
          </w:tcPr>
          <w:p w14:paraId="3F127B0C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44D96A2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B2B7967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1DDD10C7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070FB9" w:rsidRPr="006B0BFC" w14:paraId="67E2079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3CA150F" w14:textId="4F82835F" w:rsidR="00070FB9" w:rsidRPr="006B0BFC" w:rsidRDefault="00070FB9" w:rsidP="00070FB9">
            <w:pPr>
              <w:rPr>
                <w:sz w:val="18"/>
                <w:lang w:eastAsia="cs-CZ"/>
              </w:rPr>
            </w:pPr>
            <w:r>
              <w:rPr>
                <w:sz w:val="18"/>
                <w:lang w:eastAsia="cs-CZ"/>
              </w:rPr>
              <w:t xml:space="preserve">Pokud úložiště vyžaduje použití SFP, </w:t>
            </w:r>
            <w:r w:rsidRPr="006B0BFC">
              <w:rPr>
                <w:sz w:val="18"/>
                <w:lang w:eastAsia="cs-CZ"/>
              </w:rPr>
              <w:t xml:space="preserve">optické moduly pro každý </w:t>
            </w:r>
            <w:proofErr w:type="spellStart"/>
            <w:r w:rsidRPr="006B0BFC">
              <w:rPr>
                <w:sz w:val="18"/>
                <w:lang w:eastAsia="cs-CZ"/>
              </w:rPr>
              <w:t>FibreChannel</w:t>
            </w:r>
            <w:proofErr w:type="spellEnd"/>
            <w:r w:rsidRPr="006B0BFC">
              <w:rPr>
                <w:sz w:val="18"/>
                <w:lang w:eastAsia="cs-CZ"/>
              </w:rPr>
              <w:t xml:space="preserve"> port plně kompatibilní s</w:t>
            </w:r>
            <w:r>
              <w:rPr>
                <w:sz w:val="18"/>
                <w:lang w:eastAsia="cs-CZ"/>
              </w:rPr>
              <w:t> </w:t>
            </w:r>
            <w:r w:rsidRPr="006B0BFC">
              <w:rPr>
                <w:sz w:val="18"/>
                <w:lang w:eastAsia="cs-CZ"/>
              </w:rPr>
              <w:t>dodávan</w:t>
            </w:r>
            <w:r>
              <w:rPr>
                <w:sz w:val="18"/>
                <w:lang w:eastAsia="cs-CZ"/>
              </w:rPr>
              <w:t>ým úložištěm</w:t>
            </w:r>
          </w:p>
        </w:tc>
        <w:tc>
          <w:tcPr>
            <w:tcW w:w="3288" w:type="dxa"/>
          </w:tcPr>
          <w:p w14:paraId="5A96D7CF" w14:textId="77777777" w:rsidR="00070FB9" w:rsidRPr="006B0BFC" w:rsidRDefault="00070FB9" w:rsidP="00070FB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</w:tbl>
    <w:p w14:paraId="654A6BE5" w14:textId="77777777" w:rsidR="00E43144" w:rsidRPr="006B0BFC" w:rsidRDefault="00E43144" w:rsidP="00E43144">
      <w:pPr>
        <w:spacing w:after="160" w:line="259" w:lineRule="auto"/>
      </w:pPr>
    </w:p>
    <w:p w14:paraId="731A1EEF" w14:textId="73E18ADB" w:rsidR="00E43144" w:rsidRPr="006B0BFC" w:rsidRDefault="00E43144" w:rsidP="00E43144">
      <w:pPr>
        <w:spacing w:after="160" w:line="259" w:lineRule="auto"/>
      </w:pPr>
      <w:r w:rsidRPr="006B0BFC">
        <w:t xml:space="preserve">Pro </w:t>
      </w:r>
      <w:r w:rsidRPr="006B0BFC">
        <w:rPr>
          <w:b/>
          <w:bCs/>
        </w:rPr>
        <w:t xml:space="preserve">Položku </w:t>
      </w:r>
      <w:r w:rsidR="00FE5DB7">
        <w:rPr>
          <w:b/>
          <w:bCs/>
        </w:rPr>
        <w:t>21</w:t>
      </w:r>
      <w:r w:rsidRPr="006B0BFC">
        <w:t xml:space="preserve"> je místem plnění </w:t>
      </w:r>
      <w:r w:rsidR="007D63D9" w:rsidRPr="007D63D9">
        <w:rPr>
          <w:b/>
          <w:bCs/>
        </w:rPr>
        <w:t>Ústí nad Labem – Západ Stavědlo 1, Drážní, Ústí nad Labem</w:t>
      </w:r>
      <w:r w:rsidRPr="006B0BFC">
        <w:t>.</w:t>
      </w:r>
    </w:p>
    <w:p w14:paraId="4C21A27F" w14:textId="77777777" w:rsidR="00E43144" w:rsidRPr="006B0BFC" w:rsidRDefault="00E43144" w:rsidP="00E43144">
      <w:pPr>
        <w:ind w:firstLine="426"/>
      </w:pPr>
    </w:p>
    <w:p w14:paraId="4163BCBA" w14:textId="1B4AB692" w:rsidR="00E43144" w:rsidRPr="006B0BFC" w:rsidRDefault="00FE5DB7" w:rsidP="00E43144">
      <w:pPr>
        <w:ind w:firstLine="426"/>
      </w:pPr>
      <w:r>
        <w:t>v</w:t>
      </w:r>
      <w:r w:rsidR="00E43144" w:rsidRPr="006B0BFC">
        <w:t>)</w:t>
      </w:r>
      <w:r w:rsidR="00E43144" w:rsidRPr="006B0BFC">
        <w:tab/>
      </w:r>
      <w:r w:rsidR="00E43144" w:rsidRPr="006B0BFC">
        <w:rPr>
          <w:b/>
          <w:bCs/>
        </w:rPr>
        <w:t xml:space="preserve">Položka </w:t>
      </w:r>
      <w:r w:rsidR="001876D7">
        <w:rPr>
          <w:b/>
          <w:bCs/>
        </w:rPr>
        <w:t>2</w:t>
      </w:r>
      <w:r>
        <w:rPr>
          <w:b/>
          <w:bCs/>
        </w:rPr>
        <w:t>2</w:t>
      </w:r>
      <w:r w:rsidR="00E43144" w:rsidRPr="006B0BFC">
        <w:t xml:space="preserve"> – Jeden (1) server pro zálohování virtualizační farmy „KB TDS / </w:t>
      </w:r>
      <w:r w:rsidR="001876D7">
        <w:t>Ústí nad Labem</w:t>
      </w:r>
      <w:r w:rsidR="00E43144" w:rsidRPr="006B0BFC">
        <w:t>“ v konfiguraci:</w:t>
      </w:r>
    </w:p>
    <w:p w14:paraId="2A4BF633" w14:textId="77777777" w:rsidR="00E43144" w:rsidRPr="006B0BFC" w:rsidRDefault="00E43144" w:rsidP="00E43144">
      <w:pPr>
        <w:rPr>
          <w:rFonts w:cstheme="minorHAnsi"/>
          <w:b/>
          <w:bCs/>
        </w:rPr>
      </w:pPr>
      <w:r w:rsidRPr="006B0BFC">
        <w:rPr>
          <w:highlight w:val="green"/>
          <w:lang w:val="en-US"/>
        </w:rPr>
        <w:t>[IDENTIFIKACE MODELU</w:t>
      </w:r>
      <w:r w:rsidRPr="006B0BFC">
        <w:rPr>
          <w:rFonts w:cstheme="minorHAnsi"/>
          <w:b/>
          <w:bCs/>
          <w:highlight w:val="green"/>
        </w:rPr>
        <w:t xml:space="preserve"> - </w:t>
      </w:r>
      <w:r w:rsidRPr="006B0BFC">
        <w:rPr>
          <w:rFonts w:cstheme="minorHAnsi"/>
          <w:highlight w:val="green"/>
        </w:rPr>
        <w:t>DOPLNÍ PRODÁVAJÍCÍ]</w:t>
      </w:r>
      <w:r w:rsidRPr="006B0BFC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E43144" w:rsidRPr="006B0BFC" w14:paraId="51EAC57D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3F30D912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50045983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E43144" w:rsidRPr="006B0BFC" w14:paraId="73BD802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6A73084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 xml:space="preserve">Provedení serveru pro instalaci do rackové skříně o hloubce </w:t>
            </w:r>
            <w:r w:rsidRPr="006B0BFC">
              <w:rPr>
                <w:rFonts w:cstheme="minorHAnsi"/>
                <w:b/>
                <w:bCs/>
                <w:sz w:val="18"/>
              </w:rPr>
              <w:t>100 cm</w:t>
            </w:r>
          </w:p>
        </w:tc>
        <w:tc>
          <w:tcPr>
            <w:tcW w:w="3288" w:type="dxa"/>
          </w:tcPr>
          <w:p w14:paraId="46FD0534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346E0C4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7E9E6A1" w14:textId="5AEA3729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Velikost skříně serveru o maximální výšce </w:t>
            </w:r>
            <w:r w:rsidR="00D05670">
              <w:rPr>
                <w:rFonts w:cstheme="minorHAnsi"/>
                <w:b/>
                <w:bCs/>
                <w:sz w:val="18"/>
              </w:rPr>
              <w:t>4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 RU</w:t>
            </w:r>
            <w:r w:rsidRPr="006B0BFC">
              <w:rPr>
                <w:rFonts w:cstheme="minorHAnsi"/>
                <w:sz w:val="18"/>
              </w:rPr>
              <w:t xml:space="preserve"> (</w:t>
            </w:r>
            <w:r w:rsidR="00D05670">
              <w:rPr>
                <w:rFonts w:cstheme="minorHAnsi"/>
                <w:sz w:val="18"/>
              </w:rPr>
              <w:t>178 </w:t>
            </w:r>
            <w:r w:rsidRPr="006B0BFC">
              <w:rPr>
                <w:rFonts w:cstheme="minorHAnsi"/>
                <w:sz w:val="18"/>
              </w:rPr>
              <w:t>mm)</w:t>
            </w:r>
          </w:p>
        </w:tc>
        <w:tc>
          <w:tcPr>
            <w:tcW w:w="3288" w:type="dxa"/>
          </w:tcPr>
          <w:p w14:paraId="73418A93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7207A47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CDB038B" w14:textId="5BE132E1" w:rsidR="00E43144" w:rsidRPr="006B0BFC" w:rsidRDefault="00D05670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2</w:t>
            </w:r>
            <w:r w:rsidR="00E43144" w:rsidRPr="006B0BFC">
              <w:rPr>
                <w:rFonts w:cstheme="minorHAnsi"/>
                <w:b/>
                <w:bCs/>
                <w:sz w:val="18"/>
              </w:rPr>
              <w:t>x CPU</w:t>
            </w:r>
            <w:r w:rsidR="00E43144" w:rsidRPr="006B0BFC">
              <w:rPr>
                <w:rFonts w:cstheme="minorHAnsi"/>
                <w:sz w:val="18"/>
              </w:rPr>
              <w:t xml:space="preserve">, </w:t>
            </w:r>
            <w:r>
              <w:rPr>
                <w:rFonts w:cstheme="minorHAnsi"/>
                <w:sz w:val="18"/>
              </w:rPr>
              <w:t xml:space="preserve">každý </w:t>
            </w:r>
            <w:r w:rsidR="00E43144" w:rsidRPr="006B0BFC">
              <w:rPr>
                <w:rFonts w:cstheme="minorHAnsi"/>
                <w:sz w:val="18"/>
              </w:rPr>
              <w:t xml:space="preserve">minimálně </w:t>
            </w:r>
            <w:r w:rsidRPr="00D05670">
              <w:rPr>
                <w:rFonts w:cstheme="minorHAnsi"/>
                <w:b/>
                <w:bCs/>
                <w:sz w:val="18"/>
              </w:rPr>
              <w:t>16</w:t>
            </w:r>
            <w:r w:rsidR="00E43144" w:rsidRPr="006B0BFC">
              <w:rPr>
                <w:rFonts w:cstheme="minorHAnsi"/>
                <w:b/>
                <w:bCs/>
                <w:sz w:val="18"/>
              </w:rPr>
              <w:t xml:space="preserve"> jader</w:t>
            </w:r>
            <w:r w:rsidR="00E43144" w:rsidRPr="006B0BFC">
              <w:rPr>
                <w:rFonts w:cstheme="minorHAnsi"/>
                <w:sz w:val="18"/>
              </w:rPr>
              <w:t xml:space="preserve"> (</w:t>
            </w:r>
            <w:r>
              <w:rPr>
                <w:rFonts w:cstheme="minorHAnsi"/>
                <w:sz w:val="18"/>
              </w:rPr>
              <w:t>32</w:t>
            </w:r>
            <w:r w:rsidR="00E43144" w:rsidRPr="006B0BFC">
              <w:rPr>
                <w:rFonts w:cstheme="minorHAnsi"/>
                <w:sz w:val="18"/>
              </w:rPr>
              <w:t xml:space="preserve"> vláken) se základní frekvencí minimálně 2.0 GHz a se spotřebou maximálně </w:t>
            </w:r>
            <w:r>
              <w:rPr>
                <w:rFonts w:cstheme="minorHAnsi"/>
                <w:sz w:val="18"/>
              </w:rPr>
              <w:t>230</w:t>
            </w:r>
            <w:r w:rsidR="00E43144" w:rsidRPr="006B0BFC">
              <w:rPr>
                <w:rFonts w:cstheme="minorHAnsi"/>
                <w:sz w:val="18"/>
              </w:rPr>
              <w:t xml:space="preserve"> W</w:t>
            </w:r>
          </w:p>
        </w:tc>
        <w:tc>
          <w:tcPr>
            <w:tcW w:w="3288" w:type="dxa"/>
          </w:tcPr>
          <w:p w14:paraId="7923EB52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661A762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A3E71C8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sz w:val="18"/>
              </w:rPr>
              <w:t xml:space="preserve">Architektura </w:t>
            </w:r>
            <w:r w:rsidRPr="006B0BFC">
              <w:rPr>
                <w:rFonts w:cstheme="minorHAnsi"/>
                <w:b/>
                <w:bCs/>
                <w:sz w:val="18"/>
              </w:rPr>
              <w:t>Intel x86-64</w:t>
            </w:r>
            <w:r w:rsidRPr="006B0BFC">
              <w:rPr>
                <w:rFonts w:cstheme="minorHAnsi"/>
                <w:sz w:val="18"/>
              </w:rPr>
              <w:t xml:space="preserve"> z důvodu kompatibility současného ICT prostředí</w:t>
            </w:r>
          </w:p>
        </w:tc>
        <w:tc>
          <w:tcPr>
            <w:tcW w:w="3288" w:type="dxa"/>
          </w:tcPr>
          <w:p w14:paraId="389FD0CF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3200FA0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033B805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sz w:val="18"/>
                <w:lang w:eastAsia="cs-CZ"/>
              </w:rPr>
              <w:t xml:space="preserve">Operační paměť minimálně </w:t>
            </w:r>
            <w:r w:rsidRPr="006B0BFC">
              <w:rPr>
                <w:b/>
                <w:bCs/>
                <w:sz w:val="18"/>
                <w:lang w:eastAsia="cs-CZ"/>
              </w:rPr>
              <w:t xml:space="preserve">128 </w:t>
            </w:r>
            <w:r w:rsidRPr="006B0BFC">
              <w:rPr>
                <w:b/>
                <w:sz w:val="18"/>
                <w:lang w:eastAsia="cs-CZ"/>
              </w:rPr>
              <w:t>GB DDR5</w:t>
            </w:r>
            <w:r w:rsidRPr="006B0BFC">
              <w:rPr>
                <w:sz w:val="18"/>
                <w:lang w:eastAsia="cs-CZ"/>
              </w:rPr>
              <w:t xml:space="preserve"> s použitím modulů o maximální velikosti 64 GB, rozšiřitelná minimálně do 512 GB jen přidáním dalších paměťových modulů</w:t>
            </w:r>
          </w:p>
        </w:tc>
        <w:tc>
          <w:tcPr>
            <w:tcW w:w="3288" w:type="dxa"/>
          </w:tcPr>
          <w:p w14:paraId="7B276956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61CBB8C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A85E7FD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lang w:eastAsia="cs-CZ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 SSD</w:t>
            </w:r>
            <w:r w:rsidRPr="006B0BFC">
              <w:rPr>
                <w:rFonts w:cstheme="minorHAnsi"/>
                <w:sz w:val="18"/>
              </w:rPr>
              <w:t xml:space="preserve">, každý o velikosti minimálně </w:t>
            </w:r>
            <w:r w:rsidRPr="006B0BFC">
              <w:rPr>
                <w:rFonts w:cstheme="minorHAnsi"/>
                <w:b/>
                <w:bCs/>
                <w:sz w:val="18"/>
              </w:rPr>
              <w:t>480 GB</w:t>
            </w:r>
            <w:r w:rsidRPr="006B0BFC">
              <w:rPr>
                <w:rFonts w:cstheme="minorHAnsi"/>
                <w:sz w:val="18"/>
              </w:rPr>
              <w:t xml:space="preserve"> v konfiguraci RAID1 (zrcadlení) pro </w:t>
            </w:r>
            <w:proofErr w:type="spellStart"/>
            <w:r w:rsidRPr="006B0BFC">
              <w:rPr>
                <w:rFonts w:cstheme="minorHAnsi"/>
                <w:sz w:val="18"/>
              </w:rPr>
              <w:t>boot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běh OS</w:t>
            </w:r>
          </w:p>
        </w:tc>
        <w:tc>
          <w:tcPr>
            <w:tcW w:w="3288" w:type="dxa"/>
          </w:tcPr>
          <w:p w14:paraId="2E21CD3F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9141AF" w:rsidRPr="00E75C72" w14:paraId="4747F091" w14:textId="77777777" w:rsidTr="008E5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07646FF" w14:textId="77777777" w:rsidR="009141AF" w:rsidRPr="00E75C72" w:rsidRDefault="009141AF" w:rsidP="008E540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Lokální úložiště pro databázi záloh v serveru</w:t>
            </w:r>
          </w:p>
          <w:p w14:paraId="448E62C1" w14:textId="77777777" w:rsidR="009141AF" w:rsidRPr="00E75C72" w:rsidRDefault="009141AF" w:rsidP="009141AF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b/>
                <w:bCs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Uživatelsky použitelná čistá nekomprimovaná kapacita minimálně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 xml:space="preserve">8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256F4FD8" w14:textId="77777777" w:rsidR="009141AF" w:rsidRPr="00E75C72" w:rsidRDefault="009141AF" w:rsidP="009141AF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Umožňuje rozšíření minimálně na 16 </w:t>
            </w:r>
            <w:proofErr w:type="spellStart"/>
            <w:r w:rsidRPr="00E75C72">
              <w:rPr>
                <w:rFonts w:cstheme="minorHAnsi"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 xml:space="preserve"> jen přidáním disků.</w:t>
            </w:r>
          </w:p>
          <w:p w14:paraId="3A56E11E" w14:textId="77777777" w:rsidR="009141AF" w:rsidRPr="00E75C72" w:rsidRDefault="009141AF" w:rsidP="009141AF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Zajišťuje redundanci uložených dat minimálně na úrovni odpovídající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>RAID6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320718F6" w14:textId="77777777" w:rsidR="009141AF" w:rsidRPr="00E75C72" w:rsidRDefault="009141AF" w:rsidP="009141AF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Použití výhradně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  <w:szCs w:val="22"/>
              </w:rPr>
              <w:t>NVMe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 xml:space="preserve"> o velikosti maximálně </w:t>
            </w:r>
            <w:r>
              <w:rPr>
                <w:rFonts w:cstheme="minorHAnsi"/>
                <w:sz w:val="18"/>
                <w:szCs w:val="22"/>
              </w:rPr>
              <w:t>2</w:t>
            </w:r>
            <w:r w:rsidRPr="00E75C72">
              <w:rPr>
                <w:rFonts w:cstheme="minorHAnsi"/>
                <w:sz w:val="18"/>
                <w:szCs w:val="22"/>
              </w:rPr>
              <w:t> TB.</w:t>
            </w:r>
          </w:p>
        </w:tc>
        <w:tc>
          <w:tcPr>
            <w:tcW w:w="3288" w:type="dxa"/>
          </w:tcPr>
          <w:p w14:paraId="55555FC5" w14:textId="77777777" w:rsidR="009141AF" w:rsidRPr="00E75C72" w:rsidRDefault="009141AF" w:rsidP="008E54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83605F" w:rsidRPr="00E75C72" w14:paraId="1E94F9AA" w14:textId="77777777" w:rsidTr="008E5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51ABEB6" w14:textId="77777777" w:rsidR="0083605F" w:rsidRPr="00E75C72" w:rsidRDefault="0083605F" w:rsidP="008E540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Lokální úložiště </w:t>
            </w:r>
            <w:r>
              <w:rPr>
                <w:rFonts w:cstheme="minorHAnsi"/>
                <w:sz w:val="18"/>
              </w:rPr>
              <w:t>pro</w:t>
            </w:r>
            <w:r w:rsidRPr="00E75C72">
              <w:rPr>
                <w:rFonts w:cstheme="minorHAnsi"/>
                <w:sz w:val="18"/>
              </w:rPr>
              <w:t xml:space="preserve"> záloh</w:t>
            </w:r>
            <w:r>
              <w:rPr>
                <w:rFonts w:cstheme="minorHAnsi"/>
                <w:sz w:val="18"/>
              </w:rPr>
              <w:t>y</w:t>
            </w:r>
            <w:r w:rsidRPr="00E75C72">
              <w:rPr>
                <w:rFonts w:cstheme="minorHAnsi"/>
                <w:sz w:val="18"/>
              </w:rPr>
              <w:t xml:space="preserve"> v serveru</w:t>
            </w:r>
          </w:p>
          <w:p w14:paraId="5E131878" w14:textId="77777777" w:rsidR="0083605F" w:rsidRPr="00E75C72" w:rsidRDefault="0083605F" w:rsidP="0083605F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b/>
                <w:bCs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Uživatelsky použitelná čistá nekomprimovaná kapacita minimálně </w:t>
            </w:r>
            <w:r>
              <w:rPr>
                <w:rFonts w:cstheme="minorHAnsi"/>
                <w:b/>
                <w:bCs/>
                <w:sz w:val="18"/>
                <w:szCs w:val="22"/>
              </w:rPr>
              <w:t>50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 xml:space="preserve">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1D9E90F5" w14:textId="77777777" w:rsidR="0083605F" w:rsidRPr="00E75C72" w:rsidRDefault="0083605F" w:rsidP="0083605F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>Umožňuje rozšíření minimálně na 1</w:t>
            </w:r>
            <w:r>
              <w:rPr>
                <w:rFonts w:cstheme="minorHAnsi"/>
                <w:sz w:val="18"/>
                <w:szCs w:val="22"/>
              </w:rPr>
              <w:t>00</w:t>
            </w:r>
            <w:r w:rsidRPr="00E75C72">
              <w:rPr>
                <w:rFonts w:cstheme="minorHAnsi"/>
                <w:sz w:val="18"/>
                <w:szCs w:val="22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 xml:space="preserve"> jen přidáním disků.</w:t>
            </w:r>
          </w:p>
          <w:p w14:paraId="672BC6EA" w14:textId="77777777" w:rsidR="0083605F" w:rsidRPr="00E75C72" w:rsidRDefault="0083605F" w:rsidP="0083605F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Zajišťuje redundanci uložených dat minimálně na úrovni odpovídající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>RAID6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157AFCE4" w14:textId="77777777" w:rsidR="0083605F" w:rsidRPr="00E75C72" w:rsidRDefault="0083605F" w:rsidP="0083605F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Použití </w:t>
            </w:r>
            <w:r>
              <w:rPr>
                <w:rFonts w:cstheme="minorHAnsi"/>
                <w:sz w:val="18"/>
                <w:szCs w:val="22"/>
              </w:rPr>
              <w:t>NL-SAS disků</w:t>
            </w:r>
            <w:r w:rsidRPr="00E75C72">
              <w:rPr>
                <w:rFonts w:cstheme="minorHAnsi"/>
                <w:sz w:val="18"/>
                <w:szCs w:val="22"/>
              </w:rPr>
              <w:t xml:space="preserve"> o velikosti maximálně </w:t>
            </w:r>
            <w:r>
              <w:rPr>
                <w:rFonts w:cstheme="minorHAnsi"/>
                <w:sz w:val="18"/>
                <w:szCs w:val="22"/>
              </w:rPr>
              <w:t>8</w:t>
            </w:r>
            <w:r w:rsidRPr="00E75C72">
              <w:rPr>
                <w:rFonts w:cstheme="minorHAnsi"/>
                <w:sz w:val="18"/>
                <w:szCs w:val="22"/>
              </w:rPr>
              <w:t> TB</w:t>
            </w:r>
            <w:r w:rsidRPr="004B1F8F">
              <w:rPr>
                <w:rFonts w:cstheme="minorHAnsi"/>
                <w:sz w:val="18"/>
                <w:szCs w:val="22"/>
              </w:rPr>
              <w:t>, které nepoužívají technologii SMR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</w:tc>
        <w:tc>
          <w:tcPr>
            <w:tcW w:w="3288" w:type="dxa"/>
          </w:tcPr>
          <w:p w14:paraId="2A44704D" w14:textId="77777777" w:rsidR="0083605F" w:rsidRPr="00E75C72" w:rsidRDefault="0083605F" w:rsidP="008E54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26E9E19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D09EF6E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Pr="006D140A">
              <w:rPr>
                <w:rFonts w:cstheme="minorHAnsi"/>
                <w:b/>
                <w:bCs/>
                <w:sz w:val="18"/>
              </w:rPr>
              <w:t>4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x 25 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SFP LAN s podporou rychlosti 10 </w:t>
            </w:r>
            <w:proofErr w:type="spellStart"/>
            <w:r w:rsidRPr="006B0BFC">
              <w:rPr>
                <w:rFonts w:cstheme="minorHAnsi"/>
                <w:sz w:val="18"/>
              </w:rPr>
              <w:t>Gbps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(tj. 10/25 </w:t>
            </w:r>
            <w:proofErr w:type="spellStart"/>
            <w:r w:rsidRPr="006B0BFC">
              <w:rPr>
                <w:rFonts w:cstheme="minorHAnsi"/>
                <w:sz w:val="18"/>
              </w:rPr>
              <w:t>Gbps</w:t>
            </w:r>
            <w:proofErr w:type="spellEnd"/>
            <w:r w:rsidRPr="006B0BFC">
              <w:rPr>
                <w:rFonts w:cstheme="minorHAnsi"/>
                <w:sz w:val="18"/>
              </w:rPr>
              <w:t>)</w:t>
            </w:r>
          </w:p>
        </w:tc>
        <w:tc>
          <w:tcPr>
            <w:tcW w:w="3288" w:type="dxa"/>
          </w:tcPr>
          <w:p w14:paraId="013344FA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29E4F84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5805597" w14:textId="77777777" w:rsidR="00E43144" w:rsidRPr="006B0BFC" w:rsidRDefault="00E43144" w:rsidP="003746AB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 xml:space="preserve">Minimálně </w:t>
            </w:r>
            <w:r w:rsidRPr="006B0BFC">
              <w:rPr>
                <w:b/>
                <w:bCs/>
                <w:sz w:val="18"/>
                <w:lang w:eastAsia="cs-CZ"/>
              </w:rPr>
              <w:t>4</w:t>
            </w:r>
            <w:r w:rsidRPr="006B0BFC">
              <w:rPr>
                <w:b/>
                <w:sz w:val="18"/>
                <w:lang w:eastAsia="cs-CZ"/>
              </w:rPr>
              <w:t>x</w:t>
            </w:r>
            <w:r w:rsidRPr="006B0BFC">
              <w:rPr>
                <w:sz w:val="18"/>
                <w:lang w:eastAsia="cs-CZ"/>
              </w:rPr>
              <w:t xml:space="preserve"> </w:t>
            </w:r>
            <w:r w:rsidRPr="006B0BFC">
              <w:rPr>
                <w:b/>
                <w:bCs/>
                <w:sz w:val="18"/>
                <w:lang w:eastAsia="cs-CZ"/>
              </w:rPr>
              <w:t xml:space="preserve">1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Gbps</w:t>
            </w:r>
            <w:proofErr w:type="spellEnd"/>
            <w:r w:rsidRPr="006B0BFC">
              <w:rPr>
                <w:sz w:val="18"/>
                <w:lang w:eastAsia="cs-CZ"/>
              </w:rPr>
              <w:t xml:space="preserve"> RJ45 LAN</w:t>
            </w:r>
          </w:p>
        </w:tc>
        <w:tc>
          <w:tcPr>
            <w:tcW w:w="3288" w:type="dxa"/>
          </w:tcPr>
          <w:p w14:paraId="5760713C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70B81FE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0153101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Dedikovaný 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1 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5805C735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60E0548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2ACF772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6B0BFC">
              <w:rPr>
                <w:rFonts w:cstheme="minorHAnsi"/>
                <w:sz w:val="18"/>
              </w:rPr>
              <w:t>Trusted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Platform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Module minimálně ve verzi 2.0</w:t>
            </w:r>
          </w:p>
        </w:tc>
        <w:tc>
          <w:tcPr>
            <w:tcW w:w="3288" w:type="dxa"/>
          </w:tcPr>
          <w:p w14:paraId="209DCD79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5C77DC3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9169F86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hot-swap napájecí zdroj, každý minimálně o výkonu 800 W s minimální certifikací „80+ </w:t>
            </w:r>
            <w:proofErr w:type="spellStart"/>
            <w:r w:rsidRPr="006B0BFC">
              <w:rPr>
                <w:rFonts w:cstheme="minorHAnsi"/>
                <w:sz w:val="18"/>
              </w:rPr>
              <w:t>Platinum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13F2962C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06B0ADA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D472534" w14:textId="0228FC10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sz w:val="18"/>
                <w:lang w:eastAsia="cs-CZ"/>
              </w:rPr>
              <w:t xml:space="preserve">Výsuvné ližiny do rackové skříně </w:t>
            </w:r>
            <w:r w:rsidR="00CD5701">
              <w:rPr>
                <w:sz w:val="18"/>
                <w:lang w:eastAsia="cs-CZ"/>
              </w:rPr>
              <w:t>s</w:t>
            </w:r>
            <w:r w:rsidRPr="006B0BFC">
              <w:rPr>
                <w:sz w:val="18"/>
                <w:lang w:eastAsia="cs-CZ"/>
              </w:rPr>
              <w:t xml:space="preserve"> „</w:t>
            </w:r>
            <w:proofErr w:type="spellStart"/>
            <w:r w:rsidRPr="006B0BFC">
              <w:rPr>
                <w:sz w:val="18"/>
                <w:lang w:eastAsia="cs-CZ"/>
              </w:rPr>
              <w:t>cable</w:t>
            </w:r>
            <w:proofErr w:type="spellEnd"/>
            <w:r w:rsidRPr="006B0BFC">
              <w:rPr>
                <w:sz w:val="18"/>
                <w:lang w:eastAsia="cs-CZ"/>
              </w:rPr>
              <w:t xml:space="preserve"> management </w:t>
            </w:r>
            <w:proofErr w:type="spellStart"/>
            <w:r w:rsidRPr="006B0BFC">
              <w:rPr>
                <w:sz w:val="18"/>
                <w:lang w:eastAsia="cs-CZ"/>
              </w:rPr>
              <w:t>arm</w:t>
            </w:r>
            <w:proofErr w:type="spellEnd"/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2D6B4131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6F138B9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3037427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768BDFBF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7A89122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BDED43B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0E80B414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320CE0E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78AF095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OS Windows Server 2019, 2022; RHEL 8, 9; </w:t>
            </w:r>
            <w:proofErr w:type="spellStart"/>
            <w:r w:rsidRPr="006B0BFC">
              <w:rPr>
                <w:rFonts w:cstheme="minorHAnsi"/>
                <w:sz w:val="18"/>
              </w:rPr>
              <w:t>VMware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vSphere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283C72CD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7461FEF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31C4A12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5F5253B4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7A00D37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E7E92F5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Integrační pluginy pro monitoring zdravotního stavu a správu HW přímo z MS </w:t>
            </w:r>
            <w:proofErr w:type="spellStart"/>
            <w:r w:rsidRPr="006B0BFC">
              <w:rPr>
                <w:rFonts w:cstheme="minorHAnsi"/>
                <w:sz w:val="18"/>
              </w:rPr>
              <w:t>System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Center.</w:t>
            </w:r>
          </w:p>
        </w:tc>
        <w:tc>
          <w:tcPr>
            <w:tcW w:w="3288" w:type="dxa"/>
          </w:tcPr>
          <w:p w14:paraId="08D8A363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7D63D94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CBD9FE1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6B0BFC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61AB22D3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57902A7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A9491AC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výrobce na </w:t>
            </w:r>
            <w:r w:rsidRPr="006B0BFC">
              <w:rPr>
                <w:rFonts w:cstheme="minorHAnsi"/>
                <w:b/>
                <w:bCs/>
                <w:sz w:val="18"/>
              </w:rPr>
              <w:t>5 let</w:t>
            </w:r>
            <w:r w:rsidRPr="006B0BFC">
              <w:rPr>
                <w:rFonts w:cstheme="minorHAnsi"/>
                <w:sz w:val="18"/>
              </w:rPr>
              <w:t xml:space="preserve"> v rozsahu „</w:t>
            </w:r>
            <w:r w:rsidRPr="006B0BFC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30A57BEE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135C6C2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0B9B1E7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U všech disků, SSD, </w:t>
            </w:r>
            <w:proofErr w:type="spellStart"/>
            <w:r w:rsidRPr="006B0BFC">
              <w:rPr>
                <w:rFonts w:cstheme="minorHAnsi"/>
                <w:sz w:val="18"/>
              </w:rPr>
              <w:t>NVMe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médií je požadováno ponechání disku Kupujícímu při jeho poruše a/nebo reklamaci</w:t>
            </w:r>
          </w:p>
        </w:tc>
        <w:tc>
          <w:tcPr>
            <w:tcW w:w="3288" w:type="dxa"/>
          </w:tcPr>
          <w:p w14:paraId="7EEADE3B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2EF7C7D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BAEE62B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Vzdálená správa HW serveru </w:t>
            </w:r>
          </w:p>
          <w:p w14:paraId="5FC0E812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Vzdálená správa s dedikovaným vlastním portem 1GbE a možností převzít plně vzdálené ovládání serveru.</w:t>
            </w:r>
          </w:p>
          <w:p w14:paraId="0693DC53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přesměrování management portu pomocí NSCI na jinou síťovou kartu.</w:t>
            </w:r>
          </w:p>
          <w:p w14:paraId="71781133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Možnost vzdáleného </w:t>
            </w:r>
            <w:proofErr w:type="spellStart"/>
            <w:r w:rsidRPr="006B0BFC">
              <w:rPr>
                <w:rFonts w:cstheme="minorHAnsi"/>
                <w:sz w:val="18"/>
              </w:rPr>
              <w:t>mountování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ISO image.</w:t>
            </w:r>
          </w:p>
          <w:p w14:paraId="2638C272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sdílet jednu virtuální konzoli až šesti uživateli.</w:t>
            </w:r>
          </w:p>
          <w:p w14:paraId="6A885F10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standartních Webových prohlížečů (Google Chrome, MS </w:t>
            </w:r>
            <w:proofErr w:type="spellStart"/>
            <w:r w:rsidRPr="006B0BFC">
              <w:rPr>
                <w:rFonts w:cstheme="minorHAnsi"/>
                <w:sz w:val="18"/>
              </w:rPr>
              <w:t>Edge</w:t>
            </w:r>
            <w:proofErr w:type="spellEnd"/>
            <w:r w:rsidRPr="006B0BFC">
              <w:rPr>
                <w:rFonts w:cstheme="minorHAnsi"/>
                <w:sz w:val="18"/>
              </w:rPr>
              <w:t>, Mozilla Firefox) a HTML5.</w:t>
            </w:r>
          </w:p>
          <w:p w14:paraId="0CB3C5E0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a možnost sledování stavu jednotlivých komponent včetně úrovní firmware.</w:t>
            </w:r>
          </w:p>
          <w:p w14:paraId="67BAECC7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Real </w:t>
            </w:r>
            <w:proofErr w:type="spellStart"/>
            <w:r w:rsidRPr="006B0BFC">
              <w:rPr>
                <w:rFonts w:cstheme="minorHAnsi"/>
                <w:sz w:val="18"/>
              </w:rPr>
              <w:t>time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sledování vytíženosti CPU, paměti a spotřeby elektrické energie, možnost </w:t>
            </w:r>
            <w:proofErr w:type="spellStart"/>
            <w:r w:rsidRPr="006B0BFC">
              <w:rPr>
                <w:rFonts w:cstheme="minorHAnsi"/>
                <w:sz w:val="18"/>
              </w:rPr>
              <w:t>Power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cappingu</w:t>
            </w:r>
            <w:proofErr w:type="spellEnd"/>
            <w:r w:rsidRPr="006B0BFC">
              <w:rPr>
                <w:rFonts w:cstheme="minorHAnsi"/>
                <w:sz w:val="18"/>
              </w:rPr>
              <w:t>.</w:t>
            </w:r>
          </w:p>
          <w:p w14:paraId="091A764C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asistované instalace OS bez dalších nástrojů, médií, ISO apod.</w:t>
            </w:r>
          </w:p>
          <w:p w14:paraId="5738F994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REDFISH a RESTAPI skriptů.</w:t>
            </w:r>
          </w:p>
          <w:p w14:paraId="3FCB96E8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Nejvyšší licence pro správu serveru bez jakéhokoli omezení.</w:t>
            </w:r>
          </w:p>
          <w:p w14:paraId="00690A97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Všechny licence potřebné k provozu managementu a HW, (management, mapování ISO, KVM přístup).</w:t>
            </w:r>
          </w:p>
          <w:p w14:paraId="58C80132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Integrace s centrální vzdálenou správou serverového HW bez použití jakéhokoli dalšího HW či SW třetích stran</w:t>
            </w:r>
          </w:p>
          <w:p w14:paraId="615C1AAC" w14:textId="77777777" w:rsidR="00E43144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protokolů SNMP 2c a IPMI</w:t>
            </w:r>
          </w:p>
          <w:p w14:paraId="0BE2B9CE" w14:textId="29D5DC36" w:rsidR="00E64156" w:rsidRPr="006B0BFC" w:rsidRDefault="00E64156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64156">
              <w:rPr>
                <w:rFonts w:cstheme="minorHAnsi"/>
                <w:sz w:val="18"/>
              </w:rPr>
              <w:t xml:space="preserve">Podpora protokolu </w:t>
            </w:r>
            <w:proofErr w:type="spellStart"/>
            <w:r w:rsidRPr="00E64156">
              <w:rPr>
                <w:rFonts w:cstheme="minorHAnsi"/>
                <w:sz w:val="18"/>
              </w:rPr>
              <w:t>Syslog</w:t>
            </w:r>
            <w:proofErr w:type="spellEnd"/>
            <w:r w:rsidRPr="00E64156">
              <w:rPr>
                <w:rFonts w:cstheme="minorHAnsi"/>
                <w:sz w:val="18"/>
              </w:rPr>
              <w:t xml:space="preserve"> a předávání logů na vzdálený systém</w:t>
            </w:r>
          </w:p>
        </w:tc>
        <w:tc>
          <w:tcPr>
            <w:tcW w:w="3288" w:type="dxa"/>
          </w:tcPr>
          <w:p w14:paraId="13FEBF26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1FE986D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2BA049A" w14:textId="77777777" w:rsidR="00E43144" w:rsidRPr="006B0BFC" w:rsidRDefault="00E43144" w:rsidP="003746AB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Hromadná správa </w:t>
            </w:r>
          </w:p>
          <w:p w14:paraId="654F7A0F" w14:textId="77777777" w:rsidR="00E43144" w:rsidRPr="006B0BFC" w:rsidRDefault="00E43144" w:rsidP="00E4314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Časově neomezená licence na hromadnou správu serverů, inventarizace a </w:t>
            </w:r>
            <w:proofErr w:type="spellStart"/>
            <w:r w:rsidRPr="006B0BFC">
              <w:rPr>
                <w:rFonts w:cstheme="minorHAnsi"/>
                <w:sz w:val="18"/>
              </w:rPr>
              <w:t>alerting</w:t>
            </w:r>
            <w:proofErr w:type="spellEnd"/>
            <w:r w:rsidRPr="006B0BFC">
              <w:rPr>
                <w:rFonts w:cstheme="minorHAnsi"/>
                <w:sz w:val="18"/>
              </w:rPr>
              <w:t>.</w:t>
            </w:r>
          </w:p>
          <w:p w14:paraId="350A83DE" w14:textId="77777777" w:rsidR="00E43144" w:rsidRPr="006B0BFC" w:rsidRDefault="00E43144" w:rsidP="00E4314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hromadného sledováni a upgrade úrovní FW jednotlivých komponent serverů.</w:t>
            </w:r>
          </w:p>
          <w:p w14:paraId="6F719D22" w14:textId="77777777" w:rsidR="00E43144" w:rsidRPr="006B0BFC" w:rsidRDefault="00E43144" w:rsidP="00E4314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Call </w:t>
            </w:r>
            <w:proofErr w:type="spellStart"/>
            <w:r w:rsidRPr="006B0BFC">
              <w:rPr>
                <w:rFonts w:cstheme="minorHAnsi"/>
                <w:sz w:val="18"/>
              </w:rPr>
              <w:t>Home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funkce.</w:t>
            </w:r>
          </w:p>
          <w:p w14:paraId="74A6181C" w14:textId="77777777" w:rsidR="00E43144" w:rsidRPr="006B0BFC" w:rsidRDefault="00E43144" w:rsidP="00E4314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Přístup přes mobilní aplikaci.</w:t>
            </w:r>
          </w:p>
          <w:p w14:paraId="22F7E6A1" w14:textId="77777777" w:rsidR="00E43144" w:rsidRPr="006B0BFC" w:rsidRDefault="00E43144" w:rsidP="00E4314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Splňující standardy NIST 800-131A a FIPS 140</w:t>
            </w:r>
            <w:r w:rsidRPr="006B0BFC">
              <w:rPr>
                <w:rFonts w:cstheme="minorHAnsi"/>
                <w:sz w:val="18"/>
              </w:rPr>
              <w:noBreakHyphen/>
              <w:t>2.</w:t>
            </w:r>
          </w:p>
          <w:p w14:paraId="1B577D17" w14:textId="77777777" w:rsidR="00E43144" w:rsidRPr="006B0BFC" w:rsidRDefault="00E43144" w:rsidP="00E4314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Plug-in do management nodů virtualizačních hypervizorů.</w:t>
            </w:r>
          </w:p>
          <w:p w14:paraId="0666A397" w14:textId="77777777" w:rsidR="00E43144" w:rsidRPr="006B0BFC" w:rsidRDefault="00E43144" w:rsidP="00E4314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REST-API a </w:t>
            </w:r>
            <w:proofErr w:type="spellStart"/>
            <w:r w:rsidRPr="006B0BFC">
              <w:rPr>
                <w:rFonts w:cstheme="minorHAnsi"/>
                <w:sz w:val="18"/>
              </w:rPr>
              <w:t>Redfish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standardů.</w:t>
            </w:r>
          </w:p>
        </w:tc>
        <w:tc>
          <w:tcPr>
            <w:tcW w:w="3288" w:type="dxa"/>
          </w:tcPr>
          <w:p w14:paraId="2A9E8F3B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64C2866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CE635ED" w14:textId="77777777" w:rsidR="00E43144" w:rsidRPr="006B0BFC" w:rsidRDefault="00E43144" w:rsidP="003746AB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Napojení na systém centralizované vzdálené správy a dohledu</w:t>
            </w:r>
            <w:r w:rsidRPr="006B0BFC">
              <w:rPr>
                <w:rFonts w:cstheme="minorHAnsi"/>
                <w:i/>
                <w:iCs/>
                <w:sz w:val="18"/>
              </w:rPr>
              <w:t xml:space="preserve"> (Zadavatel provozuje centralizovanou vzdálenou správy na technologiích 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 xml:space="preserve">Dell </w:t>
            </w:r>
            <w:proofErr w:type="spellStart"/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OpenManage</w:t>
            </w:r>
            <w:proofErr w:type="spellEnd"/>
            <w:r w:rsidRPr="006B0BFC">
              <w:rPr>
                <w:rFonts w:cstheme="minorHAnsi"/>
                <w:i/>
                <w:iCs/>
                <w:sz w:val="18"/>
              </w:rPr>
              <w:t xml:space="preserve"> a 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 xml:space="preserve">Lenovo </w:t>
            </w:r>
            <w:proofErr w:type="spellStart"/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xClarity</w:t>
            </w:r>
            <w:proofErr w:type="spellEnd"/>
            <w:r w:rsidRPr="006B0BFC">
              <w:rPr>
                <w:rFonts w:cstheme="minorHAnsi"/>
                <w:i/>
                <w:iCs/>
                <w:sz w:val="18"/>
              </w:rPr>
              <w:t>)</w:t>
            </w:r>
            <w:r w:rsidRPr="006B0BFC">
              <w:rPr>
                <w:rFonts w:cstheme="minorHAnsi"/>
                <w:sz w:val="18"/>
              </w:rPr>
              <w:t>:</w:t>
            </w:r>
          </w:p>
          <w:p w14:paraId="06AFA6CF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Napojení na již provozované řešení centralizované vzdálené správy bez nutnosti pořizovat, instalovat či provozovat jakýkoliv další software, hardware nebo </w:t>
            </w:r>
            <w:proofErr w:type="spellStart"/>
            <w:r w:rsidRPr="006B0BFC">
              <w:rPr>
                <w:rFonts w:cstheme="minorHAnsi"/>
                <w:sz w:val="18"/>
              </w:rPr>
              <w:t>appliance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třetích stran.</w:t>
            </w:r>
          </w:p>
          <w:p w14:paraId="1B9F0148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modelů a sériových čísel</w:t>
            </w:r>
          </w:p>
          <w:p w14:paraId="3E00F5D5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platnosti servisních kontraktů</w:t>
            </w:r>
          </w:p>
          <w:p w14:paraId="45E3BB94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konfigurace</w:t>
            </w:r>
          </w:p>
          <w:p w14:paraId="4C9FF661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Přehled verzí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jednotlivých komponent</w:t>
            </w:r>
          </w:p>
          <w:p w14:paraId="2FBBCA5F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Kontrola verzí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oproti definovaným politikám</w:t>
            </w:r>
          </w:p>
          <w:p w14:paraId="524F5DE6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zatížení CPU a RAM</w:t>
            </w:r>
          </w:p>
          <w:p w14:paraId="49D23405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spotřeby elektrické energie</w:t>
            </w:r>
          </w:p>
          <w:p w14:paraId="20227A23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Centrální řízení spotřeby elektrické energie</w:t>
            </w:r>
          </w:p>
          <w:p w14:paraId="65B44DC8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Centrální provádění updatů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</w:p>
          <w:p w14:paraId="5118CCEB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Dálkové zapnutí/vypnutí jednotlivého serveru</w:t>
            </w:r>
          </w:p>
          <w:p w14:paraId="3F7A365A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Dálkový přístup do konzole jednotlivého serveru (</w:t>
            </w:r>
            <w:proofErr w:type="spellStart"/>
            <w:r w:rsidRPr="006B0BFC">
              <w:rPr>
                <w:rFonts w:cstheme="minorHAnsi"/>
                <w:sz w:val="18"/>
              </w:rPr>
              <w:t>remote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KVM)</w:t>
            </w:r>
          </w:p>
          <w:p w14:paraId="4E83F283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Re-instalace OS pomocí dálkově připojené optické mechaniky či disku s ISO souborem.</w:t>
            </w:r>
          </w:p>
        </w:tc>
        <w:tc>
          <w:tcPr>
            <w:tcW w:w="3288" w:type="dxa"/>
          </w:tcPr>
          <w:p w14:paraId="36FB60EF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506EE55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5AA94CE" w14:textId="77777777" w:rsidR="00E43144" w:rsidRPr="006B0BFC" w:rsidRDefault="00E43144" w:rsidP="003746AB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4C1B5A95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2E2FEA0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961F574" w14:textId="77777777" w:rsidR="00E43144" w:rsidRPr="006B0BFC" w:rsidRDefault="00E43144" w:rsidP="003746AB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>Síťové optické moduly pro každý optický port (</w:t>
            </w:r>
            <w:r w:rsidRPr="006B0BFC">
              <w:rPr>
                <w:b/>
                <w:bCs/>
                <w:sz w:val="18"/>
                <w:lang w:eastAsia="cs-CZ"/>
              </w:rPr>
              <w:t>SFP LAN</w:t>
            </w:r>
            <w:r w:rsidRPr="006B0BFC">
              <w:rPr>
                <w:sz w:val="18"/>
                <w:lang w:eastAsia="cs-CZ"/>
              </w:rPr>
              <w:t>), plně kompatibilní s dodávaným serverem v provedení „</w:t>
            </w:r>
            <w:r w:rsidRPr="006B0BFC">
              <w:rPr>
                <w:b/>
                <w:bCs/>
                <w:sz w:val="18"/>
                <w:lang w:eastAsia="cs-CZ"/>
              </w:rPr>
              <w:t>10/25Gbps</w:t>
            </w:r>
            <w:r w:rsidRPr="006B0BFC">
              <w:rPr>
                <w:sz w:val="18"/>
                <w:lang w:eastAsia="cs-CZ"/>
              </w:rPr>
              <w:t xml:space="preserve"> nebo </w:t>
            </w:r>
            <w:r w:rsidRPr="006B0BFC">
              <w:rPr>
                <w:b/>
                <w:bCs/>
                <w:sz w:val="18"/>
                <w:lang w:eastAsia="cs-CZ"/>
              </w:rPr>
              <w:t>25Gbps</w:t>
            </w:r>
            <w:r w:rsidRPr="006B0BFC">
              <w:rPr>
                <w:sz w:val="18"/>
                <w:lang w:eastAsia="cs-CZ"/>
              </w:rPr>
              <w:t xml:space="preserve">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 xml:space="preserve">, LC,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Short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 xml:space="preserve">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Range</w:t>
            </w:r>
            <w:proofErr w:type="spellEnd"/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4E1246B8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</w:tbl>
    <w:p w14:paraId="7F3282BB" w14:textId="77777777" w:rsidR="00E43144" w:rsidRPr="006B0BFC" w:rsidRDefault="00E43144" w:rsidP="00E43144">
      <w:pPr>
        <w:spacing w:after="160" w:line="259" w:lineRule="auto"/>
      </w:pPr>
    </w:p>
    <w:p w14:paraId="4FCE3EDD" w14:textId="78F72063" w:rsidR="00E43144" w:rsidRPr="006B0BFC" w:rsidRDefault="00E43144" w:rsidP="00E43144">
      <w:pPr>
        <w:spacing w:after="160" w:line="259" w:lineRule="auto"/>
      </w:pPr>
      <w:r w:rsidRPr="006B0BFC">
        <w:t xml:space="preserve">Pro </w:t>
      </w:r>
      <w:r w:rsidRPr="006B0BFC">
        <w:rPr>
          <w:b/>
          <w:bCs/>
        </w:rPr>
        <w:t xml:space="preserve">Položku </w:t>
      </w:r>
      <w:r w:rsidR="00B35F64">
        <w:rPr>
          <w:b/>
          <w:bCs/>
        </w:rPr>
        <w:t>2</w:t>
      </w:r>
      <w:r w:rsidR="00FE5DB7">
        <w:rPr>
          <w:b/>
          <w:bCs/>
        </w:rPr>
        <w:t>2</w:t>
      </w:r>
      <w:r w:rsidRPr="006B0BFC">
        <w:t xml:space="preserve"> je místem plnění </w:t>
      </w:r>
      <w:r w:rsidR="007D63D9" w:rsidRPr="007D63D9">
        <w:rPr>
          <w:b/>
          <w:bCs/>
        </w:rPr>
        <w:t>Ústí nad Labem – Západ Stavědlo 1, Drážní, Ústí nad Labem</w:t>
      </w:r>
      <w:r w:rsidRPr="006B0BFC">
        <w:t>.</w:t>
      </w:r>
    </w:p>
    <w:p w14:paraId="205724EA" w14:textId="77777777" w:rsidR="00070E8F" w:rsidRPr="006B0BFC" w:rsidRDefault="00070E8F" w:rsidP="003C4D9F"/>
    <w:p w14:paraId="10C9CAF5" w14:textId="31DD85A7" w:rsidR="003C4D9F" w:rsidRPr="006B0BFC" w:rsidRDefault="00FE5DB7" w:rsidP="003C4D9F">
      <w:pPr>
        <w:ind w:firstLine="426"/>
      </w:pPr>
      <w:r>
        <w:t>w</w:t>
      </w:r>
      <w:r w:rsidR="003C4D9F" w:rsidRPr="006B0BFC">
        <w:t>)</w:t>
      </w:r>
      <w:r w:rsidR="003C4D9F" w:rsidRPr="006B0BFC">
        <w:tab/>
      </w:r>
      <w:r w:rsidR="003C4D9F" w:rsidRPr="006B0BFC">
        <w:rPr>
          <w:b/>
          <w:bCs/>
        </w:rPr>
        <w:t xml:space="preserve">Položka </w:t>
      </w:r>
      <w:r w:rsidR="003C4D9F">
        <w:rPr>
          <w:b/>
          <w:bCs/>
        </w:rPr>
        <w:t>2</w:t>
      </w:r>
      <w:r>
        <w:rPr>
          <w:b/>
          <w:bCs/>
        </w:rPr>
        <w:t>3</w:t>
      </w:r>
      <w:r w:rsidR="003C4D9F" w:rsidRPr="006B0BFC">
        <w:t xml:space="preserve"> – Jeden (1) server pro zálohování virtualizační</w:t>
      </w:r>
      <w:r w:rsidR="003C4D9F">
        <w:t>ch</w:t>
      </w:r>
      <w:r w:rsidR="003C4D9F" w:rsidRPr="006B0BFC">
        <w:t xml:space="preserve"> far</w:t>
      </w:r>
      <w:r w:rsidR="003C4D9F">
        <w:t>e</w:t>
      </w:r>
      <w:r w:rsidR="003C4D9F" w:rsidRPr="006B0BFC">
        <w:t xml:space="preserve">m „KB TDS / </w:t>
      </w:r>
      <w:r w:rsidR="003C4D9F">
        <w:t>Olomouc“</w:t>
      </w:r>
      <w:r w:rsidR="003C4D9F" w:rsidRPr="006B0BFC">
        <w:t xml:space="preserve"> v konfiguraci:</w:t>
      </w:r>
    </w:p>
    <w:p w14:paraId="287BDD6A" w14:textId="77777777" w:rsidR="003C4D9F" w:rsidRPr="006B0BFC" w:rsidRDefault="003C4D9F" w:rsidP="003C4D9F">
      <w:pPr>
        <w:rPr>
          <w:rFonts w:cstheme="minorHAnsi"/>
          <w:b/>
          <w:bCs/>
        </w:rPr>
      </w:pPr>
      <w:r w:rsidRPr="006B0BFC">
        <w:rPr>
          <w:highlight w:val="green"/>
          <w:lang w:val="en-US"/>
        </w:rPr>
        <w:t>[IDENTIFIKACE MODELU</w:t>
      </w:r>
      <w:r w:rsidRPr="006B0BFC">
        <w:rPr>
          <w:rFonts w:cstheme="minorHAnsi"/>
          <w:b/>
          <w:bCs/>
          <w:highlight w:val="green"/>
        </w:rPr>
        <w:t xml:space="preserve"> - </w:t>
      </w:r>
      <w:r w:rsidRPr="006B0BFC">
        <w:rPr>
          <w:rFonts w:cstheme="minorHAnsi"/>
          <w:highlight w:val="green"/>
        </w:rPr>
        <w:t>DOPLNÍ PRODÁVAJÍCÍ]</w:t>
      </w:r>
      <w:r w:rsidRPr="006B0BFC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3C4D9F" w:rsidRPr="006B0BFC" w14:paraId="0F181FD5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32E9FF21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55ED63BD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3C4D9F" w:rsidRPr="006B0BFC" w14:paraId="1E46932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B89DD83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 xml:space="preserve">Provedení serveru pro instalaci do rackové skříně o hloubce </w:t>
            </w:r>
            <w:r w:rsidRPr="006B0BFC">
              <w:rPr>
                <w:rFonts w:cstheme="minorHAnsi"/>
                <w:b/>
                <w:bCs/>
                <w:sz w:val="18"/>
              </w:rPr>
              <w:t>100 cm</w:t>
            </w:r>
          </w:p>
        </w:tc>
        <w:tc>
          <w:tcPr>
            <w:tcW w:w="3288" w:type="dxa"/>
          </w:tcPr>
          <w:p w14:paraId="6303A7BB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248DB82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488911F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Velikost skříně serveru o maximální výšce </w:t>
            </w:r>
            <w:r w:rsidRPr="006B0BFC">
              <w:rPr>
                <w:rFonts w:cstheme="minorHAnsi"/>
                <w:b/>
                <w:bCs/>
                <w:sz w:val="18"/>
              </w:rPr>
              <w:t>2 RU</w:t>
            </w:r>
            <w:r w:rsidRPr="006B0BFC">
              <w:rPr>
                <w:rFonts w:cstheme="minorHAnsi"/>
                <w:sz w:val="18"/>
              </w:rPr>
              <w:t xml:space="preserve"> (89 mm)</w:t>
            </w:r>
          </w:p>
        </w:tc>
        <w:tc>
          <w:tcPr>
            <w:tcW w:w="3288" w:type="dxa"/>
          </w:tcPr>
          <w:p w14:paraId="56340417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2B69870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BDF7DAC" w14:textId="0C07F390" w:rsidR="003C4D9F" w:rsidRPr="006B0BFC" w:rsidRDefault="00FB0FE9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2</w:t>
            </w:r>
            <w:r w:rsidR="003C4D9F" w:rsidRPr="006B0BFC">
              <w:rPr>
                <w:rFonts w:cstheme="minorHAnsi"/>
                <w:b/>
                <w:bCs/>
                <w:sz w:val="18"/>
              </w:rPr>
              <w:t>x CPU</w:t>
            </w:r>
            <w:r w:rsidR="003C4D9F" w:rsidRPr="006B0BFC">
              <w:rPr>
                <w:rFonts w:cstheme="minorHAnsi"/>
                <w:sz w:val="18"/>
              </w:rPr>
              <w:t xml:space="preserve">, </w:t>
            </w:r>
            <w:r>
              <w:rPr>
                <w:rFonts w:cstheme="minorHAnsi"/>
                <w:sz w:val="18"/>
              </w:rPr>
              <w:t xml:space="preserve">každý </w:t>
            </w:r>
            <w:r w:rsidR="003C4D9F" w:rsidRPr="006B0BFC">
              <w:rPr>
                <w:rFonts w:cstheme="minorHAnsi"/>
                <w:sz w:val="18"/>
              </w:rPr>
              <w:t xml:space="preserve">minimálně </w:t>
            </w:r>
            <w:r>
              <w:rPr>
                <w:rFonts w:cstheme="minorHAnsi"/>
                <w:b/>
                <w:bCs/>
                <w:sz w:val="18"/>
              </w:rPr>
              <w:t>16</w:t>
            </w:r>
            <w:r w:rsidR="003C4D9F" w:rsidRPr="006B0BFC">
              <w:rPr>
                <w:rFonts w:cstheme="minorHAnsi"/>
                <w:b/>
                <w:bCs/>
                <w:sz w:val="18"/>
              </w:rPr>
              <w:t xml:space="preserve"> jader</w:t>
            </w:r>
            <w:r w:rsidR="003C4D9F" w:rsidRPr="006B0BFC">
              <w:rPr>
                <w:rFonts w:cstheme="minorHAnsi"/>
                <w:sz w:val="18"/>
              </w:rPr>
              <w:t xml:space="preserve"> (</w:t>
            </w:r>
            <w:r>
              <w:rPr>
                <w:rFonts w:cstheme="minorHAnsi"/>
                <w:sz w:val="18"/>
              </w:rPr>
              <w:t>32</w:t>
            </w:r>
            <w:r w:rsidR="003C4D9F" w:rsidRPr="006B0BFC">
              <w:rPr>
                <w:rFonts w:cstheme="minorHAnsi"/>
                <w:sz w:val="18"/>
              </w:rPr>
              <w:t xml:space="preserve"> vláken) se základní frekvencí minimálně 2.0 GHz a se spotřebou maximálně 2</w:t>
            </w:r>
            <w:r>
              <w:rPr>
                <w:rFonts w:cstheme="minorHAnsi"/>
                <w:sz w:val="18"/>
              </w:rPr>
              <w:t>3</w:t>
            </w:r>
            <w:r w:rsidR="003C4D9F" w:rsidRPr="006B0BFC">
              <w:rPr>
                <w:rFonts w:cstheme="minorHAnsi"/>
                <w:sz w:val="18"/>
              </w:rPr>
              <w:t>0 W</w:t>
            </w:r>
          </w:p>
        </w:tc>
        <w:tc>
          <w:tcPr>
            <w:tcW w:w="3288" w:type="dxa"/>
          </w:tcPr>
          <w:p w14:paraId="77E51BD4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1F0026E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A6E10DB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sz w:val="18"/>
              </w:rPr>
              <w:t xml:space="preserve">Architektura </w:t>
            </w:r>
            <w:r w:rsidRPr="006B0BFC">
              <w:rPr>
                <w:rFonts w:cstheme="minorHAnsi"/>
                <w:b/>
                <w:bCs/>
                <w:sz w:val="18"/>
              </w:rPr>
              <w:t>Intel x86-64</w:t>
            </w:r>
            <w:r w:rsidRPr="006B0BFC">
              <w:rPr>
                <w:rFonts w:cstheme="minorHAnsi"/>
                <w:sz w:val="18"/>
              </w:rPr>
              <w:t xml:space="preserve"> z důvodu kompatibility současného ICT prostředí</w:t>
            </w:r>
          </w:p>
        </w:tc>
        <w:tc>
          <w:tcPr>
            <w:tcW w:w="3288" w:type="dxa"/>
          </w:tcPr>
          <w:p w14:paraId="3B8957F5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7CCA296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3E117AD" w14:textId="43F44B00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sz w:val="18"/>
                <w:lang w:eastAsia="cs-CZ"/>
              </w:rPr>
              <w:t xml:space="preserve">Operační paměť minimálně </w:t>
            </w:r>
            <w:r w:rsidR="00552583">
              <w:rPr>
                <w:b/>
                <w:bCs/>
                <w:sz w:val="18"/>
                <w:lang w:eastAsia="cs-CZ"/>
              </w:rPr>
              <w:t>384</w:t>
            </w:r>
            <w:r w:rsidRPr="006B0BFC">
              <w:rPr>
                <w:b/>
                <w:bCs/>
                <w:sz w:val="18"/>
                <w:lang w:eastAsia="cs-CZ"/>
              </w:rPr>
              <w:t xml:space="preserve"> </w:t>
            </w:r>
            <w:r w:rsidRPr="006B0BFC">
              <w:rPr>
                <w:b/>
                <w:sz w:val="18"/>
                <w:lang w:eastAsia="cs-CZ"/>
              </w:rPr>
              <w:t>GB DDR5</w:t>
            </w:r>
            <w:r w:rsidRPr="006B0BFC">
              <w:rPr>
                <w:sz w:val="18"/>
                <w:lang w:eastAsia="cs-CZ"/>
              </w:rPr>
              <w:t xml:space="preserve"> s použitím modulů o maximální velikosti </w:t>
            </w:r>
            <w:r w:rsidR="00552583">
              <w:rPr>
                <w:sz w:val="18"/>
                <w:lang w:eastAsia="cs-CZ"/>
              </w:rPr>
              <w:t>128</w:t>
            </w:r>
            <w:r w:rsidRPr="006B0BFC">
              <w:rPr>
                <w:sz w:val="18"/>
                <w:lang w:eastAsia="cs-CZ"/>
              </w:rPr>
              <w:t xml:space="preserve"> GB, rozšiřitelná minimálně do </w:t>
            </w:r>
            <w:r w:rsidR="00552583">
              <w:rPr>
                <w:sz w:val="18"/>
                <w:lang w:eastAsia="cs-CZ"/>
              </w:rPr>
              <w:t>1024</w:t>
            </w:r>
            <w:r w:rsidRPr="006B0BFC">
              <w:rPr>
                <w:sz w:val="18"/>
                <w:lang w:eastAsia="cs-CZ"/>
              </w:rPr>
              <w:t xml:space="preserve"> GB jen přidáním dalších paměťových modulů</w:t>
            </w:r>
          </w:p>
        </w:tc>
        <w:tc>
          <w:tcPr>
            <w:tcW w:w="3288" w:type="dxa"/>
          </w:tcPr>
          <w:p w14:paraId="4D5624AF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0258261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2A47BAF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lang w:eastAsia="cs-CZ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 SSD</w:t>
            </w:r>
            <w:r w:rsidRPr="006B0BFC">
              <w:rPr>
                <w:rFonts w:cstheme="minorHAnsi"/>
                <w:sz w:val="18"/>
              </w:rPr>
              <w:t xml:space="preserve">, každý o velikosti minimálně </w:t>
            </w:r>
            <w:r w:rsidRPr="006B0BFC">
              <w:rPr>
                <w:rFonts w:cstheme="minorHAnsi"/>
                <w:b/>
                <w:bCs/>
                <w:sz w:val="18"/>
              </w:rPr>
              <w:t>480 GB</w:t>
            </w:r>
            <w:r w:rsidRPr="006B0BFC">
              <w:rPr>
                <w:rFonts w:cstheme="minorHAnsi"/>
                <w:sz w:val="18"/>
              </w:rPr>
              <w:t xml:space="preserve"> v konfiguraci RAID1 (zrcadlení) pro </w:t>
            </w:r>
            <w:proofErr w:type="spellStart"/>
            <w:r w:rsidRPr="006B0BFC">
              <w:rPr>
                <w:rFonts w:cstheme="minorHAnsi"/>
                <w:sz w:val="18"/>
              </w:rPr>
              <w:t>boot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běh OS</w:t>
            </w:r>
          </w:p>
        </w:tc>
        <w:tc>
          <w:tcPr>
            <w:tcW w:w="3288" w:type="dxa"/>
          </w:tcPr>
          <w:p w14:paraId="2B29EC3A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55114A" w:rsidRPr="00E75C72" w14:paraId="76B8FD16" w14:textId="77777777" w:rsidTr="008E5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69DD4D6" w14:textId="77777777" w:rsidR="0055114A" w:rsidRPr="00E75C72" w:rsidRDefault="0055114A" w:rsidP="008E540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Lokální úložiště pro databázi záloh v serveru</w:t>
            </w:r>
          </w:p>
          <w:p w14:paraId="7FFAEA2F" w14:textId="77777777" w:rsidR="0055114A" w:rsidRPr="00E75C72" w:rsidRDefault="0055114A" w:rsidP="0055114A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b/>
                <w:bCs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Uživatelsky použitelná čistá nekomprimovaná kapacita minimálně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 xml:space="preserve">8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57F7021C" w14:textId="5F473A27" w:rsidR="0055114A" w:rsidRPr="00E75C72" w:rsidRDefault="0055114A" w:rsidP="0055114A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Umožňuje rozšíření minimálně na </w:t>
            </w:r>
            <w:r w:rsidR="00E8609E">
              <w:rPr>
                <w:rFonts w:cstheme="minorHAnsi"/>
                <w:sz w:val="18"/>
                <w:szCs w:val="22"/>
              </w:rPr>
              <w:t>32</w:t>
            </w:r>
            <w:r w:rsidRPr="00E75C72">
              <w:rPr>
                <w:rFonts w:cstheme="minorHAnsi"/>
                <w:sz w:val="18"/>
                <w:szCs w:val="22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 xml:space="preserve"> jen přidáním disků.</w:t>
            </w:r>
          </w:p>
          <w:p w14:paraId="3A18E1E3" w14:textId="77777777" w:rsidR="0055114A" w:rsidRPr="00E75C72" w:rsidRDefault="0055114A" w:rsidP="0055114A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Zajišťuje redundanci uložených dat minimálně na úrovni odpovídající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>RAID6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679E82A6" w14:textId="77777777" w:rsidR="0055114A" w:rsidRPr="00E75C72" w:rsidRDefault="0055114A" w:rsidP="0055114A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Použití výhradně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  <w:szCs w:val="22"/>
              </w:rPr>
              <w:t>NVMe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 xml:space="preserve"> o velikosti maximálně </w:t>
            </w:r>
            <w:r>
              <w:rPr>
                <w:rFonts w:cstheme="minorHAnsi"/>
                <w:sz w:val="18"/>
                <w:szCs w:val="22"/>
              </w:rPr>
              <w:t>2</w:t>
            </w:r>
            <w:r w:rsidRPr="00E75C72">
              <w:rPr>
                <w:rFonts w:cstheme="minorHAnsi"/>
                <w:sz w:val="18"/>
                <w:szCs w:val="22"/>
              </w:rPr>
              <w:t> TB.</w:t>
            </w:r>
          </w:p>
        </w:tc>
        <w:tc>
          <w:tcPr>
            <w:tcW w:w="3288" w:type="dxa"/>
          </w:tcPr>
          <w:p w14:paraId="47071B8E" w14:textId="77777777" w:rsidR="0055114A" w:rsidRPr="00E75C72" w:rsidRDefault="0055114A" w:rsidP="008E54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776B84A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B473E37" w14:textId="1F22B45B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="001E6B16">
              <w:rPr>
                <w:rFonts w:cstheme="minorHAnsi"/>
                <w:b/>
                <w:bCs/>
                <w:sz w:val="18"/>
              </w:rPr>
              <w:t>8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x 25 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SFP LAN s podporou rychlosti 10 </w:t>
            </w:r>
            <w:proofErr w:type="spellStart"/>
            <w:r w:rsidRPr="006B0BFC">
              <w:rPr>
                <w:rFonts w:cstheme="minorHAnsi"/>
                <w:sz w:val="18"/>
              </w:rPr>
              <w:t>Gbps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(tj. 10/25 </w:t>
            </w:r>
            <w:proofErr w:type="spellStart"/>
            <w:r w:rsidRPr="006B0BFC">
              <w:rPr>
                <w:rFonts w:cstheme="minorHAnsi"/>
                <w:sz w:val="18"/>
              </w:rPr>
              <w:t>Gbps</w:t>
            </w:r>
            <w:proofErr w:type="spellEnd"/>
            <w:r w:rsidRPr="006B0BFC">
              <w:rPr>
                <w:rFonts w:cstheme="minorHAnsi"/>
                <w:sz w:val="18"/>
              </w:rPr>
              <w:t>)</w:t>
            </w:r>
          </w:p>
        </w:tc>
        <w:tc>
          <w:tcPr>
            <w:tcW w:w="3288" w:type="dxa"/>
          </w:tcPr>
          <w:p w14:paraId="372A938E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16CB63A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2CDD5BC" w14:textId="77777777" w:rsidR="003C4D9F" w:rsidRPr="006B0BFC" w:rsidRDefault="003C4D9F" w:rsidP="003746AB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 xml:space="preserve">Minimálně </w:t>
            </w:r>
            <w:r w:rsidRPr="006B0BFC">
              <w:rPr>
                <w:b/>
                <w:bCs/>
                <w:sz w:val="18"/>
                <w:lang w:eastAsia="cs-CZ"/>
              </w:rPr>
              <w:t>4</w:t>
            </w:r>
            <w:r w:rsidRPr="006B0BFC">
              <w:rPr>
                <w:b/>
                <w:sz w:val="18"/>
                <w:lang w:eastAsia="cs-CZ"/>
              </w:rPr>
              <w:t>x</w:t>
            </w:r>
            <w:r w:rsidRPr="006B0BFC">
              <w:rPr>
                <w:sz w:val="18"/>
                <w:lang w:eastAsia="cs-CZ"/>
              </w:rPr>
              <w:t xml:space="preserve"> </w:t>
            </w:r>
            <w:r w:rsidRPr="006B0BFC">
              <w:rPr>
                <w:b/>
                <w:bCs/>
                <w:sz w:val="18"/>
                <w:lang w:eastAsia="cs-CZ"/>
              </w:rPr>
              <w:t xml:space="preserve">1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Gbps</w:t>
            </w:r>
            <w:proofErr w:type="spellEnd"/>
            <w:r w:rsidRPr="006B0BFC">
              <w:rPr>
                <w:sz w:val="18"/>
                <w:lang w:eastAsia="cs-CZ"/>
              </w:rPr>
              <w:t xml:space="preserve"> RJ45 LAN</w:t>
            </w:r>
          </w:p>
        </w:tc>
        <w:tc>
          <w:tcPr>
            <w:tcW w:w="3288" w:type="dxa"/>
          </w:tcPr>
          <w:p w14:paraId="5D8D74EC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6A0BB35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3BB5A1C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Dedikovaný 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1 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157CA67D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063DF" w:rsidRPr="006B0BFC" w14:paraId="05CAAF0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CECF699" w14:textId="318F5540" w:rsidR="008063DF" w:rsidRPr="006B0BFC" w:rsidRDefault="008063DF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="007469A1">
              <w:rPr>
                <w:rFonts w:cstheme="minorHAnsi"/>
                <w:b/>
                <w:bCs/>
                <w:sz w:val="18"/>
              </w:rPr>
              <w:t>2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x 32 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SFP </w:t>
            </w:r>
            <w:proofErr w:type="spellStart"/>
            <w:r w:rsidRPr="006B0BFC">
              <w:rPr>
                <w:rFonts w:cstheme="minorHAnsi"/>
                <w:sz w:val="18"/>
              </w:rPr>
              <w:t>FibreChannel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SAN porty HBA</w:t>
            </w:r>
          </w:p>
        </w:tc>
        <w:tc>
          <w:tcPr>
            <w:tcW w:w="3288" w:type="dxa"/>
          </w:tcPr>
          <w:p w14:paraId="19BD1491" w14:textId="77777777" w:rsidR="008063DF" w:rsidRPr="006B0BFC" w:rsidRDefault="008063D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44367A4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DED128F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6B0BFC">
              <w:rPr>
                <w:rFonts w:cstheme="minorHAnsi"/>
                <w:sz w:val="18"/>
              </w:rPr>
              <w:t>Trusted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Platform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Module minimálně ve verzi 2.0</w:t>
            </w:r>
          </w:p>
        </w:tc>
        <w:tc>
          <w:tcPr>
            <w:tcW w:w="3288" w:type="dxa"/>
          </w:tcPr>
          <w:p w14:paraId="6AEDE9FD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755B00A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8FE013B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hot-swap napájecí zdroj, každý minimálně o výkonu 800 W s minimální certifikací „80+ </w:t>
            </w:r>
            <w:proofErr w:type="spellStart"/>
            <w:r w:rsidRPr="006B0BFC">
              <w:rPr>
                <w:rFonts w:cstheme="minorHAnsi"/>
                <w:sz w:val="18"/>
              </w:rPr>
              <w:t>Platinum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438235E9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3F62E9C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F363FFF" w14:textId="26920D6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sz w:val="18"/>
                <w:lang w:eastAsia="cs-CZ"/>
              </w:rPr>
              <w:t xml:space="preserve">Výsuvné ližiny do rackové skříně </w:t>
            </w:r>
            <w:r w:rsidR="00CD5701">
              <w:rPr>
                <w:sz w:val="18"/>
                <w:lang w:eastAsia="cs-CZ"/>
              </w:rPr>
              <w:t>s</w:t>
            </w:r>
            <w:r w:rsidRPr="006B0BFC">
              <w:rPr>
                <w:sz w:val="18"/>
                <w:lang w:eastAsia="cs-CZ"/>
              </w:rPr>
              <w:t xml:space="preserve"> „</w:t>
            </w:r>
            <w:proofErr w:type="spellStart"/>
            <w:r w:rsidRPr="006B0BFC">
              <w:rPr>
                <w:sz w:val="18"/>
                <w:lang w:eastAsia="cs-CZ"/>
              </w:rPr>
              <w:t>cable</w:t>
            </w:r>
            <w:proofErr w:type="spellEnd"/>
            <w:r w:rsidRPr="006B0BFC">
              <w:rPr>
                <w:sz w:val="18"/>
                <w:lang w:eastAsia="cs-CZ"/>
              </w:rPr>
              <w:t xml:space="preserve"> management </w:t>
            </w:r>
            <w:proofErr w:type="spellStart"/>
            <w:r w:rsidRPr="006B0BFC">
              <w:rPr>
                <w:sz w:val="18"/>
                <w:lang w:eastAsia="cs-CZ"/>
              </w:rPr>
              <w:t>arm</w:t>
            </w:r>
            <w:proofErr w:type="spellEnd"/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1F41EE62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07A8F63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0AFA919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7DF6FF31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099847B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7FA2F62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53F8C487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749834C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202D9D8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OS Windows Server 2019, 2022; RHEL 8, 9; </w:t>
            </w:r>
            <w:proofErr w:type="spellStart"/>
            <w:r w:rsidRPr="006B0BFC">
              <w:rPr>
                <w:rFonts w:cstheme="minorHAnsi"/>
                <w:sz w:val="18"/>
              </w:rPr>
              <w:t>VMware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vSphere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326C0212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1B0AA3B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E2D474E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7A1537CD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0B66FE9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2378138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Integrační pluginy pro monitoring zdravotního stavu a správu HW přímo z MS </w:t>
            </w:r>
            <w:proofErr w:type="spellStart"/>
            <w:r w:rsidRPr="006B0BFC">
              <w:rPr>
                <w:rFonts w:cstheme="minorHAnsi"/>
                <w:sz w:val="18"/>
              </w:rPr>
              <w:t>System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Center.</w:t>
            </w:r>
          </w:p>
        </w:tc>
        <w:tc>
          <w:tcPr>
            <w:tcW w:w="3288" w:type="dxa"/>
          </w:tcPr>
          <w:p w14:paraId="2664FDBD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1DB5C57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9411FC1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6B0BFC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226BD421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69B0AEC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1661B88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výrobce na </w:t>
            </w:r>
            <w:r w:rsidRPr="006B0BFC">
              <w:rPr>
                <w:rFonts w:cstheme="minorHAnsi"/>
                <w:b/>
                <w:bCs/>
                <w:sz w:val="18"/>
              </w:rPr>
              <w:t>5 let</w:t>
            </w:r>
            <w:r w:rsidRPr="006B0BFC">
              <w:rPr>
                <w:rFonts w:cstheme="minorHAnsi"/>
                <w:sz w:val="18"/>
              </w:rPr>
              <w:t xml:space="preserve"> v rozsahu „</w:t>
            </w:r>
            <w:r w:rsidRPr="006B0BFC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253B296B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5B64FEA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A2D2DDB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U všech disků, SSD, </w:t>
            </w:r>
            <w:proofErr w:type="spellStart"/>
            <w:r w:rsidRPr="006B0BFC">
              <w:rPr>
                <w:rFonts w:cstheme="minorHAnsi"/>
                <w:sz w:val="18"/>
              </w:rPr>
              <w:t>NVMe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médií je požadováno ponechání disku Kupujícímu při jeho poruše a/nebo reklamaci</w:t>
            </w:r>
          </w:p>
        </w:tc>
        <w:tc>
          <w:tcPr>
            <w:tcW w:w="3288" w:type="dxa"/>
          </w:tcPr>
          <w:p w14:paraId="7244FB2E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43851BB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C896E7C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Vzdálená správa HW serveru </w:t>
            </w:r>
          </w:p>
          <w:p w14:paraId="4F605886" w14:textId="77777777" w:rsidR="003C4D9F" w:rsidRPr="006B0BFC" w:rsidRDefault="003C4D9F" w:rsidP="003C4D9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Vzdálená správa s dedikovaným vlastním portem 1GbE a možností převzít plně vzdálené ovládání serveru.</w:t>
            </w:r>
          </w:p>
          <w:p w14:paraId="3E30DF7A" w14:textId="77777777" w:rsidR="003C4D9F" w:rsidRPr="006B0BFC" w:rsidRDefault="003C4D9F" w:rsidP="003C4D9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přesměrování management portu pomocí NSCI na jinou síťovou kartu.</w:t>
            </w:r>
          </w:p>
          <w:p w14:paraId="73FA1A24" w14:textId="77777777" w:rsidR="003C4D9F" w:rsidRPr="006B0BFC" w:rsidRDefault="003C4D9F" w:rsidP="003C4D9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Možnost vzdáleného </w:t>
            </w:r>
            <w:proofErr w:type="spellStart"/>
            <w:r w:rsidRPr="006B0BFC">
              <w:rPr>
                <w:rFonts w:cstheme="minorHAnsi"/>
                <w:sz w:val="18"/>
              </w:rPr>
              <w:t>mountování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ISO image.</w:t>
            </w:r>
          </w:p>
          <w:p w14:paraId="5CC9DA93" w14:textId="77777777" w:rsidR="003C4D9F" w:rsidRPr="006B0BFC" w:rsidRDefault="003C4D9F" w:rsidP="003C4D9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sdílet jednu virtuální konzoli až šesti uživateli.</w:t>
            </w:r>
          </w:p>
          <w:p w14:paraId="46D33136" w14:textId="77777777" w:rsidR="003C4D9F" w:rsidRPr="006B0BFC" w:rsidRDefault="003C4D9F" w:rsidP="003C4D9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standartních Webových prohlížečů (Google Chrome, MS </w:t>
            </w:r>
            <w:proofErr w:type="spellStart"/>
            <w:r w:rsidRPr="006B0BFC">
              <w:rPr>
                <w:rFonts w:cstheme="minorHAnsi"/>
                <w:sz w:val="18"/>
              </w:rPr>
              <w:t>Edge</w:t>
            </w:r>
            <w:proofErr w:type="spellEnd"/>
            <w:r w:rsidRPr="006B0BFC">
              <w:rPr>
                <w:rFonts w:cstheme="minorHAnsi"/>
                <w:sz w:val="18"/>
              </w:rPr>
              <w:t>, Mozilla Firefox) a HTML5.</w:t>
            </w:r>
          </w:p>
          <w:p w14:paraId="2F13CF77" w14:textId="77777777" w:rsidR="003C4D9F" w:rsidRPr="006B0BFC" w:rsidRDefault="003C4D9F" w:rsidP="003C4D9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a možnost sledování stavu jednotlivých komponent včetně úrovní firmware.</w:t>
            </w:r>
          </w:p>
          <w:p w14:paraId="260AE2D2" w14:textId="77777777" w:rsidR="003C4D9F" w:rsidRPr="006B0BFC" w:rsidRDefault="003C4D9F" w:rsidP="003C4D9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Real </w:t>
            </w:r>
            <w:proofErr w:type="spellStart"/>
            <w:r w:rsidRPr="006B0BFC">
              <w:rPr>
                <w:rFonts w:cstheme="minorHAnsi"/>
                <w:sz w:val="18"/>
              </w:rPr>
              <w:t>time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sledování vytíženosti CPU, paměti a spotřeby elektrické energie, možnost </w:t>
            </w:r>
            <w:proofErr w:type="spellStart"/>
            <w:r w:rsidRPr="006B0BFC">
              <w:rPr>
                <w:rFonts w:cstheme="minorHAnsi"/>
                <w:sz w:val="18"/>
              </w:rPr>
              <w:t>Power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cappingu</w:t>
            </w:r>
            <w:proofErr w:type="spellEnd"/>
            <w:r w:rsidRPr="006B0BFC">
              <w:rPr>
                <w:rFonts w:cstheme="minorHAnsi"/>
                <w:sz w:val="18"/>
              </w:rPr>
              <w:t>.</w:t>
            </w:r>
          </w:p>
          <w:p w14:paraId="0AAC5CEC" w14:textId="77777777" w:rsidR="003C4D9F" w:rsidRPr="006B0BFC" w:rsidRDefault="003C4D9F" w:rsidP="003C4D9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asistované instalace OS bez dalších nástrojů, médií, ISO apod.</w:t>
            </w:r>
          </w:p>
          <w:p w14:paraId="117579EB" w14:textId="77777777" w:rsidR="003C4D9F" w:rsidRPr="006B0BFC" w:rsidRDefault="003C4D9F" w:rsidP="003C4D9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REDFISH a RESTAPI skriptů.</w:t>
            </w:r>
          </w:p>
          <w:p w14:paraId="62D2D7FA" w14:textId="77777777" w:rsidR="003C4D9F" w:rsidRPr="006B0BFC" w:rsidRDefault="003C4D9F" w:rsidP="003C4D9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Nejvyšší licence pro správu serveru bez jakéhokoli omezení.</w:t>
            </w:r>
          </w:p>
          <w:p w14:paraId="4DB48715" w14:textId="77777777" w:rsidR="003C4D9F" w:rsidRPr="006B0BFC" w:rsidRDefault="003C4D9F" w:rsidP="003C4D9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Všechny licence potřebné k provozu managementu a HW, (management, mapování ISO, KVM přístup).</w:t>
            </w:r>
          </w:p>
          <w:p w14:paraId="21AF14BC" w14:textId="77777777" w:rsidR="003C4D9F" w:rsidRPr="006B0BFC" w:rsidRDefault="003C4D9F" w:rsidP="003C4D9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Integrace s centrální vzdálenou správou serverového HW bez použití jakéhokoli dalšího HW či SW třetích stran</w:t>
            </w:r>
          </w:p>
          <w:p w14:paraId="689FDF2E" w14:textId="77777777" w:rsidR="003C4D9F" w:rsidRDefault="003C4D9F" w:rsidP="003C4D9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protokolů SNMP 2c a IPMI</w:t>
            </w:r>
          </w:p>
          <w:p w14:paraId="54BB3D8C" w14:textId="043DA85A" w:rsidR="00E64156" w:rsidRPr="006B0BFC" w:rsidRDefault="00E64156" w:rsidP="003C4D9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64156">
              <w:rPr>
                <w:rFonts w:cstheme="minorHAnsi"/>
                <w:sz w:val="18"/>
              </w:rPr>
              <w:t xml:space="preserve">Podpora protokolu </w:t>
            </w:r>
            <w:proofErr w:type="spellStart"/>
            <w:r w:rsidRPr="00E64156">
              <w:rPr>
                <w:rFonts w:cstheme="minorHAnsi"/>
                <w:sz w:val="18"/>
              </w:rPr>
              <w:t>Syslog</w:t>
            </w:r>
            <w:proofErr w:type="spellEnd"/>
            <w:r w:rsidRPr="00E64156">
              <w:rPr>
                <w:rFonts w:cstheme="minorHAnsi"/>
                <w:sz w:val="18"/>
              </w:rPr>
              <w:t xml:space="preserve"> a předávání logů na vzdálený systém</w:t>
            </w:r>
          </w:p>
        </w:tc>
        <w:tc>
          <w:tcPr>
            <w:tcW w:w="3288" w:type="dxa"/>
          </w:tcPr>
          <w:p w14:paraId="2E35081D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6709FEA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4856438" w14:textId="77777777" w:rsidR="003C4D9F" w:rsidRPr="006B0BFC" w:rsidRDefault="003C4D9F" w:rsidP="003746AB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Hromadná správa </w:t>
            </w:r>
          </w:p>
          <w:p w14:paraId="6C629447" w14:textId="77777777" w:rsidR="003C4D9F" w:rsidRPr="006B0BFC" w:rsidRDefault="003C4D9F" w:rsidP="003C4D9F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Časově neomezená licence na hromadnou správu serverů, inventarizace a </w:t>
            </w:r>
            <w:proofErr w:type="spellStart"/>
            <w:r w:rsidRPr="006B0BFC">
              <w:rPr>
                <w:rFonts w:cstheme="minorHAnsi"/>
                <w:sz w:val="18"/>
              </w:rPr>
              <w:t>alerting</w:t>
            </w:r>
            <w:proofErr w:type="spellEnd"/>
            <w:r w:rsidRPr="006B0BFC">
              <w:rPr>
                <w:rFonts w:cstheme="minorHAnsi"/>
                <w:sz w:val="18"/>
              </w:rPr>
              <w:t>.</w:t>
            </w:r>
          </w:p>
          <w:p w14:paraId="1CDF6321" w14:textId="77777777" w:rsidR="003C4D9F" w:rsidRPr="006B0BFC" w:rsidRDefault="003C4D9F" w:rsidP="003C4D9F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hromadného sledováni a upgrade úrovní FW jednotlivých komponent serverů.</w:t>
            </w:r>
          </w:p>
          <w:p w14:paraId="40EA9BDD" w14:textId="77777777" w:rsidR="003C4D9F" w:rsidRPr="006B0BFC" w:rsidRDefault="003C4D9F" w:rsidP="003C4D9F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Call </w:t>
            </w:r>
            <w:proofErr w:type="spellStart"/>
            <w:r w:rsidRPr="006B0BFC">
              <w:rPr>
                <w:rFonts w:cstheme="minorHAnsi"/>
                <w:sz w:val="18"/>
              </w:rPr>
              <w:t>Home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funkce.</w:t>
            </w:r>
          </w:p>
          <w:p w14:paraId="036A53F1" w14:textId="77777777" w:rsidR="003C4D9F" w:rsidRPr="006B0BFC" w:rsidRDefault="003C4D9F" w:rsidP="003C4D9F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Přístup přes mobilní aplikaci.</w:t>
            </w:r>
          </w:p>
          <w:p w14:paraId="2122F22F" w14:textId="77777777" w:rsidR="003C4D9F" w:rsidRPr="006B0BFC" w:rsidRDefault="003C4D9F" w:rsidP="003C4D9F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Splňující standardy NIST 800-131A a FIPS 140</w:t>
            </w:r>
            <w:r w:rsidRPr="006B0BFC">
              <w:rPr>
                <w:rFonts w:cstheme="minorHAnsi"/>
                <w:sz w:val="18"/>
              </w:rPr>
              <w:noBreakHyphen/>
              <w:t>2.</w:t>
            </w:r>
          </w:p>
          <w:p w14:paraId="54B1C04D" w14:textId="77777777" w:rsidR="003C4D9F" w:rsidRPr="006B0BFC" w:rsidRDefault="003C4D9F" w:rsidP="003C4D9F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Plug-in do management nodů virtualizačních hypervizorů.</w:t>
            </w:r>
          </w:p>
          <w:p w14:paraId="422B31E6" w14:textId="77777777" w:rsidR="003C4D9F" w:rsidRPr="006B0BFC" w:rsidRDefault="003C4D9F" w:rsidP="003C4D9F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REST-API a </w:t>
            </w:r>
            <w:proofErr w:type="spellStart"/>
            <w:r w:rsidRPr="006B0BFC">
              <w:rPr>
                <w:rFonts w:cstheme="minorHAnsi"/>
                <w:sz w:val="18"/>
              </w:rPr>
              <w:t>Redfish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standardů.</w:t>
            </w:r>
          </w:p>
        </w:tc>
        <w:tc>
          <w:tcPr>
            <w:tcW w:w="3288" w:type="dxa"/>
          </w:tcPr>
          <w:p w14:paraId="0E261BED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5737F2A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57A54C9" w14:textId="77777777" w:rsidR="003C4D9F" w:rsidRPr="006B0BFC" w:rsidRDefault="003C4D9F" w:rsidP="003746AB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Napojení na systém centralizované vzdálené správy a dohledu</w:t>
            </w:r>
            <w:r w:rsidRPr="006B0BFC">
              <w:rPr>
                <w:rFonts w:cstheme="minorHAnsi"/>
                <w:i/>
                <w:iCs/>
                <w:sz w:val="18"/>
              </w:rPr>
              <w:t xml:space="preserve"> (Zadavatel provozuje centralizovanou vzdálenou správy na technologiích 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 xml:space="preserve">Dell </w:t>
            </w:r>
            <w:proofErr w:type="spellStart"/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OpenManage</w:t>
            </w:r>
            <w:proofErr w:type="spellEnd"/>
            <w:r w:rsidRPr="006B0BFC">
              <w:rPr>
                <w:rFonts w:cstheme="minorHAnsi"/>
                <w:i/>
                <w:iCs/>
                <w:sz w:val="18"/>
              </w:rPr>
              <w:t xml:space="preserve"> a 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 xml:space="preserve">Lenovo </w:t>
            </w:r>
            <w:proofErr w:type="spellStart"/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xClarity</w:t>
            </w:r>
            <w:proofErr w:type="spellEnd"/>
            <w:r w:rsidRPr="006B0BFC">
              <w:rPr>
                <w:rFonts w:cstheme="minorHAnsi"/>
                <w:i/>
                <w:iCs/>
                <w:sz w:val="18"/>
              </w:rPr>
              <w:t>)</w:t>
            </w:r>
            <w:r w:rsidRPr="006B0BFC">
              <w:rPr>
                <w:rFonts w:cstheme="minorHAnsi"/>
                <w:sz w:val="18"/>
              </w:rPr>
              <w:t>:</w:t>
            </w:r>
          </w:p>
          <w:p w14:paraId="411364E2" w14:textId="77777777" w:rsidR="003C4D9F" w:rsidRPr="006B0BFC" w:rsidRDefault="003C4D9F" w:rsidP="003C4D9F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Napojení na již provozované řešení centralizované vzdálené správy bez nutnosti pořizovat, instalovat či provozovat jakýkoliv další software, hardware nebo </w:t>
            </w:r>
            <w:proofErr w:type="spellStart"/>
            <w:r w:rsidRPr="006B0BFC">
              <w:rPr>
                <w:rFonts w:cstheme="minorHAnsi"/>
                <w:sz w:val="18"/>
              </w:rPr>
              <w:t>appliance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třetích stran.</w:t>
            </w:r>
          </w:p>
          <w:p w14:paraId="2011FEFB" w14:textId="77777777" w:rsidR="003C4D9F" w:rsidRPr="006B0BFC" w:rsidRDefault="003C4D9F" w:rsidP="003C4D9F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modelů a sériových čísel</w:t>
            </w:r>
          </w:p>
          <w:p w14:paraId="6D6FA498" w14:textId="77777777" w:rsidR="003C4D9F" w:rsidRPr="006B0BFC" w:rsidRDefault="003C4D9F" w:rsidP="003C4D9F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platnosti servisních kontraktů</w:t>
            </w:r>
          </w:p>
          <w:p w14:paraId="6F0A4B02" w14:textId="77777777" w:rsidR="003C4D9F" w:rsidRPr="006B0BFC" w:rsidRDefault="003C4D9F" w:rsidP="003C4D9F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konfigurace</w:t>
            </w:r>
          </w:p>
          <w:p w14:paraId="78EC8C3A" w14:textId="77777777" w:rsidR="003C4D9F" w:rsidRPr="006B0BFC" w:rsidRDefault="003C4D9F" w:rsidP="003C4D9F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Přehled verzí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jednotlivých komponent</w:t>
            </w:r>
          </w:p>
          <w:p w14:paraId="25CC7AB1" w14:textId="77777777" w:rsidR="003C4D9F" w:rsidRPr="006B0BFC" w:rsidRDefault="003C4D9F" w:rsidP="003C4D9F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Kontrola verzí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oproti definovaným politikám</w:t>
            </w:r>
          </w:p>
          <w:p w14:paraId="308BA840" w14:textId="77777777" w:rsidR="003C4D9F" w:rsidRPr="006B0BFC" w:rsidRDefault="003C4D9F" w:rsidP="003C4D9F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zatížení CPU a RAM</w:t>
            </w:r>
          </w:p>
          <w:p w14:paraId="78C271D1" w14:textId="77777777" w:rsidR="003C4D9F" w:rsidRPr="006B0BFC" w:rsidRDefault="003C4D9F" w:rsidP="003C4D9F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spotřeby elektrické energie</w:t>
            </w:r>
          </w:p>
          <w:p w14:paraId="56956592" w14:textId="77777777" w:rsidR="003C4D9F" w:rsidRPr="006B0BFC" w:rsidRDefault="003C4D9F" w:rsidP="003C4D9F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Centrální řízení spotřeby elektrické energie</w:t>
            </w:r>
          </w:p>
          <w:p w14:paraId="3C667B9D" w14:textId="77777777" w:rsidR="003C4D9F" w:rsidRPr="006B0BFC" w:rsidRDefault="003C4D9F" w:rsidP="003C4D9F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Centrální provádění updatů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</w:p>
          <w:p w14:paraId="42A10D40" w14:textId="77777777" w:rsidR="003C4D9F" w:rsidRPr="006B0BFC" w:rsidRDefault="003C4D9F" w:rsidP="003C4D9F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Dálkové zapnutí/vypnutí jednotlivého serveru</w:t>
            </w:r>
          </w:p>
          <w:p w14:paraId="37863A93" w14:textId="77777777" w:rsidR="003C4D9F" w:rsidRPr="006B0BFC" w:rsidRDefault="003C4D9F" w:rsidP="003C4D9F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Dálkový přístup do konzole jednotlivého serveru (</w:t>
            </w:r>
            <w:proofErr w:type="spellStart"/>
            <w:r w:rsidRPr="006B0BFC">
              <w:rPr>
                <w:rFonts w:cstheme="minorHAnsi"/>
                <w:sz w:val="18"/>
              </w:rPr>
              <w:t>remote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KVM)</w:t>
            </w:r>
          </w:p>
          <w:p w14:paraId="3381E994" w14:textId="77777777" w:rsidR="003C4D9F" w:rsidRPr="006B0BFC" w:rsidRDefault="003C4D9F" w:rsidP="003C4D9F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Re-instalace OS pomocí dálkově připojené optické mechaniky či disku s ISO souborem.</w:t>
            </w:r>
          </w:p>
        </w:tc>
        <w:tc>
          <w:tcPr>
            <w:tcW w:w="3288" w:type="dxa"/>
          </w:tcPr>
          <w:p w14:paraId="19EA93E2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11E7F67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86501A8" w14:textId="77777777" w:rsidR="003C4D9F" w:rsidRPr="006B0BFC" w:rsidRDefault="003C4D9F" w:rsidP="003746AB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75FD4FB6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3205AC6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AE75574" w14:textId="77777777" w:rsidR="003C4D9F" w:rsidRPr="006B0BFC" w:rsidRDefault="003C4D9F" w:rsidP="003746AB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>Síťové optické moduly pro každý optický port (</w:t>
            </w:r>
            <w:r w:rsidRPr="006B0BFC">
              <w:rPr>
                <w:b/>
                <w:bCs/>
                <w:sz w:val="18"/>
                <w:lang w:eastAsia="cs-CZ"/>
              </w:rPr>
              <w:t>SFP LAN</w:t>
            </w:r>
            <w:r w:rsidRPr="006B0BFC">
              <w:rPr>
                <w:sz w:val="18"/>
                <w:lang w:eastAsia="cs-CZ"/>
              </w:rPr>
              <w:t>), plně kompatibilní s dodávaným serverem v provedení „</w:t>
            </w:r>
            <w:r w:rsidRPr="006B0BFC">
              <w:rPr>
                <w:b/>
                <w:bCs/>
                <w:sz w:val="18"/>
                <w:lang w:eastAsia="cs-CZ"/>
              </w:rPr>
              <w:t>10/25Gbps</w:t>
            </w:r>
            <w:r w:rsidRPr="006B0BFC">
              <w:rPr>
                <w:sz w:val="18"/>
                <w:lang w:eastAsia="cs-CZ"/>
              </w:rPr>
              <w:t xml:space="preserve"> nebo </w:t>
            </w:r>
            <w:r w:rsidRPr="006B0BFC">
              <w:rPr>
                <w:b/>
                <w:bCs/>
                <w:sz w:val="18"/>
                <w:lang w:eastAsia="cs-CZ"/>
              </w:rPr>
              <w:t>25Gbps</w:t>
            </w:r>
            <w:r w:rsidRPr="006B0BFC">
              <w:rPr>
                <w:sz w:val="18"/>
                <w:lang w:eastAsia="cs-CZ"/>
              </w:rPr>
              <w:t xml:space="preserve">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 xml:space="preserve">, LC,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Short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 xml:space="preserve">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Range</w:t>
            </w:r>
            <w:proofErr w:type="spellEnd"/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67C60048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8609E" w:rsidRPr="006B0BFC" w14:paraId="5D3868C3" w14:textId="77777777" w:rsidTr="008E5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E11F9C0" w14:textId="77777777" w:rsidR="00E8609E" w:rsidRPr="006B0BFC" w:rsidRDefault="00E8609E" w:rsidP="008E540C">
            <w:pPr>
              <w:rPr>
                <w:lang w:eastAsia="cs-CZ"/>
              </w:rPr>
            </w:pPr>
            <w:r w:rsidRPr="006B0BFC">
              <w:rPr>
                <w:sz w:val="18"/>
                <w:lang w:eastAsia="cs-CZ"/>
              </w:rPr>
              <w:t xml:space="preserve">Síťové optické moduly pro každý </w:t>
            </w:r>
            <w:proofErr w:type="spellStart"/>
            <w:r w:rsidRPr="006B0BFC">
              <w:rPr>
                <w:sz w:val="18"/>
                <w:lang w:eastAsia="cs-CZ"/>
              </w:rPr>
              <w:t>FibreChannel</w:t>
            </w:r>
            <w:proofErr w:type="spellEnd"/>
            <w:r w:rsidRPr="006B0BFC">
              <w:rPr>
                <w:sz w:val="18"/>
                <w:lang w:eastAsia="cs-CZ"/>
              </w:rPr>
              <w:t xml:space="preserve"> port (</w:t>
            </w:r>
            <w:r w:rsidRPr="006B0BFC">
              <w:rPr>
                <w:b/>
                <w:bCs/>
                <w:sz w:val="18"/>
                <w:lang w:eastAsia="cs-CZ"/>
              </w:rPr>
              <w:t>SFP FC</w:t>
            </w:r>
            <w:r w:rsidRPr="006B0BFC">
              <w:rPr>
                <w:sz w:val="18"/>
                <w:lang w:eastAsia="cs-CZ"/>
              </w:rPr>
              <w:t>), plně kompatibilní s dodávaným serverem v provedení „</w:t>
            </w:r>
            <w:r w:rsidRPr="006B0BFC">
              <w:rPr>
                <w:b/>
                <w:bCs/>
                <w:sz w:val="18"/>
                <w:lang w:eastAsia="cs-CZ"/>
              </w:rPr>
              <w:t xml:space="preserve">32Gbps, SW,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>, LC</w:t>
            </w:r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02A70A07" w14:textId="77777777" w:rsidR="00E8609E" w:rsidRPr="006B0BFC" w:rsidRDefault="00E8609E" w:rsidP="008E54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</w:tbl>
    <w:p w14:paraId="1EB330D4" w14:textId="77777777" w:rsidR="003C4D9F" w:rsidRPr="006B0BFC" w:rsidRDefault="003C4D9F" w:rsidP="003C4D9F">
      <w:pPr>
        <w:spacing w:after="160" w:line="259" w:lineRule="auto"/>
      </w:pPr>
    </w:p>
    <w:p w14:paraId="5B64E6D7" w14:textId="00F1200E" w:rsidR="003C4D9F" w:rsidRPr="006B0BFC" w:rsidRDefault="003C4D9F" w:rsidP="003C4D9F">
      <w:pPr>
        <w:spacing w:after="160" w:line="259" w:lineRule="auto"/>
      </w:pPr>
      <w:r w:rsidRPr="006B0BFC">
        <w:t xml:space="preserve">Pro </w:t>
      </w:r>
      <w:r w:rsidRPr="006B0BFC">
        <w:rPr>
          <w:b/>
          <w:bCs/>
        </w:rPr>
        <w:t xml:space="preserve">Položku </w:t>
      </w:r>
      <w:r>
        <w:rPr>
          <w:b/>
          <w:bCs/>
        </w:rPr>
        <w:t>2</w:t>
      </w:r>
      <w:r w:rsidR="00FE5DB7">
        <w:rPr>
          <w:b/>
          <w:bCs/>
        </w:rPr>
        <w:t>3</w:t>
      </w:r>
      <w:r w:rsidRPr="006B0BFC">
        <w:t xml:space="preserve"> je místem plnění </w:t>
      </w:r>
      <w:r w:rsidR="006D54D6" w:rsidRPr="006D54D6">
        <w:rPr>
          <w:b/>
          <w:bCs/>
        </w:rPr>
        <w:t xml:space="preserve">Olomouc </w:t>
      </w:r>
      <w:r w:rsidR="006D54D6">
        <w:rPr>
          <w:b/>
          <w:bCs/>
        </w:rPr>
        <w:t>–</w:t>
      </w:r>
      <w:r w:rsidR="006D54D6" w:rsidRPr="006D54D6">
        <w:rPr>
          <w:b/>
          <w:bCs/>
        </w:rPr>
        <w:t xml:space="preserve"> </w:t>
      </w:r>
      <w:r w:rsidR="006D54D6">
        <w:rPr>
          <w:b/>
          <w:bCs/>
        </w:rPr>
        <w:t xml:space="preserve">Ústřední stavědlo, </w:t>
      </w:r>
      <w:r w:rsidR="00C12E09">
        <w:rPr>
          <w:b/>
          <w:bCs/>
        </w:rPr>
        <w:t>Jeremenkova</w:t>
      </w:r>
      <w:r w:rsidR="00D64104">
        <w:rPr>
          <w:b/>
          <w:bCs/>
        </w:rPr>
        <w:t xml:space="preserve"> 11a</w:t>
      </w:r>
      <w:r w:rsidR="00C12E09">
        <w:rPr>
          <w:b/>
          <w:bCs/>
        </w:rPr>
        <w:t>, Olomouc</w:t>
      </w:r>
      <w:r w:rsidRPr="006B0BFC">
        <w:t>.</w:t>
      </w:r>
    </w:p>
    <w:p w14:paraId="1194557F" w14:textId="77777777" w:rsidR="00EA4E74" w:rsidRPr="006B0BFC" w:rsidRDefault="00EA4E74" w:rsidP="001239C5">
      <w:pPr>
        <w:spacing w:after="160" w:line="259" w:lineRule="auto"/>
      </w:pPr>
    </w:p>
    <w:p w14:paraId="02A0B531" w14:textId="723AF52B" w:rsidR="001239C5" w:rsidRPr="006B0BFC" w:rsidRDefault="00FE5DB7" w:rsidP="001239C5">
      <w:pPr>
        <w:ind w:firstLine="426"/>
      </w:pPr>
      <w:r>
        <w:t>x</w:t>
      </w:r>
      <w:r w:rsidR="001239C5" w:rsidRPr="006B0BFC">
        <w:t>)</w:t>
      </w:r>
      <w:r w:rsidR="001239C5">
        <w:t xml:space="preserve"> </w:t>
      </w:r>
      <w:r w:rsidR="001239C5" w:rsidRPr="006B0BFC">
        <w:rPr>
          <w:b/>
          <w:bCs/>
        </w:rPr>
        <w:t xml:space="preserve">Položka </w:t>
      </w:r>
      <w:r w:rsidR="001239C5">
        <w:rPr>
          <w:b/>
          <w:bCs/>
        </w:rPr>
        <w:t>2</w:t>
      </w:r>
      <w:r>
        <w:rPr>
          <w:b/>
          <w:bCs/>
        </w:rPr>
        <w:t>4</w:t>
      </w:r>
      <w:r w:rsidR="001239C5" w:rsidRPr="006B0BFC">
        <w:t xml:space="preserve"> – Úložiště SAN pro </w:t>
      </w:r>
      <w:r w:rsidR="003B5FA6">
        <w:t>zálohovací server</w:t>
      </w:r>
      <w:r w:rsidR="001239C5" w:rsidRPr="006B0BFC">
        <w:t xml:space="preserve"> „KB TDS / </w:t>
      </w:r>
      <w:r w:rsidR="003B5FA6">
        <w:t>Olomouc</w:t>
      </w:r>
      <w:r w:rsidR="001239C5" w:rsidRPr="006B0BFC">
        <w:t>“ v konfiguraci:</w:t>
      </w:r>
    </w:p>
    <w:p w14:paraId="6A53DA49" w14:textId="77777777" w:rsidR="001239C5" w:rsidRPr="006B0BFC" w:rsidRDefault="001239C5" w:rsidP="001239C5">
      <w:pPr>
        <w:rPr>
          <w:rFonts w:cstheme="minorHAnsi"/>
          <w:b/>
          <w:bCs/>
        </w:rPr>
      </w:pPr>
      <w:r w:rsidRPr="006B0BFC">
        <w:rPr>
          <w:highlight w:val="green"/>
          <w:lang w:val="en-US"/>
        </w:rPr>
        <w:t>[IDENTIFIKACE MODELU</w:t>
      </w:r>
      <w:r w:rsidRPr="006B0BFC">
        <w:rPr>
          <w:rFonts w:cstheme="minorHAnsi"/>
          <w:b/>
          <w:bCs/>
          <w:highlight w:val="green"/>
        </w:rPr>
        <w:t xml:space="preserve"> - </w:t>
      </w:r>
      <w:r w:rsidRPr="006B0BFC">
        <w:rPr>
          <w:rFonts w:cstheme="minorHAnsi"/>
          <w:highlight w:val="green"/>
        </w:rPr>
        <w:t>DOPLNÍ PRODÁVAJÍCÍ]</w:t>
      </w:r>
      <w:r w:rsidRPr="006B0BFC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1239C5" w:rsidRPr="006B0BFC" w14:paraId="001DBF35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2DEA1949" w14:textId="77777777" w:rsidR="001239C5" w:rsidRPr="006B0BFC" w:rsidRDefault="001239C5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08D8CC2E" w14:textId="77777777" w:rsidR="001239C5" w:rsidRPr="006B0BFC" w:rsidRDefault="001239C5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1239C5" w:rsidRPr="006B0BFC" w14:paraId="33E95CB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03CF41A" w14:textId="77777777" w:rsidR="001239C5" w:rsidRPr="006B0BFC" w:rsidRDefault="001239C5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Provedení úložiště pro instalaci do rackové skříně o hloubce </w:t>
            </w:r>
            <w:r w:rsidRPr="006B0BFC">
              <w:rPr>
                <w:rFonts w:cstheme="minorHAnsi"/>
                <w:b/>
                <w:bCs/>
                <w:sz w:val="18"/>
              </w:rPr>
              <w:t>100 cm</w:t>
            </w:r>
          </w:p>
        </w:tc>
        <w:tc>
          <w:tcPr>
            <w:tcW w:w="3288" w:type="dxa"/>
          </w:tcPr>
          <w:p w14:paraId="0D6D447E" w14:textId="77777777" w:rsidR="001239C5" w:rsidRPr="006B0BFC" w:rsidRDefault="001239C5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239C5" w:rsidRPr="006B0BFC" w14:paraId="3364C27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A969455" w14:textId="3400B405" w:rsidR="001239C5" w:rsidRPr="006B0BFC" w:rsidRDefault="001239C5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Velikost skříně serveru o maximální výšce </w:t>
            </w:r>
            <w:r w:rsidR="00665C1B">
              <w:rPr>
                <w:rFonts w:cstheme="minorHAnsi"/>
                <w:b/>
                <w:bCs/>
                <w:sz w:val="18"/>
              </w:rPr>
              <w:t>1</w:t>
            </w:r>
            <w:r w:rsidR="00331734">
              <w:rPr>
                <w:rFonts w:cstheme="minorHAnsi"/>
                <w:b/>
                <w:bCs/>
                <w:sz w:val="18"/>
              </w:rPr>
              <w:t>5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 RU</w:t>
            </w:r>
            <w:r w:rsidRPr="006B0BFC">
              <w:rPr>
                <w:rFonts w:cstheme="minorHAnsi"/>
                <w:sz w:val="18"/>
              </w:rPr>
              <w:t xml:space="preserve"> (</w:t>
            </w:r>
            <w:r w:rsidR="00996F58">
              <w:rPr>
                <w:rFonts w:cstheme="minorHAnsi"/>
                <w:sz w:val="18"/>
              </w:rPr>
              <w:t>667</w:t>
            </w:r>
            <w:r w:rsidRPr="006B0BFC">
              <w:rPr>
                <w:rFonts w:cstheme="minorHAnsi"/>
                <w:sz w:val="18"/>
              </w:rPr>
              <w:t> mm)</w:t>
            </w:r>
          </w:p>
        </w:tc>
        <w:tc>
          <w:tcPr>
            <w:tcW w:w="3288" w:type="dxa"/>
          </w:tcPr>
          <w:p w14:paraId="1DC5413F" w14:textId="77777777" w:rsidR="001239C5" w:rsidRPr="006B0BFC" w:rsidRDefault="001239C5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239C5" w:rsidRPr="006B0BFC" w14:paraId="7B555D7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B85FC85" w14:textId="77777777" w:rsidR="001239C5" w:rsidRPr="006B0BFC" w:rsidRDefault="001239C5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Dual</w:t>
            </w:r>
            <w:proofErr w:type="spellEnd"/>
            <w:r w:rsidRPr="006B0BFC">
              <w:rPr>
                <w:rFonts w:cstheme="minorHAnsi"/>
                <w:b/>
                <w:bCs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controller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SAN FC v režimu </w:t>
            </w:r>
            <w:proofErr w:type="spellStart"/>
            <w:r w:rsidRPr="006B0BFC">
              <w:rPr>
                <w:rFonts w:cstheme="minorHAnsi"/>
                <w:sz w:val="18"/>
              </w:rPr>
              <w:t>Active-Active</w:t>
            </w:r>
            <w:proofErr w:type="spellEnd"/>
          </w:p>
        </w:tc>
        <w:tc>
          <w:tcPr>
            <w:tcW w:w="3288" w:type="dxa"/>
          </w:tcPr>
          <w:p w14:paraId="1E353C41" w14:textId="77777777" w:rsidR="001239C5" w:rsidRPr="006B0BFC" w:rsidRDefault="001239C5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228C5" w:rsidRPr="0050706D" w14:paraId="49DD8827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905C4F5" w14:textId="77777777" w:rsidR="008228C5" w:rsidRDefault="008228C5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Kapacita SAN úložiště</w:t>
            </w:r>
          </w:p>
          <w:p w14:paraId="6D61F1CC" w14:textId="0FEEAAFE" w:rsidR="008228C5" w:rsidRPr="00A132AC" w:rsidRDefault="008228C5" w:rsidP="008228C5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b/>
                <w:bCs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Uživatelsky použitelná čistá nekomprimovaná </w:t>
            </w:r>
            <w:r>
              <w:rPr>
                <w:rFonts w:cstheme="minorHAnsi"/>
                <w:sz w:val="18"/>
                <w:szCs w:val="22"/>
              </w:rPr>
              <w:t xml:space="preserve">(bez </w:t>
            </w:r>
            <w:proofErr w:type="spellStart"/>
            <w:r>
              <w:rPr>
                <w:rFonts w:cstheme="minorHAnsi"/>
                <w:sz w:val="18"/>
                <w:szCs w:val="22"/>
              </w:rPr>
              <w:t>deduplikace</w:t>
            </w:r>
            <w:proofErr w:type="spellEnd"/>
            <w:r>
              <w:rPr>
                <w:rFonts w:cstheme="minorHAnsi"/>
                <w:sz w:val="18"/>
                <w:szCs w:val="22"/>
              </w:rPr>
              <w:t xml:space="preserve">) </w:t>
            </w:r>
            <w:r w:rsidRPr="00A132AC">
              <w:rPr>
                <w:rFonts w:cstheme="minorHAnsi"/>
                <w:sz w:val="18"/>
                <w:szCs w:val="22"/>
              </w:rPr>
              <w:t xml:space="preserve">kapacita minimálně </w:t>
            </w:r>
            <w:r>
              <w:rPr>
                <w:rFonts w:cstheme="minorHAnsi"/>
                <w:b/>
                <w:bCs/>
                <w:sz w:val="18"/>
                <w:szCs w:val="22"/>
              </w:rPr>
              <w:t>500</w:t>
            </w:r>
            <w:r w:rsidRPr="00A132AC">
              <w:rPr>
                <w:rFonts w:cstheme="minorHAnsi"/>
                <w:b/>
                <w:bCs/>
                <w:sz w:val="18"/>
                <w:szCs w:val="22"/>
              </w:rPr>
              <w:t xml:space="preserve"> </w:t>
            </w:r>
            <w:proofErr w:type="spellStart"/>
            <w:r w:rsidRPr="00A132AC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6186169E" w14:textId="4CBFF24E" w:rsidR="008228C5" w:rsidRPr="00A132AC" w:rsidRDefault="008228C5" w:rsidP="008228C5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Umožňuje rozšíření minimálně na 1 </w:t>
            </w:r>
            <w:proofErr w:type="spellStart"/>
            <w:r>
              <w:rPr>
                <w:rFonts w:cstheme="minorHAnsi"/>
                <w:sz w:val="18"/>
                <w:szCs w:val="22"/>
              </w:rPr>
              <w:t>P</w:t>
            </w:r>
            <w:r w:rsidRPr="00A132AC">
              <w:rPr>
                <w:rFonts w:cstheme="minorHAnsi"/>
                <w:sz w:val="18"/>
                <w:szCs w:val="22"/>
              </w:rPr>
              <w:t>iB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 xml:space="preserve"> jen přidáním disků.</w:t>
            </w:r>
          </w:p>
          <w:p w14:paraId="701EA0CF" w14:textId="17B2F186" w:rsidR="008228C5" w:rsidRPr="00A132AC" w:rsidRDefault="008228C5" w:rsidP="008228C5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>Zajišťuje redundanci uložených dat minimálně na</w:t>
            </w:r>
            <w:r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 xml:space="preserve">úrovni odpovídající </w:t>
            </w:r>
            <w:r w:rsidRPr="009036B9">
              <w:rPr>
                <w:rFonts w:cstheme="minorHAnsi"/>
                <w:b/>
                <w:bCs/>
                <w:sz w:val="18"/>
                <w:szCs w:val="22"/>
              </w:rPr>
              <w:t>RAID</w:t>
            </w:r>
            <w:r w:rsidR="004B5112">
              <w:rPr>
                <w:rFonts w:cstheme="minorHAnsi"/>
                <w:b/>
                <w:bCs/>
                <w:sz w:val="18"/>
                <w:szCs w:val="22"/>
              </w:rPr>
              <w:t>6</w:t>
            </w:r>
            <w:r w:rsidRPr="00294666">
              <w:rPr>
                <w:rFonts w:cstheme="minorHAnsi"/>
                <w:sz w:val="18"/>
                <w:szCs w:val="22"/>
              </w:rPr>
              <w:t xml:space="preserve"> (výpadek </w:t>
            </w:r>
            <w:r w:rsidR="004B5112">
              <w:rPr>
                <w:rFonts w:cstheme="minorHAnsi"/>
                <w:sz w:val="18"/>
                <w:szCs w:val="22"/>
              </w:rPr>
              <w:t>dvou</w:t>
            </w:r>
            <w:r w:rsidRPr="00294666">
              <w:rPr>
                <w:rFonts w:cstheme="minorHAnsi"/>
                <w:sz w:val="18"/>
                <w:szCs w:val="22"/>
              </w:rPr>
              <w:t xml:space="preserve"> disk</w:t>
            </w:r>
            <w:r w:rsidR="004B5112">
              <w:rPr>
                <w:rFonts w:cstheme="minorHAnsi"/>
                <w:sz w:val="18"/>
                <w:szCs w:val="22"/>
              </w:rPr>
              <w:t>ů</w:t>
            </w:r>
            <w:r w:rsidRPr="00294666">
              <w:rPr>
                <w:rFonts w:cstheme="minorHAnsi"/>
                <w:sz w:val="18"/>
                <w:szCs w:val="22"/>
              </w:rPr>
              <w:t>)</w:t>
            </w:r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620C173D" w14:textId="7421CB46" w:rsidR="008228C5" w:rsidRPr="00A132AC" w:rsidRDefault="008228C5" w:rsidP="008228C5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Použití </w:t>
            </w:r>
            <w:r w:rsidR="00A108BF">
              <w:rPr>
                <w:rFonts w:cstheme="minorHAnsi"/>
                <w:sz w:val="18"/>
                <w:szCs w:val="22"/>
              </w:rPr>
              <w:t xml:space="preserve">NL-SAS </w:t>
            </w:r>
            <w:r w:rsidR="004B5112">
              <w:rPr>
                <w:rFonts w:cstheme="minorHAnsi"/>
                <w:sz w:val="18"/>
                <w:szCs w:val="22"/>
              </w:rPr>
              <w:t xml:space="preserve">disků </w:t>
            </w:r>
            <w:r w:rsidRPr="00A132AC">
              <w:rPr>
                <w:rFonts w:cstheme="minorHAnsi"/>
                <w:sz w:val="18"/>
                <w:szCs w:val="22"/>
              </w:rPr>
              <w:t xml:space="preserve">o velikosti maximálně </w:t>
            </w:r>
            <w:r w:rsidR="00D46F38">
              <w:rPr>
                <w:rFonts w:cstheme="minorHAnsi"/>
                <w:sz w:val="18"/>
                <w:szCs w:val="22"/>
              </w:rPr>
              <w:t>8</w:t>
            </w:r>
            <w:r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>TB</w:t>
            </w:r>
            <w:r w:rsidR="004B5112">
              <w:rPr>
                <w:rFonts w:cstheme="minorHAnsi"/>
                <w:sz w:val="18"/>
                <w:szCs w:val="22"/>
              </w:rPr>
              <w:t>, které nevyužívají technologii SMR</w:t>
            </w:r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</w:tc>
        <w:tc>
          <w:tcPr>
            <w:tcW w:w="3288" w:type="dxa"/>
          </w:tcPr>
          <w:p w14:paraId="04E46AB0" w14:textId="77777777" w:rsidR="008228C5" w:rsidRPr="00927BA6" w:rsidRDefault="008228C5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1239C5" w:rsidRPr="006B0BFC" w14:paraId="5DF8A5F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99E2C85" w14:textId="77777777" w:rsidR="001239C5" w:rsidRPr="006B0BFC" w:rsidRDefault="001239C5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Pr="00053731">
              <w:rPr>
                <w:rFonts w:cstheme="minorHAnsi"/>
                <w:b/>
                <w:bCs/>
                <w:sz w:val="18"/>
              </w:rPr>
              <w:t>8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x 32 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FC SFP port pro SAN</w:t>
            </w:r>
          </w:p>
        </w:tc>
        <w:tc>
          <w:tcPr>
            <w:tcW w:w="3288" w:type="dxa"/>
          </w:tcPr>
          <w:p w14:paraId="741ED5B0" w14:textId="77777777" w:rsidR="001239C5" w:rsidRPr="006B0BFC" w:rsidRDefault="001239C5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239C5" w:rsidRPr="006B0BFC" w14:paraId="366367B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702E2B2" w14:textId="77777777" w:rsidR="001239C5" w:rsidRPr="006B0BFC" w:rsidRDefault="001239C5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jeden dedikovaný 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1 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34BF9FD4" w14:textId="77777777" w:rsidR="001239C5" w:rsidRPr="006B0BFC" w:rsidRDefault="001239C5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239C5" w:rsidRPr="006B0BFC" w14:paraId="7752ACB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E8E1625" w14:textId="77777777" w:rsidR="001239C5" w:rsidRPr="006B0BFC" w:rsidRDefault="001239C5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hot-swap napájecí zdroj, každý minimálně o výkonu 1000 W s minimální certifikací „80+ </w:t>
            </w:r>
            <w:proofErr w:type="spellStart"/>
            <w:r w:rsidRPr="006B0BFC">
              <w:rPr>
                <w:rFonts w:cstheme="minorHAnsi"/>
                <w:sz w:val="18"/>
              </w:rPr>
              <w:t>Platinum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4BF4544B" w14:textId="77777777" w:rsidR="001239C5" w:rsidRPr="006B0BFC" w:rsidRDefault="001239C5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239C5" w:rsidRPr="006B0BFC" w14:paraId="1625F28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9B7EE46" w14:textId="77777777" w:rsidR="001239C5" w:rsidRPr="006B0BFC" w:rsidRDefault="001239C5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sz w:val="18"/>
                <w:lang w:eastAsia="cs-CZ"/>
              </w:rPr>
              <w:t>Výsuvné ližiny do rackové skříně</w:t>
            </w:r>
          </w:p>
        </w:tc>
        <w:tc>
          <w:tcPr>
            <w:tcW w:w="3288" w:type="dxa"/>
          </w:tcPr>
          <w:p w14:paraId="603CC387" w14:textId="77777777" w:rsidR="001239C5" w:rsidRPr="006B0BFC" w:rsidRDefault="001239C5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239C5" w:rsidRPr="006B0BFC" w14:paraId="0E01491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8D6E343" w14:textId="77777777" w:rsidR="001239C5" w:rsidRPr="006B0BFC" w:rsidRDefault="001239C5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76D96B96" w14:textId="77777777" w:rsidR="001239C5" w:rsidRPr="006B0BFC" w:rsidRDefault="001239C5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239C5" w:rsidRPr="006B0BFC" w14:paraId="0215E8F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25CB01F" w14:textId="77777777" w:rsidR="001239C5" w:rsidRPr="006B0BFC" w:rsidRDefault="001239C5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18DD6FC7" w14:textId="77777777" w:rsidR="001239C5" w:rsidRPr="006B0BFC" w:rsidRDefault="001239C5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239C5" w:rsidRPr="006B0BFC" w14:paraId="20B7224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D96B34E" w14:textId="77777777" w:rsidR="001239C5" w:rsidRPr="006B0BFC" w:rsidRDefault="001239C5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sz w:val="18"/>
              </w:rPr>
              <w:t xml:space="preserve">Podpora OS Windows Server 2019, 2022; RHEL 8, 9; </w:t>
            </w:r>
            <w:proofErr w:type="spellStart"/>
            <w:r w:rsidRPr="006B0BFC">
              <w:rPr>
                <w:rFonts w:cstheme="minorHAnsi"/>
                <w:sz w:val="18"/>
              </w:rPr>
              <w:t>VMware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vSphere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396988F0" w14:textId="77777777" w:rsidR="001239C5" w:rsidRPr="006B0BFC" w:rsidRDefault="001239C5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239C5" w:rsidRPr="006B0BFC" w14:paraId="0874931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CA9BA88" w14:textId="77777777" w:rsidR="001239C5" w:rsidRPr="006B0BFC" w:rsidRDefault="001239C5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0665BF9D" w14:textId="77777777" w:rsidR="001239C5" w:rsidRPr="006B0BFC" w:rsidRDefault="001239C5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239C5" w:rsidRPr="006B0BFC" w14:paraId="480C1B2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B3BEE3C" w14:textId="77777777" w:rsidR="001239C5" w:rsidRPr="006B0BFC" w:rsidRDefault="001239C5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6B0BFC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452F70ED" w14:textId="77777777" w:rsidR="001239C5" w:rsidRPr="006B0BFC" w:rsidRDefault="001239C5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239C5" w:rsidRPr="006B0BFC" w14:paraId="2A9424F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3796B1A" w14:textId="77777777" w:rsidR="001239C5" w:rsidRPr="006B0BFC" w:rsidRDefault="001239C5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výrobce na </w:t>
            </w:r>
            <w:r w:rsidRPr="006B0BFC">
              <w:rPr>
                <w:rFonts w:cstheme="minorHAnsi"/>
                <w:b/>
                <w:bCs/>
                <w:sz w:val="18"/>
              </w:rPr>
              <w:t>5 let</w:t>
            </w:r>
            <w:r w:rsidRPr="006B0BFC">
              <w:rPr>
                <w:rFonts w:cstheme="minorHAnsi"/>
                <w:sz w:val="18"/>
              </w:rPr>
              <w:t xml:space="preserve"> v rozsahu „</w:t>
            </w:r>
            <w:r w:rsidRPr="006B0BFC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340E7B12" w14:textId="77777777" w:rsidR="001239C5" w:rsidRPr="006B0BFC" w:rsidRDefault="001239C5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239C5" w:rsidRPr="006B0BFC" w14:paraId="1C477FD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05B5095" w14:textId="77777777" w:rsidR="001239C5" w:rsidRPr="006B0BFC" w:rsidRDefault="001239C5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U všech disků, SSD, </w:t>
            </w:r>
            <w:proofErr w:type="spellStart"/>
            <w:r w:rsidRPr="006B0BFC">
              <w:rPr>
                <w:rFonts w:cstheme="minorHAnsi"/>
                <w:sz w:val="18"/>
              </w:rPr>
              <w:t>NVMe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médií je požadováno ponechání disku Kupujícímu při jeho poruše a reklamaci</w:t>
            </w:r>
          </w:p>
        </w:tc>
        <w:tc>
          <w:tcPr>
            <w:tcW w:w="3288" w:type="dxa"/>
          </w:tcPr>
          <w:p w14:paraId="1A2F1BBA" w14:textId="77777777" w:rsidR="001239C5" w:rsidRPr="006B0BFC" w:rsidRDefault="001239C5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239C5" w:rsidRPr="006B0BFC" w14:paraId="28B4369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E01448E" w14:textId="77777777" w:rsidR="001239C5" w:rsidRPr="006B0BFC" w:rsidRDefault="001239C5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11B004C8" w14:textId="77777777" w:rsidR="001239C5" w:rsidRPr="006B0BFC" w:rsidRDefault="001239C5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A464EA" w:rsidRPr="006B0BFC" w14:paraId="4C40691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49FE33A" w14:textId="490D8023" w:rsidR="00A464EA" w:rsidRPr="006B0BFC" w:rsidRDefault="00A464EA" w:rsidP="00A464EA">
            <w:pPr>
              <w:rPr>
                <w:sz w:val="18"/>
                <w:lang w:eastAsia="cs-CZ"/>
              </w:rPr>
            </w:pPr>
            <w:r>
              <w:rPr>
                <w:sz w:val="18"/>
                <w:lang w:eastAsia="cs-CZ"/>
              </w:rPr>
              <w:t xml:space="preserve">Pokud úložiště vyžaduje použití SFP, </w:t>
            </w:r>
            <w:r w:rsidRPr="006B0BFC">
              <w:rPr>
                <w:sz w:val="18"/>
                <w:lang w:eastAsia="cs-CZ"/>
              </w:rPr>
              <w:t xml:space="preserve">optické moduly pro každý </w:t>
            </w:r>
            <w:proofErr w:type="spellStart"/>
            <w:r w:rsidRPr="006B0BFC">
              <w:rPr>
                <w:sz w:val="18"/>
                <w:lang w:eastAsia="cs-CZ"/>
              </w:rPr>
              <w:t>FibreChannel</w:t>
            </w:r>
            <w:proofErr w:type="spellEnd"/>
            <w:r w:rsidRPr="006B0BFC">
              <w:rPr>
                <w:sz w:val="18"/>
                <w:lang w:eastAsia="cs-CZ"/>
              </w:rPr>
              <w:t xml:space="preserve"> port plně kompatibilní s</w:t>
            </w:r>
            <w:r w:rsidR="00070FB9">
              <w:rPr>
                <w:sz w:val="18"/>
                <w:lang w:eastAsia="cs-CZ"/>
              </w:rPr>
              <w:t> </w:t>
            </w:r>
            <w:r w:rsidRPr="006B0BFC">
              <w:rPr>
                <w:sz w:val="18"/>
                <w:lang w:eastAsia="cs-CZ"/>
              </w:rPr>
              <w:t>dodávan</w:t>
            </w:r>
            <w:r w:rsidR="00070FB9">
              <w:rPr>
                <w:sz w:val="18"/>
                <w:lang w:eastAsia="cs-CZ"/>
              </w:rPr>
              <w:t>ým úložištěm</w:t>
            </w:r>
          </w:p>
        </w:tc>
        <w:tc>
          <w:tcPr>
            <w:tcW w:w="3288" w:type="dxa"/>
          </w:tcPr>
          <w:p w14:paraId="24DCF8C5" w14:textId="77777777" w:rsidR="00A464EA" w:rsidRPr="006B0BFC" w:rsidRDefault="00A464EA" w:rsidP="00A464E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</w:tbl>
    <w:p w14:paraId="5E0C9B27" w14:textId="77777777" w:rsidR="001239C5" w:rsidRPr="006B0BFC" w:rsidRDefault="001239C5" w:rsidP="001239C5">
      <w:pPr>
        <w:spacing w:after="160" w:line="259" w:lineRule="auto"/>
      </w:pPr>
    </w:p>
    <w:p w14:paraId="0580F9E8" w14:textId="7836777B" w:rsidR="001239C5" w:rsidRPr="006B0BFC" w:rsidRDefault="001239C5" w:rsidP="002B7BF9">
      <w:pPr>
        <w:spacing w:after="160" w:line="259" w:lineRule="auto"/>
      </w:pPr>
      <w:r w:rsidRPr="006B0BFC">
        <w:t xml:space="preserve">Pro </w:t>
      </w:r>
      <w:r w:rsidRPr="006B0BFC">
        <w:rPr>
          <w:b/>
          <w:bCs/>
        </w:rPr>
        <w:t xml:space="preserve">Položku </w:t>
      </w:r>
      <w:r w:rsidR="00641E1C">
        <w:rPr>
          <w:b/>
          <w:bCs/>
        </w:rPr>
        <w:t>2</w:t>
      </w:r>
      <w:r w:rsidR="00FE5DB7">
        <w:rPr>
          <w:b/>
          <w:bCs/>
        </w:rPr>
        <w:t>4</w:t>
      </w:r>
      <w:r w:rsidRPr="006B0BFC">
        <w:t xml:space="preserve"> je místem plnění </w:t>
      </w:r>
      <w:r w:rsidR="00641E1C" w:rsidRPr="00641E1C">
        <w:rPr>
          <w:b/>
          <w:bCs/>
        </w:rPr>
        <w:t>Olomouc – Ústřední stavědlo, Jeremenkova 11a, Olomouc</w:t>
      </w:r>
      <w:r w:rsidRPr="006B0BFC">
        <w:t>.</w:t>
      </w:r>
    </w:p>
    <w:p w14:paraId="698848B0" w14:textId="77777777" w:rsidR="00EA4E74" w:rsidRPr="006B0BFC" w:rsidRDefault="00EA4E74" w:rsidP="002B7BF9">
      <w:pPr>
        <w:spacing w:after="160" w:line="259" w:lineRule="auto"/>
      </w:pPr>
    </w:p>
    <w:p w14:paraId="2C596E11" w14:textId="7E9B1D17" w:rsidR="002B7BF9" w:rsidRPr="006B0BFC" w:rsidRDefault="00FE5DB7" w:rsidP="002B7BF9">
      <w:pPr>
        <w:ind w:firstLine="426"/>
      </w:pPr>
      <w:r>
        <w:t>y</w:t>
      </w:r>
      <w:r w:rsidR="002B7BF9" w:rsidRPr="006B0BFC">
        <w:t>)</w:t>
      </w:r>
      <w:r w:rsidR="002B7BF9">
        <w:t xml:space="preserve"> </w:t>
      </w:r>
      <w:r w:rsidR="002B7BF9" w:rsidRPr="006B0BFC">
        <w:rPr>
          <w:b/>
          <w:bCs/>
        </w:rPr>
        <w:t xml:space="preserve">Položka </w:t>
      </w:r>
      <w:r w:rsidR="002B7BF9">
        <w:rPr>
          <w:b/>
          <w:bCs/>
        </w:rPr>
        <w:t>2</w:t>
      </w:r>
      <w:r>
        <w:rPr>
          <w:b/>
          <w:bCs/>
        </w:rPr>
        <w:t>5</w:t>
      </w:r>
      <w:r w:rsidR="002B7BF9" w:rsidRPr="006B0BFC">
        <w:t xml:space="preserve"> – </w:t>
      </w:r>
      <w:r w:rsidR="00EB5AB8">
        <w:t xml:space="preserve">Pásková knihovna pro </w:t>
      </w:r>
      <w:r w:rsidR="002B7BF9">
        <w:t>zálohovací server</w:t>
      </w:r>
      <w:r w:rsidR="002B7BF9" w:rsidRPr="006B0BFC">
        <w:t xml:space="preserve"> „KB TDS / </w:t>
      </w:r>
      <w:r w:rsidR="002B7BF9">
        <w:t>Olomouc</w:t>
      </w:r>
      <w:r w:rsidR="002B7BF9" w:rsidRPr="006B0BFC">
        <w:t>“ v</w:t>
      </w:r>
      <w:r w:rsidR="009B028C">
        <w:t> </w:t>
      </w:r>
      <w:r w:rsidR="002B7BF9" w:rsidRPr="006B0BFC">
        <w:t>konfiguraci:</w:t>
      </w:r>
    </w:p>
    <w:p w14:paraId="7DE04BC0" w14:textId="77777777" w:rsidR="002B7BF9" w:rsidRPr="006B0BFC" w:rsidRDefault="002B7BF9" w:rsidP="002B7BF9">
      <w:pPr>
        <w:rPr>
          <w:rFonts w:cstheme="minorHAnsi"/>
          <w:b/>
          <w:bCs/>
        </w:rPr>
      </w:pPr>
      <w:r w:rsidRPr="006B0BFC">
        <w:rPr>
          <w:highlight w:val="green"/>
          <w:lang w:val="en-US"/>
        </w:rPr>
        <w:t>[IDENTIFIKACE MODELU</w:t>
      </w:r>
      <w:r w:rsidRPr="006B0BFC">
        <w:rPr>
          <w:rFonts w:cstheme="minorHAnsi"/>
          <w:b/>
          <w:bCs/>
          <w:highlight w:val="green"/>
        </w:rPr>
        <w:t xml:space="preserve"> - </w:t>
      </w:r>
      <w:r w:rsidRPr="006B0BFC">
        <w:rPr>
          <w:rFonts w:cstheme="minorHAnsi"/>
          <w:highlight w:val="green"/>
        </w:rPr>
        <w:t>DOPLNÍ PRODÁVAJÍCÍ]</w:t>
      </w:r>
      <w:r w:rsidRPr="006B0BFC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2B7BF9" w:rsidRPr="006B0BFC" w14:paraId="4F110B8C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20C71331" w14:textId="77777777" w:rsidR="002B7BF9" w:rsidRPr="006B0BFC" w:rsidRDefault="002B7BF9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1037FDD2" w14:textId="77777777" w:rsidR="002B7BF9" w:rsidRPr="006B0BFC" w:rsidRDefault="002B7BF9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2B7BF9" w:rsidRPr="006B0BFC" w14:paraId="719D3A7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BF4E4C8" w14:textId="77777777" w:rsidR="002B7BF9" w:rsidRPr="006B0BFC" w:rsidRDefault="002B7BF9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Provedení úložiště pro instalaci do rackové skříně o hloubce </w:t>
            </w:r>
            <w:r w:rsidRPr="006B0BFC">
              <w:rPr>
                <w:rFonts w:cstheme="minorHAnsi"/>
                <w:b/>
                <w:bCs/>
                <w:sz w:val="18"/>
              </w:rPr>
              <w:t>100 cm</w:t>
            </w:r>
          </w:p>
        </w:tc>
        <w:tc>
          <w:tcPr>
            <w:tcW w:w="3288" w:type="dxa"/>
          </w:tcPr>
          <w:p w14:paraId="5CF9AE36" w14:textId="77777777" w:rsidR="002B7BF9" w:rsidRPr="006B0BFC" w:rsidRDefault="002B7BF9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2B7BF9" w:rsidRPr="006B0BFC" w14:paraId="1C38FC6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7D9A454" w14:textId="77777777" w:rsidR="002B7BF9" w:rsidRPr="006B0BFC" w:rsidRDefault="002B7BF9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Velikost skříně serveru o maximální výšce </w:t>
            </w:r>
            <w:r>
              <w:rPr>
                <w:rFonts w:cstheme="minorHAnsi"/>
                <w:b/>
                <w:bCs/>
                <w:sz w:val="18"/>
              </w:rPr>
              <w:t>10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 RU</w:t>
            </w:r>
            <w:r w:rsidRPr="006B0BFC">
              <w:rPr>
                <w:rFonts w:cstheme="minorHAnsi"/>
                <w:sz w:val="18"/>
              </w:rPr>
              <w:t xml:space="preserve"> (</w:t>
            </w:r>
            <w:r>
              <w:rPr>
                <w:rFonts w:cstheme="minorHAnsi"/>
                <w:sz w:val="18"/>
              </w:rPr>
              <w:t>445</w:t>
            </w:r>
            <w:r w:rsidRPr="006B0BFC">
              <w:rPr>
                <w:rFonts w:cstheme="minorHAnsi"/>
                <w:sz w:val="18"/>
              </w:rPr>
              <w:t> mm)</w:t>
            </w:r>
          </w:p>
        </w:tc>
        <w:tc>
          <w:tcPr>
            <w:tcW w:w="3288" w:type="dxa"/>
          </w:tcPr>
          <w:p w14:paraId="3381F8F7" w14:textId="77777777" w:rsidR="002B7BF9" w:rsidRPr="006B0BFC" w:rsidRDefault="002B7BF9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2B7BF9" w:rsidRPr="006B0BFC" w14:paraId="4E9A99E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13747F1" w14:textId="23F5A9F1" w:rsidR="002B7BF9" w:rsidRPr="006B0BFC" w:rsidRDefault="005C4088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LTO9</w:t>
            </w:r>
            <w:r w:rsidRPr="005C4088">
              <w:rPr>
                <w:rFonts w:cstheme="minorHAnsi"/>
                <w:sz w:val="18"/>
              </w:rPr>
              <w:t xml:space="preserve"> pásková knihovna</w:t>
            </w:r>
            <w:r w:rsidR="0067607F">
              <w:rPr>
                <w:rFonts w:cstheme="minorHAnsi"/>
                <w:sz w:val="18"/>
              </w:rPr>
              <w:t xml:space="preserve"> </w:t>
            </w:r>
            <w:r w:rsidR="00CA7E89">
              <w:rPr>
                <w:rFonts w:cstheme="minorHAnsi"/>
                <w:sz w:val="18"/>
              </w:rPr>
              <w:t xml:space="preserve">s kapacitou minimálně </w:t>
            </w:r>
            <w:r w:rsidR="0067607F">
              <w:rPr>
                <w:rFonts w:cstheme="minorHAnsi"/>
                <w:sz w:val="18"/>
              </w:rPr>
              <w:t>80</w:t>
            </w:r>
            <w:r w:rsidR="00CA7E89">
              <w:rPr>
                <w:rFonts w:cstheme="minorHAnsi"/>
                <w:sz w:val="18"/>
              </w:rPr>
              <w:t> </w:t>
            </w:r>
            <w:r w:rsidR="0067607F">
              <w:rPr>
                <w:rFonts w:cstheme="minorHAnsi"/>
                <w:sz w:val="18"/>
              </w:rPr>
              <w:t>pásek</w:t>
            </w:r>
          </w:p>
        </w:tc>
        <w:tc>
          <w:tcPr>
            <w:tcW w:w="3288" w:type="dxa"/>
          </w:tcPr>
          <w:p w14:paraId="50CFCA8E" w14:textId="77777777" w:rsidR="002B7BF9" w:rsidRPr="006B0BFC" w:rsidRDefault="002B7BF9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2B7BF9" w:rsidRPr="006B0BFC" w14:paraId="6223F18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C0F1779" w14:textId="2567521F" w:rsidR="002B7BF9" w:rsidRPr="006B0BFC" w:rsidRDefault="0067607F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sz w:val="18"/>
                <w:lang w:eastAsia="cs-CZ"/>
              </w:rPr>
              <w:t xml:space="preserve">Osazení minimálně </w:t>
            </w:r>
            <w:r w:rsidR="00353C0F">
              <w:rPr>
                <w:sz w:val="18"/>
                <w:lang w:eastAsia="cs-CZ"/>
              </w:rPr>
              <w:t>čtyřmi (</w:t>
            </w:r>
            <w:r>
              <w:rPr>
                <w:sz w:val="18"/>
                <w:lang w:eastAsia="cs-CZ"/>
              </w:rPr>
              <w:t>4</w:t>
            </w:r>
            <w:r w:rsidR="00353C0F">
              <w:rPr>
                <w:sz w:val="18"/>
                <w:lang w:eastAsia="cs-CZ"/>
              </w:rPr>
              <w:t>)</w:t>
            </w:r>
            <w:r>
              <w:rPr>
                <w:sz w:val="18"/>
                <w:lang w:eastAsia="cs-CZ"/>
              </w:rPr>
              <w:t xml:space="preserve"> LTO9 mechanikami</w:t>
            </w:r>
            <w:r w:rsidR="00353C0F">
              <w:rPr>
                <w:sz w:val="18"/>
                <w:lang w:eastAsia="cs-CZ"/>
              </w:rPr>
              <w:t xml:space="preserve"> s připojením přes </w:t>
            </w:r>
            <w:proofErr w:type="spellStart"/>
            <w:r w:rsidR="00353C0F" w:rsidRPr="00353C0F">
              <w:rPr>
                <w:b/>
                <w:bCs/>
                <w:sz w:val="18"/>
                <w:lang w:eastAsia="cs-CZ"/>
              </w:rPr>
              <w:t>FibreChannel</w:t>
            </w:r>
            <w:proofErr w:type="spellEnd"/>
          </w:p>
        </w:tc>
        <w:tc>
          <w:tcPr>
            <w:tcW w:w="3288" w:type="dxa"/>
          </w:tcPr>
          <w:p w14:paraId="0A044DA9" w14:textId="77777777" w:rsidR="002B7BF9" w:rsidRPr="006B0BFC" w:rsidRDefault="002B7BF9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2B7BF9" w:rsidRPr="006B0BFC" w14:paraId="4D02179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A754248" w14:textId="77777777" w:rsidR="002B7BF9" w:rsidRPr="006B0BFC" w:rsidRDefault="002B7BF9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jeden dedikovaný 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1 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5F7CACE8" w14:textId="77777777" w:rsidR="002B7BF9" w:rsidRPr="006B0BFC" w:rsidRDefault="002B7BF9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2B7BF9" w:rsidRPr="006B0BFC" w14:paraId="070A4F5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44F2D54" w14:textId="4AEC4A49" w:rsidR="002B7BF9" w:rsidRPr="006B0BFC" w:rsidRDefault="002B7BF9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hot-swap napájecí zdroj</w:t>
            </w:r>
          </w:p>
        </w:tc>
        <w:tc>
          <w:tcPr>
            <w:tcW w:w="3288" w:type="dxa"/>
          </w:tcPr>
          <w:p w14:paraId="4C8AE1EE" w14:textId="77777777" w:rsidR="002B7BF9" w:rsidRPr="006B0BFC" w:rsidRDefault="002B7BF9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2B7BF9" w:rsidRPr="006B0BFC" w14:paraId="539A400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1918076" w14:textId="3FA41EFD" w:rsidR="002B7BF9" w:rsidRPr="006B0BFC" w:rsidRDefault="002935EB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>
              <w:rPr>
                <w:sz w:val="18"/>
                <w:lang w:eastAsia="cs-CZ"/>
              </w:rPr>
              <w:t>L</w:t>
            </w:r>
            <w:r w:rsidR="002B7BF9" w:rsidRPr="006B0BFC">
              <w:rPr>
                <w:sz w:val="18"/>
                <w:lang w:eastAsia="cs-CZ"/>
              </w:rPr>
              <w:t>ižiny do rackové skříně</w:t>
            </w:r>
          </w:p>
        </w:tc>
        <w:tc>
          <w:tcPr>
            <w:tcW w:w="3288" w:type="dxa"/>
          </w:tcPr>
          <w:p w14:paraId="35FA04E3" w14:textId="77777777" w:rsidR="002B7BF9" w:rsidRPr="006B0BFC" w:rsidRDefault="002B7BF9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2B7BF9" w:rsidRPr="006B0BFC" w14:paraId="620B55A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F96EB90" w14:textId="77777777" w:rsidR="002B7BF9" w:rsidRPr="006B0BFC" w:rsidRDefault="002B7BF9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3BD7D4CB" w14:textId="77777777" w:rsidR="002B7BF9" w:rsidRPr="006B0BFC" w:rsidRDefault="002B7BF9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2B7BF9" w:rsidRPr="006B0BFC" w14:paraId="53834C2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7E19C57" w14:textId="77777777" w:rsidR="002B7BF9" w:rsidRPr="006B0BFC" w:rsidRDefault="002B7BF9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5537AA0B" w14:textId="77777777" w:rsidR="002B7BF9" w:rsidRPr="006B0BFC" w:rsidRDefault="002B7BF9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2B7BF9" w:rsidRPr="006B0BFC" w14:paraId="15B1F0D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F0E2E91" w14:textId="1030ED9F" w:rsidR="002B7BF9" w:rsidRPr="006B0BFC" w:rsidRDefault="002B7BF9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sz w:val="18"/>
              </w:rPr>
              <w:t>Podpora OS Windows Server 2019, 2022; RHEL 8, 9</w:t>
            </w:r>
          </w:p>
        </w:tc>
        <w:tc>
          <w:tcPr>
            <w:tcW w:w="3288" w:type="dxa"/>
          </w:tcPr>
          <w:p w14:paraId="0E1D50D0" w14:textId="77777777" w:rsidR="002B7BF9" w:rsidRPr="006B0BFC" w:rsidRDefault="002B7BF9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2B7BF9" w:rsidRPr="006B0BFC" w14:paraId="0E8F83E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319ACB7" w14:textId="77777777" w:rsidR="002B7BF9" w:rsidRPr="006B0BFC" w:rsidRDefault="002B7BF9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6B0BFC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6B03DF04" w14:textId="77777777" w:rsidR="002B7BF9" w:rsidRPr="006B0BFC" w:rsidRDefault="002B7BF9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2B7BF9" w:rsidRPr="006B0BFC" w14:paraId="7DBD91D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2C51575" w14:textId="77777777" w:rsidR="002B7BF9" w:rsidRPr="006B0BFC" w:rsidRDefault="002B7BF9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výrobce na </w:t>
            </w:r>
            <w:r w:rsidRPr="006B0BFC">
              <w:rPr>
                <w:rFonts w:cstheme="minorHAnsi"/>
                <w:b/>
                <w:bCs/>
                <w:sz w:val="18"/>
              </w:rPr>
              <w:t>5 let</w:t>
            </w:r>
            <w:r w:rsidRPr="006B0BFC">
              <w:rPr>
                <w:rFonts w:cstheme="minorHAnsi"/>
                <w:sz w:val="18"/>
              </w:rPr>
              <w:t xml:space="preserve"> v rozsahu „</w:t>
            </w:r>
            <w:r w:rsidRPr="006B0BFC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4DD4F4BB" w14:textId="77777777" w:rsidR="002B7BF9" w:rsidRPr="006B0BFC" w:rsidRDefault="002B7BF9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2B7BF9" w:rsidRPr="006B0BFC" w14:paraId="200EE29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E7F6A5F" w14:textId="77777777" w:rsidR="002B7BF9" w:rsidRPr="006B0BFC" w:rsidRDefault="002B7BF9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69208804" w14:textId="77777777" w:rsidR="002B7BF9" w:rsidRPr="006B0BFC" w:rsidRDefault="002B7BF9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B32653" w:rsidRPr="006B0BFC" w14:paraId="5AE57B7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20C2923" w14:textId="5828F49C" w:rsidR="00B32653" w:rsidRPr="003039CE" w:rsidRDefault="00B32653" w:rsidP="00B32653">
            <w:pPr>
              <w:rPr>
                <w:sz w:val="18"/>
                <w:lang w:eastAsia="cs-CZ"/>
              </w:rPr>
            </w:pPr>
            <w:r w:rsidRPr="003039CE">
              <w:rPr>
                <w:sz w:val="18"/>
                <w:lang w:eastAsia="cs-CZ"/>
              </w:rPr>
              <w:t xml:space="preserve">Plná </w:t>
            </w:r>
            <w:r>
              <w:rPr>
                <w:sz w:val="18"/>
                <w:lang w:eastAsia="cs-CZ"/>
              </w:rPr>
              <w:t>kompatibilita</w:t>
            </w:r>
            <w:r w:rsidRPr="003039CE">
              <w:rPr>
                <w:sz w:val="18"/>
                <w:lang w:eastAsia="cs-CZ"/>
              </w:rPr>
              <w:t xml:space="preserve"> </w:t>
            </w:r>
            <w:r>
              <w:rPr>
                <w:sz w:val="18"/>
                <w:lang w:eastAsia="cs-CZ"/>
              </w:rPr>
              <w:t xml:space="preserve">páskové knihovny a páskových mechanik s již využívaným zálohovacím software v prostředí Zadavatele (IBM </w:t>
            </w:r>
            <w:proofErr w:type="spellStart"/>
            <w:r>
              <w:rPr>
                <w:sz w:val="18"/>
                <w:lang w:eastAsia="cs-CZ"/>
              </w:rPr>
              <w:t>Storage</w:t>
            </w:r>
            <w:proofErr w:type="spellEnd"/>
            <w:r>
              <w:rPr>
                <w:sz w:val="18"/>
                <w:lang w:eastAsia="cs-CZ"/>
              </w:rPr>
              <w:t xml:space="preserve"> </w:t>
            </w:r>
            <w:proofErr w:type="spellStart"/>
            <w:r>
              <w:rPr>
                <w:sz w:val="18"/>
                <w:lang w:eastAsia="cs-CZ"/>
              </w:rPr>
              <w:t>Protect</w:t>
            </w:r>
            <w:proofErr w:type="spellEnd"/>
            <w:r>
              <w:rPr>
                <w:sz w:val="18"/>
                <w:lang w:eastAsia="cs-CZ"/>
              </w:rPr>
              <w:t>)</w:t>
            </w:r>
          </w:p>
        </w:tc>
        <w:tc>
          <w:tcPr>
            <w:tcW w:w="3288" w:type="dxa"/>
          </w:tcPr>
          <w:p w14:paraId="7792EEF1" w14:textId="26A877A1" w:rsidR="00B32653" w:rsidRPr="006B0BFC" w:rsidRDefault="00B32653" w:rsidP="00B3265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B32653" w:rsidRPr="006B0BFC" w14:paraId="14857FE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616715F" w14:textId="5F5C1E46" w:rsidR="00B32653" w:rsidRPr="006B0BFC" w:rsidRDefault="00B32653" w:rsidP="00B32653">
            <w:pPr>
              <w:rPr>
                <w:sz w:val="18"/>
                <w:lang w:eastAsia="cs-CZ"/>
              </w:rPr>
            </w:pPr>
            <w:r>
              <w:rPr>
                <w:sz w:val="18"/>
                <w:lang w:eastAsia="cs-CZ"/>
              </w:rPr>
              <w:t xml:space="preserve">Pokud páskové mechaniky vyžadují použití SFP, </w:t>
            </w:r>
            <w:r w:rsidRPr="006B0BFC">
              <w:rPr>
                <w:sz w:val="18"/>
                <w:lang w:eastAsia="cs-CZ"/>
              </w:rPr>
              <w:t xml:space="preserve">optické moduly pro každý </w:t>
            </w:r>
            <w:proofErr w:type="spellStart"/>
            <w:r w:rsidRPr="006B0BFC">
              <w:rPr>
                <w:sz w:val="18"/>
                <w:lang w:eastAsia="cs-CZ"/>
              </w:rPr>
              <w:t>FibreChannel</w:t>
            </w:r>
            <w:proofErr w:type="spellEnd"/>
            <w:r w:rsidRPr="006B0BFC">
              <w:rPr>
                <w:sz w:val="18"/>
                <w:lang w:eastAsia="cs-CZ"/>
              </w:rPr>
              <w:t xml:space="preserve"> port plně kompatibilní s</w:t>
            </w:r>
            <w:r>
              <w:rPr>
                <w:sz w:val="18"/>
                <w:lang w:eastAsia="cs-CZ"/>
              </w:rPr>
              <w:t> </w:t>
            </w:r>
            <w:r w:rsidRPr="006B0BFC">
              <w:rPr>
                <w:sz w:val="18"/>
                <w:lang w:eastAsia="cs-CZ"/>
              </w:rPr>
              <w:t>dodávan</w:t>
            </w:r>
            <w:r>
              <w:rPr>
                <w:sz w:val="18"/>
                <w:lang w:eastAsia="cs-CZ"/>
              </w:rPr>
              <w:t>ou páskovou mechanikou</w:t>
            </w:r>
          </w:p>
        </w:tc>
        <w:tc>
          <w:tcPr>
            <w:tcW w:w="3288" w:type="dxa"/>
          </w:tcPr>
          <w:p w14:paraId="56083927" w14:textId="77777777" w:rsidR="00B32653" w:rsidRPr="006B0BFC" w:rsidRDefault="00B32653" w:rsidP="00B3265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</w:tbl>
    <w:p w14:paraId="6087DE76" w14:textId="77777777" w:rsidR="002B7BF9" w:rsidRPr="006B0BFC" w:rsidRDefault="002B7BF9" w:rsidP="002B7BF9">
      <w:pPr>
        <w:spacing w:after="160" w:line="259" w:lineRule="auto"/>
      </w:pPr>
    </w:p>
    <w:p w14:paraId="576E3B25" w14:textId="720939CC" w:rsidR="002B7BF9" w:rsidRPr="006B0BFC" w:rsidRDefault="002B7BF9" w:rsidP="002B7BF9">
      <w:pPr>
        <w:spacing w:after="160" w:line="259" w:lineRule="auto"/>
      </w:pPr>
      <w:r w:rsidRPr="006B0BFC">
        <w:t xml:space="preserve">Pro </w:t>
      </w:r>
      <w:r w:rsidRPr="006B0BFC">
        <w:rPr>
          <w:b/>
          <w:bCs/>
        </w:rPr>
        <w:t xml:space="preserve">Položku </w:t>
      </w:r>
      <w:r>
        <w:rPr>
          <w:b/>
          <w:bCs/>
        </w:rPr>
        <w:t>2</w:t>
      </w:r>
      <w:r w:rsidR="00FE5DB7">
        <w:rPr>
          <w:b/>
          <w:bCs/>
        </w:rPr>
        <w:t>5</w:t>
      </w:r>
      <w:r w:rsidRPr="006B0BFC">
        <w:t xml:space="preserve"> je místem plnění </w:t>
      </w:r>
      <w:r w:rsidRPr="00641E1C">
        <w:rPr>
          <w:b/>
          <w:bCs/>
        </w:rPr>
        <w:t>Olomouc – Ústřední stavědlo, Jeremenkova 11a, Olomouc</w:t>
      </w:r>
      <w:r w:rsidRPr="006B0BFC">
        <w:t>.</w:t>
      </w:r>
    </w:p>
    <w:p w14:paraId="58F0DE4F" w14:textId="77777777" w:rsidR="00EA4E74" w:rsidRPr="006B0BFC" w:rsidRDefault="00EA4E74" w:rsidP="00F8014E">
      <w:pPr>
        <w:spacing w:after="160" w:line="259" w:lineRule="auto"/>
      </w:pPr>
    </w:p>
    <w:p w14:paraId="2B8D6A9F" w14:textId="2B46607F" w:rsidR="00F8014E" w:rsidRPr="006B0BFC" w:rsidRDefault="00FE5DB7" w:rsidP="00F8014E">
      <w:pPr>
        <w:ind w:firstLine="426"/>
      </w:pPr>
      <w:r>
        <w:t>z</w:t>
      </w:r>
      <w:r w:rsidR="00F8014E" w:rsidRPr="006B0BFC">
        <w:t>)</w:t>
      </w:r>
      <w:r w:rsidR="00F8014E">
        <w:t xml:space="preserve"> </w:t>
      </w:r>
      <w:r w:rsidR="00F8014E" w:rsidRPr="006B0BFC">
        <w:rPr>
          <w:b/>
          <w:bCs/>
        </w:rPr>
        <w:t xml:space="preserve">Položka </w:t>
      </w:r>
      <w:r w:rsidR="00F8014E">
        <w:rPr>
          <w:b/>
          <w:bCs/>
        </w:rPr>
        <w:t>2</w:t>
      </w:r>
      <w:r>
        <w:rPr>
          <w:b/>
          <w:bCs/>
        </w:rPr>
        <w:t>6</w:t>
      </w:r>
      <w:r w:rsidR="00F8014E" w:rsidRPr="006B0BFC">
        <w:t xml:space="preserve"> – </w:t>
      </w:r>
      <w:r w:rsidR="00F8014E">
        <w:t>Pásky pro páskovou knihovnu</w:t>
      </w:r>
      <w:r w:rsidR="00F8014E" w:rsidRPr="006B0BFC">
        <w:t xml:space="preserve"> v konfiguraci:</w:t>
      </w:r>
    </w:p>
    <w:p w14:paraId="6B401B25" w14:textId="77777777" w:rsidR="00F8014E" w:rsidRPr="006B0BFC" w:rsidRDefault="00F8014E" w:rsidP="00F8014E">
      <w:pPr>
        <w:rPr>
          <w:rFonts w:cstheme="minorHAnsi"/>
          <w:b/>
          <w:bCs/>
        </w:rPr>
      </w:pPr>
      <w:r w:rsidRPr="006B0BFC">
        <w:rPr>
          <w:highlight w:val="green"/>
          <w:lang w:val="en-US"/>
        </w:rPr>
        <w:t>[IDENTIFIKACE MODELU</w:t>
      </w:r>
      <w:r w:rsidRPr="006B0BFC">
        <w:rPr>
          <w:rFonts w:cstheme="minorHAnsi"/>
          <w:b/>
          <w:bCs/>
          <w:highlight w:val="green"/>
        </w:rPr>
        <w:t xml:space="preserve"> - </w:t>
      </w:r>
      <w:r w:rsidRPr="006B0BFC">
        <w:rPr>
          <w:rFonts w:cstheme="minorHAnsi"/>
          <w:highlight w:val="green"/>
        </w:rPr>
        <w:t>DOPLNÍ PRODÁVAJÍCÍ]</w:t>
      </w:r>
      <w:r w:rsidRPr="006B0BFC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F8014E" w:rsidRPr="006B0BFC" w14:paraId="032DD221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155E3BED" w14:textId="77777777" w:rsidR="00F8014E" w:rsidRPr="006B0BFC" w:rsidRDefault="00F8014E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5B2DB2B6" w14:textId="77777777" w:rsidR="00F8014E" w:rsidRPr="006B0BFC" w:rsidRDefault="00F8014E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F8014E" w:rsidRPr="006B0BFC" w14:paraId="0446D27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FE2DF95" w14:textId="293A4DBA" w:rsidR="00F8014E" w:rsidRPr="006B0BFC" w:rsidRDefault="00F8014E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F8014E">
              <w:rPr>
                <w:rFonts w:cstheme="minorHAnsi"/>
                <w:b/>
                <w:bCs/>
                <w:sz w:val="18"/>
              </w:rPr>
              <w:t>120x</w:t>
            </w:r>
            <w:r>
              <w:rPr>
                <w:rFonts w:cstheme="minorHAnsi"/>
                <w:sz w:val="18"/>
              </w:rPr>
              <w:t xml:space="preserve"> LTO9 páska</w:t>
            </w:r>
          </w:p>
        </w:tc>
        <w:tc>
          <w:tcPr>
            <w:tcW w:w="3288" w:type="dxa"/>
          </w:tcPr>
          <w:p w14:paraId="0DA81553" w14:textId="77777777" w:rsidR="00F8014E" w:rsidRPr="006B0BFC" w:rsidRDefault="00F8014E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</w:tbl>
    <w:p w14:paraId="616F26CD" w14:textId="77777777" w:rsidR="00F8014E" w:rsidRPr="006B0BFC" w:rsidRDefault="00F8014E" w:rsidP="00F8014E">
      <w:pPr>
        <w:spacing w:after="160" w:line="259" w:lineRule="auto"/>
      </w:pPr>
    </w:p>
    <w:p w14:paraId="00306E07" w14:textId="3D1B2A5A" w:rsidR="00F8014E" w:rsidRPr="006B0BFC" w:rsidRDefault="00F8014E" w:rsidP="00F8014E">
      <w:pPr>
        <w:spacing w:after="160" w:line="259" w:lineRule="auto"/>
      </w:pPr>
      <w:r w:rsidRPr="006B0BFC">
        <w:t xml:space="preserve">Pro </w:t>
      </w:r>
      <w:r w:rsidRPr="006B0BFC">
        <w:rPr>
          <w:b/>
          <w:bCs/>
        </w:rPr>
        <w:t xml:space="preserve">Položku </w:t>
      </w:r>
      <w:r>
        <w:rPr>
          <w:b/>
          <w:bCs/>
        </w:rPr>
        <w:t>2</w:t>
      </w:r>
      <w:r w:rsidR="00FE5DB7">
        <w:rPr>
          <w:b/>
          <w:bCs/>
        </w:rPr>
        <w:t>6</w:t>
      </w:r>
      <w:r w:rsidRPr="006B0BFC">
        <w:t xml:space="preserve"> je místem plnění </w:t>
      </w:r>
      <w:r w:rsidRPr="00641E1C">
        <w:rPr>
          <w:b/>
          <w:bCs/>
        </w:rPr>
        <w:t>Olomouc – Ústřední stavědlo, Jeremenkova 11a, Olomouc</w:t>
      </w:r>
      <w:r w:rsidRPr="006B0BFC">
        <w:t>.</w:t>
      </w:r>
    </w:p>
    <w:p w14:paraId="49E0E4C2" w14:textId="77777777" w:rsidR="00F8014E" w:rsidRDefault="00F8014E" w:rsidP="002D127E">
      <w:pPr>
        <w:ind w:left="360"/>
      </w:pPr>
    </w:p>
    <w:p w14:paraId="49E9B809" w14:textId="16B92DA4" w:rsidR="000B2610" w:rsidRPr="007F7953" w:rsidRDefault="00FE5DB7" w:rsidP="002D127E">
      <w:pPr>
        <w:ind w:left="360"/>
      </w:pPr>
      <w:proofErr w:type="spellStart"/>
      <w:r>
        <w:t>aa</w:t>
      </w:r>
      <w:proofErr w:type="spellEnd"/>
      <w:r w:rsidR="00C2370C" w:rsidRPr="00836082">
        <w:t>)</w:t>
      </w:r>
      <w:r w:rsidR="00C2370C">
        <w:rPr>
          <w:b/>
          <w:bCs/>
        </w:rPr>
        <w:tab/>
      </w:r>
      <w:r w:rsidR="00D032C7" w:rsidRPr="00927BA6">
        <w:rPr>
          <w:b/>
          <w:bCs/>
        </w:rPr>
        <w:t xml:space="preserve">Položka </w:t>
      </w:r>
      <w:r w:rsidR="00BD46B8">
        <w:rPr>
          <w:b/>
          <w:bCs/>
        </w:rPr>
        <w:t>2</w:t>
      </w:r>
      <w:r>
        <w:rPr>
          <w:b/>
          <w:bCs/>
        </w:rPr>
        <w:t>7</w:t>
      </w:r>
      <w:r w:rsidR="00AD3A53" w:rsidRPr="008E56C7">
        <w:t xml:space="preserve"> </w:t>
      </w:r>
      <w:r w:rsidR="00D032C7" w:rsidRPr="008E56C7">
        <w:t xml:space="preserve">– </w:t>
      </w:r>
      <w:r w:rsidR="00D032C7">
        <w:t>Instalační materiál: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145"/>
        <w:gridCol w:w="4449"/>
      </w:tblGrid>
      <w:tr w:rsidR="00664A67" w:rsidRPr="0050706D" w14:paraId="705303FB" w14:textId="77777777" w:rsidTr="00664A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  <w:shd w:val="clear" w:color="auto" w:fill="D5DCE4" w:themeFill="text2" w:themeFillTint="33"/>
          </w:tcPr>
          <w:p w14:paraId="2D423376" w14:textId="77777777" w:rsidR="00664A67" w:rsidRPr="00927BA6" w:rsidRDefault="00664A67" w:rsidP="00927BA6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4449" w:type="dxa"/>
            <w:shd w:val="clear" w:color="auto" w:fill="D5DCE4" w:themeFill="text2" w:themeFillTint="33"/>
          </w:tcPr>
          <w:p w14:paraId="5FBCFD6C" w14:textId="77777777" w:rsidR="00664A67" w:rsidRPr="00927BA6" w:rsidRDefault="00664A67" w:rsidP="00927BA6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664A67" w:rsidRPr="0050706D" w14:paraId="52D58E4D" w14:textId="77777777" w:rsidTr="00664A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3BCC95AA" w14:textId="7869A8AD" w:rsidR="00664A67" w:rsidRPr="002D127E" w:rsidRDefault="00D6496B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7</w:t>
            </w:r>
            <w:r w:rsidR="00383E25">
              <w:rPr>
                <w:rFonts w:cstheme="minorHAnsi"/>
                <w:b/>
                <w:bCs/>
                <w:sz w:val="18"/>
              </w:rPr>
              <w:t>0</w:t>
            </w:r>
            <w:r w:rsidR="00664A67" w:rsidRPr="002D127E">
              <w:rPr>
                <w:rFonts w:cstheme="minorHAnsi"/>
                <w:b/>
                <w:bCs/>
                <w:sz w:val="18"/>
              </w:rPr>
              <w:t xml:space="preserve">x </w:t>
            </w:r>
            <w:r w:rsidR="00664A67" w:rsidRPr="002D127E">
              <w:rPr>
                <w:rFonts w:cstheme="minorHAnsi"/>
                <w:sz w:val="18"/>
              </w:rPr>
              <w:t xml:space="preserve">minimálně </w:t>
            </w:r>
            <w:r w:rsidR="00180924">
              <w:rPr>
                <w:rFonts w:cstheme="minorHAnsi"/>
                <w:sz w:val="18"/>
              </w:rPr>
              <w:t>3</w:t>
            </w:r>
            <w:r w:rsidR="00664A67" w:rsidRPr="002D127E">
              <w:rPr>
                <w:rFonts w:cstheme="minorHAnsi"/>
                <w:sz w:val="18"/>
              </w:rPr>
              <w:t>m optický patch kabel MM LC duplex/LC duplex OM4</w:t>
            </w:r>
          </w:p>
        </w:tc>
        <w:tc>
          <w:tcPr>
            <w:tcW w:w="4449" w:type="dxa"/>
          </w:tcPr>
          <w:p w14:paraId="329680BD" w14:textId="77777777" w:rsidR="00664A67" w:rsidRPr="00927BA6" w:rsidRDefault="00664A67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664A67" w:rsidRPr="0050706D" w14:paraId="3BAE6280" w14:textId="77777777" w:rsidTr="00664A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19FA997F" w14:textId="09800F97" w:rsidR="00664A67" w:rsidRPr="002D127E" w:rsidRDefault="00861B19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3</w:t>
            </w:r>
            <w:r w:rsidR="00E4585E">
              <w:rPr>
                <w:rFonts w:cstheme="minorHAnsi"/>
                <w:b/>
                <w:bCs/>
                <w:sz w:val="18"/>
              </w:rPr>
              <w:t>0</w:t>
            </w:r>
            <w:r w:rsidR="00664A67" w:rsidRPr="002D127E">
              <w:rPr>
                <w:rFonts w:cstheme="minorHAnsi"/>
                <w:b/>
                <w:bCs/>
                <w:sz w:val="18"/>
              </w:rPr>
              <w:t xml:space="preserve">x </w:t>
            </w:r>
            <w:r w:rsidR="00664A67" w:rsidRPr="002D127E">
              <w:rPr>
                <w:rFonts w:cstheme="minorHAnsi"/>
                <w:sz w:val="18"/>
              </w:rPr>
              <w:t xml:space="preserve">minimálně </w:t>
            </w:r>
            <w:r w:rsidR="001C391F">
              <w:rPr>
                <w:rFonts w:cstheme="minorHAnsi"/>
                <w:sz w:val="18"/>
              </w:rPr>
              <w:t>3</w:t>
            </w:r>
            <w:r w:rsidR="00664A67" w:rsidRPr="002D127E">
              <w:rPr>
                <w:rFonts w:cstheme="minorHAnsi"/>
                <w:sz w:val="18"/>
              </w:rPr>
              <w:t>m optický patch kabel SM LC duplex/LC duplex OS2</w:t>
            </w:r>
          </w:p>
        </w:tc>
        <w:tc>
          <w:tcPr>
            <w:tcW w:w="4449" w:type="dxa"/>
          </w:tcPr>
          <w:p w14:paraId="3DDF5436" w14:textId="77777777" w:rsidR="00664A67" w:rsidRPr="00927BA6" w:rsidRDefault="00664A67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D6496B" w:rsidRPr="0050706D" w14:paraId="4A36523A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24C96F71" w14:textId="0E90DC3D" w:rsidR="00D6496B" w:rsidRPr="002D127E" w:rsidRDefault="00D6496B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30</w:t>
            </w:r>
            <w:r w:rsidRPr="002D127E">
              <w:rPr>
                <w:rFonts w:cstheme="minorHAnsi"/>
                <w:b/>
                <w:bCs/>
                <w:sz w:val="18"/>
              </w:rPr>
              <w:t xml:space="preserve">x </w:t>
            </w:r>
            <w:r w:rsidRPr="002D127E">
              <w:rPr>
                <w:rFonts w:cstheme="minorHAnsi"/>
                <w:sz w:val="18"/>
              </w:rPr>
              <w:t xml:space="preserve">minimálně </w:t>
            </w:r>
            <w:r>
              <w:rPr>
                <w:rFonts w:cstheme="minorHAnsi"/>
                <w:sz w:val="18"/>
              </w:rPr>
              <w:t>5</w:t>
            </w:r>
            <w:r w:rsidRPr="002D127E">
              <w:rPr>
                <w:rFonts w:cstheme="minorHAnsi"/>
                <w:sz w:val="18"/>
              </w:rPr>
              <w:t>m optický patch kabel MM LC duplex/LC duplex OM4</w:t>
            </w:r>
          </w:p>
        </w:tc>
        <w:tc>
          <w:tcPr>
            <w:tcW w:w="4449" w:type="dxa"/>
          </w:tcPr>
          <w:p w14:paraId="5EC517FE" w14:textId="77777777" w:rsidR="00D6496B" w:rsidRPr="00927BA6" w:rsidRDefault="00D6496B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D6496B" w:rsidRPr="0050706D" w14:paraId="434D10A7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20FD4494" w14:textId="6944BFAF" w:rsidR="00D6496B" w:rsidRPr="002D127E" w:rsidRDefault="00861B19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2</w:t>
            </w:r>
            <w:r w:rsidR="00D6496B">
              <w:rPr>
                <w:rFonts w:cstheme="minorHAnsi"/>
                <w:b/>
                <w:bCs/>
                <w:sz w:val="18"/>
              </w:rPr>
              <w:t>0</w:t>
            </w:r>
            <w:r w:rsidR="00D6496B" w:rsidRPr="002D127E">
              <w:rPr>
                <w:rFonts w:cstheme="minorHAnsi"/>
                <w:b/>
                <w:bCs/>
                <w:sz w:val="18"/>
              </w:rPr>
              <w:t xml:space="preserve">x </w:t>
            </w:r>
            <w:r w:rsidR="00D6496B" w:rsidRPr="002D127E">
              <w:rPr>
                <w:rFonts w:cstheme="minorHAnsi"/>
                <w:sz w:val="18"/>
              </w:rPr>
              <w:t xml:space="preserve">minimálně </w:t>
            </w:r>
            <w:r w:rsidR="00D6496B">
              <w:rPr>
                <w:rFonts w:cstheme="minorHAnsi"/>
                <w:sz w:val="18"/>
              </w:rPr>
              <w:t>5</w:t>
            </w:r>
            <w:r w:rsidR="00D6496B" w:rsidRPr="002D127E">
              <w:rPr>
                <w:rFonts w:cstheme="minorHAnsi"/>
                <w:sz w:val="18"/>
              </w:rPr>
              <w:t>m optický patch kabel SM LC duplex/LC duplex OS2</w:t>
            </w:r>
          </w:p>
        </w:tc>
        <w:tc>
          <w:tcPr>
            <w:tcW w:w="4449" w:type="dxa"/>
          </w:tcPr>
          <w:p w14:paraId="2F3C9C83" w14:textId="77777777" w:rsidR="00D6496B" w:rsidRPr="00927BA6" w:rsidRDefault="00D6496B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6E7C8C" w:rsidRPr="0050706D" w14:paraId="69AACF35" w14:textId="77777777" w:rsidTr="00664A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307EE9C7" w14:textId="2D29ECA1" w:rsidR="006E7C8C" w:rsidRPr="002D127E" w:rsidRDefault="00E4585E" w:rsidP="006E7C8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60</w:t>
            </w:r>
            <w:r w:rsidR="006E7C8C" w:rsidRPr="002D127E">
              <w:rPr>
                <w:rFonts w:cstheme="minorHAnsi"/>
                <w:b/>
                <w:bCs/>
                <w:sz w:val="18"/>
              </w:rPr>
              <w:t xml:space="preserve">x </w:t>
            </w:r>
            <w:r w:rsidR="006E7C8C" w:rsidRPr="002D127E">
              <w:rPr>
                <w:rFonts w:cstheme="minorHAnsi"/>
                <w:sz w:val="18"/>
              </w:rPr>
              <w:t xml:space="preserve">minimálně </w:t>
            </w:r>
            <w:r w:rsidR="006E7C8C">
              <w:rPr>
                <w:rFonts w:cstheme="minorHAnsi"/>
                <w:sz w:val="18"/>
              </w:rPr>
              <w:t>3</w:t>
            </w:r>
            <w:r w:rsidR="006E7C8C" w:rsidRPr="002D127E">
              <w:rPr>
                <w:rFonts w:cstheme="minorHAnsi"/>
                <w:sz w:val="18"/>
              </w:rPr>
              <w:t xml:space="preserve">m RJ45 </w:t>
            </w:r>
            <w:proofErr w:type="spellStart"/>
            <w:r w:rsidR="006E7C8C" w:rsidRPr="002D127E">
              <w:rPr>
                <w:rFonts w:cstheme="minorHAnsi"/>
                <w:sz w:val="18"/>
              </w:rPr>
              <w:t>Cat</w:t>
            </w:r>
            <w:proofErr w:type="spellEnd"/>
            <w:r w:rsidR="006E7C8C" w:rsidRPr="002D127E">
              <w:rPr>
                <w:rFonts w:cstheme="minorHAnsi"/>
                <w:sz w:val="18"/>
              </w:rPr>
              <w:t xml:space="preserve">. 5e nebo </w:t>
            </w:r>
            <w:proofErr w:type="spellStart"/>
            <w:r w:rsidR="006E7C8C" w:rsidRPr="002D127E">
              <w:rPr>
                <w:rFonts w:cstheme="minorHAnsi"/>
                <w:sz w:val="18"/>
              </w:rPr>
              <w:t>Cat</w:t>
            </w:r>
            <w:proofErr w:type="spellEnd"/>
            <w:r w:rsidR="006E7C8C" w:rsidRPr="002D127E">
              <w:rPr>
                <w:rFonts w:cstheme="minorHAnsi"/>
                <w:sz w:val="18"/>
              </w:rPr>
              <w:t>. 6 patch kabel pro připojení HW managementu</w:t>
            </w:r>
          </w:p>
        </w:tc>
        <w:tc>
          <w:tcPr>
            <w:tcW w:w="4449" w:type="dxa"/>
          </w:tcPr>
          <w:p w14:paraId="0FDB4320" w14:textId="77777777" w:rsidR="006E7C8C" w:rsidRPr="004A30EA" w:rsidRDefault="006E7C8C" w:rsidP="006E7C8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4A30EA">
              <w:rPr>
                <w:sz w:val="18"/>
                <w:highlight w:val="green"/>
              </w:rPr>
              <w:t>[DOPLNÍ PRODÁVAJÍCÍ]</w:t>
            </w:r>
          </w:p>
        </w:tc>
      </w:tr>
      <w:tr w:rsidR="004A30EA" w:rsidRPr="0050706D" w14:paraId="7F7498BC" w14:textId="77777777" w:rsidTr="00664A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14315B9B" w14:textId="7B771D5A" w:rsidR="004A30EA" w:rsidRPr="002623DD" w:rsidRDefault="000A4D9C" w:rsidP="004A30EA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50</w:t>
            </w:r>
            <w:r w:rsidR="004A30EA" w:rsidRPr="004A30EA">
              <w:rPr>
                <w:rFonts w:cstheme="minorHAnsi"/>
                <w:b/>
                <w:bCs/>
                <w:sz w:val="18"/>
              </w:rPr>
              <w:t>x</w:t>
            </w:r>
            <w:r w:rsidR="004A30EA">
              <w:rPr>
                <w:rFonts w:cstheme="minorHAnsi"/>
                <w:sz w:val="18"/>
              </w:rPr>
              <w:t xml:space="preserve"> SFP 1G RJ45 plně kompatibilní se serverovým HW</w:t>
            </w:r>
          </w:p>
        </w:tc>
        <w:tc>
          <w:tcPr>
            <w:tcW w:w="4449" w:type="dxa"/>
          </w:tcPr>
          <w:p w14:paraId="4494119D" w14:textId="49F2355F" w:rsidR="004A30EA" w:rsidRPr="00927BA6" w:rsidRDefault="004A30EA" w:rsidP="004A30E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4A30EA" w:rsidRPr="0050706D" w14:paraId="5DC8E774" w14:textId="77777777" w:rsidTr="00664A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58DC0104" w14:textId="371D0E50" w:rsidR="004A30EA" w:rsidRPr="002D127E" w:rsidRDefault="004A30EA" w:rsidP="004A30EA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Materiál pro montáž dodaného Hardware do rackové skříně</w:t>
            </w:r>
          </w:p>
        </w:tc>
        <w:tc>
          <w:tcPr>
            <w:tcW w:w="4449" w:type="dxa"/>
          </w:tcPr>
          <w:p w14:paraId="0B1FCB5A" w14:textId="77777777" w:rsidR="004A30EA" w:rsidRPr="00927BA6" w:rsidRDefault="004A30EA" w:rsidP="004A30E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11081CDD" w14:textId="77777777" w:rsidR="00D02C25" w:rsidRDefault="00D02C25" w:rsidP="000E00D4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jc w:val="both"/>
        <w:rPr>
          <w:rFonts w:asciiTheme="majorHAnsi" w:eastAsia="Times New Roman" w:hAnsiTheme="majorHAnsi" w:cs="Times New Roman"/>
          <w:u w:val="single"/>
        </w:rPr>
      </w:pPr>
    </w:p>
    <w:p w14:paraId="70F6FF03" w14:textId="77777777" w:rsidR="00E60B8C" w:rsidRDefault="009D3A9E" w:rsidP="00763C7A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rPr>
          <w:rFonts w:asciiTheme="majorHAnsi" w:eastAsia="Times New Roman" w:hAnsiTheme="majorHAnsi" w:cs="Times New Roman"/>
        </w:rPr>
      </w:pPr>
      <w:r w:rsidRPr="009D3A9E">
        <w:rPr>
          <w:rFonts w:asciiTheme="majorHAnsi" w:eastAsia="Times New Roman" w:hAnsiTheme="majorHAnsi" w:cs="Times New Roman"/>
        </w:rPr>
        <w:t>Tímto plněním zadavatel rozšiřuje v současné době provozované virtualizační farmy, které jsou založeny na architektuře Intel x86-64 a technologiích výrobc</w:t>
      </w:r>
      <w:r w:rsidR="00252045">
        <w:rPr>
          <w:rFonts w:asciiTheme="majorHAnsi" w:eastAsia="Times New Roman" w:hAnsiTheme="majorHAnsi" w:cs="Times New Roman"/>
        </w:rPr>
        <w:t>ů Dell a</w:t>
      </w:r>
      <w:r w:rsidRPr="009D3A9E">
        <w:rPr>
          <w:rFonts w:asciiTheme="majorHAnsi" w:eastAsia="Times New Roman" w:hAnsiTheme="majorHAnsi" w:cs="Times New Roman"/>
        </w:rPr>
        <w:t xml:space="preserve"> Lenovo, a to včetně </w:t>
      </w:r>
      <w:r w:rsidR="00E60B8C">
        <w:rPr>
          <w:rFonts w:asciiTheme="majorHAnsi" w:eastAsia="Times New Roman" w:hAnsiTheme="majorHAnsi" w:cs="Times New Roman"/>
        </w:rPr>
        <w:t xml:space="preserve">řešení </w:t>
      </w:r>
      <w:r w:rsidRPr="009D3A9E">
        <w:rPr>
          <w:rFonts w:asciiTheme="majorHAnsi" w:eastAsia="Times New Roman" w:hAnsiTheme="majorHAnsi" w:cs="Times New Roman"/>
        </w:rPr>
        <w:t xml:space="preserve">centralizované vzdálené správy a dohledu serverové infrastruktury – </w:t>
      </w:r>
      <w:r w:rsidR="00E60B8C" w:rsidRPr="00E60B8C">
        <w:rPr>
          <w:rFonts w:asciiTheme="majorHAnsi" w:eastAsia="Times New Roman" w:hAnsiTheme="majorHAnsi" w:cs="Times New Roman"/>
          <w:b/>
          <w:bCs/>
        </w:rPr>
        <w:t xml:space="preserve">Dell </w:t>
      </w:r>
      <w:proofErr w:type="spellStart"/>
      <w:r w:rsidR="00E60B8C" w:rsidRPr="00E60B8C">
        <w:rPr>
          <w:rFonts w:asciiTheme="majorHAnsi" w:eastAsia="Times New Roman" w:hAnsiTheme="majorHAnsi" w:cs="Times New Roman"/>
          <w:b/>
          <w:bCs/>
        </w:rPr>
        <w:t>OpenManage</w:t>
      </w:r>
      <w:proofErr w:type="spellEnd"/>
      <w:r w:rsidR="00E60B8C">
        <w:rPr>
          <w:rFonts w:asciiTheme="majorHAnsi" w:eastAsia="Times New Roman" w:hAnsiTheme="majorHAnsi" w:cs="Times New Roman"/>
        </w:rPr>
        <w:t xml:space="preserve"> a </w:t>
      </w:r>
      <w:r w:rsidRPr="00E60B8C">
        <w:rPr>
          <w:rFonts w:asciiTheme="majorHAnsi" w:eastAsia="Times New Roman" w:hAnsiTheme="majorHAnsi" w:cs="Times New Roman"/>
          <w:b/>
          <w:bCs/>
        </w:rPr>
        <w:t xml:space="preserve">Lenovo </w:t>
      </w:r>
      <w:proofErr w:type="spellStart"/>
      <w:r w:rsidRPr="00E60B8C">
        <w:rPr>
          <w:rFonts w:asciiTheme="majorHAnsi" w:eastAsia="Times New Roman" w:hAnsiTheme="majorHAnsi" w:cs="Times New Roman"/>
          <w:b/>
          <w:bCs/>
        </w:rPr>
        <w:t>XClarity</w:t>
      </w:r>
      <w:proofErr w:type="spellEnd"/>
      <w:r w:rsidRPr="009D3A9E">
        <w:rPr>
          <w:rFonts w:asciiTheme="majorHAnsi" w:eastAsia="Times New Roman" w:hAnsiTheme="majorHAnsi" w:cs="Times New Roman"/>
        </w:rPr>
        <w:t>.</w:t>
      </w:r>
    </w:p>
    <w:p w14:paraId="17FD0F21" w14:textId="55B08BFB" w:rsidR="009D3A9E" w:rsidRPr="009D3A9E" w:rsidRDefault="009D3A9E" w:rsidP="00763C7A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rPr>
          <w:rFonts w:asciiTheme="majorHAnsi" w:eastAsia="Times New Roman" w:hAnsiTheme="majorHAnsi" w:cs="Times New Roman"/>
        </w:rPr>
      </w:pPr>
      <w:r w:rsidRPr="009D3A9E">
        <w:rPr>
          <w:rFonts w:asciiTheme="majorHAnsi" w:eastAsia="Times New Roman" w:hAnsiTheme="majorHAnsi" w:cs="Times New Roman"/>
        </w:rPr>
        <w:t>Z důvodu zachování plné funkčnosti virtualizačních farem zadavatel:</w:t>
      </w:r>
    </w:p>
    <w:p w14:paraId="623A159D" w14:textId="7E645C81" w:rsidR="009D3A9E" w:rsidRPr="00E60B8C" w:rsidRDefault="007726E3" w:rsidP="009A4A77">
      <w:pPr>
        <w:pStyle w:val="Odstavecseseznamem"/>
        <w:keepLines/>
        <w:widowControl w:val="0"/>
        <w:numPr>
          <w:ilvl w:val="0"/>
          <w:numId w:val="43"/>
        </w:numPr>
        <w:tabs>
          <w:tab w:val="num" w:pos="567"/>
        </w:tabs>
        <w:spacing w:before="120" w:after="120" w:line="240" w:lineRule="auto"/>
        <w:ind w:left="567" w:hanging="141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>p</w:t>
      </w:r>
      <w:r w:rsidR="009D3A9E" w:rsidRPr="00E60B8C">
        <w:rPr>
          <w:rFonts w:asciiTheme="majorHAnsi" w:eastAsia="Times New Roman" w:hAnsiTheme="majorHAnsi" w:cs="Times New Roman"/>
        </w:rPr>
        <w:t xml:space="preserve">ožaduje dodržení architektury Intel x86-64 z důvodu kompatibility současného virtuálního prostředí (mimo jiné </w:t>
      </w:r>
      <w:proofErr w:type="spellStart"/>
      <w:r w:rsidR="009D3A9E" w:rsidRPr="00E60B8C">
        <w:rPr>
          <w:rFonts w:asciiTheme="majorHAnsi" w:eastAsia="Times New Roman" w:hAnsiTheme="majorHAnsi" w:cs="Times New Roman"/>
        </w:rPr>
        <w:t>VMware</w:t>
      </w:r>
      <w:proofErr w:type="spellEnd"/>
      <w:r w:rsidR="009D3A9E" w:rsidRPr="00E60B8C">
        <w:rPr>
          <w:rFonts w:asciiTheme="majorHAnsi" w:eastAsia="Times New Roman" w:hAnsiTheme="majorHAnsi" w:cs="Times New Roman"/>
        </w:rPr>
        <w:t xml:space="preserve"> </w:t>
      </w:r>
      <w:proofErr w:type="spellStart"/>
      <w:r w:rsidR="009D3A9E" w:rsidRPr="00E60B8C">
        <w:rPr>
          <w:rFonts w:asciiTheme="majorHAnsi" w:eastAsia="Times New Roman" w:hAnsiTheme="majorHAnsi" w:cs="Times New Roman"/>
        </w:rPr>
        <w:t>vMotion</w:t>
      </w:r>
      <w:proofErr w:type="spellEnd"/>
      <w:r w:rsidR="009D3A9E" w:rsidRPr="00E60B8C">
        <w:rPr>
          <w:rFonts w:asciiTheme="majorHAnsi" w:eastAsia="Times New Roman" w:hAnsiTheme="majorHAnsi" w:cs="Times New Roman"/>
        </w:rPr>
        <w:t>).</w:t>
      </w:r>
    </w:p>
    <w:p w14:paraId="0ED6E577" w14:textId="6ACD371F" w:rsidR="009D3A9E" w:rsidRPr="007726E3" w:rsidRDefault="007726E3" w:rsidP="009A4A77">
      <w:pPr>
        <w:pStyle w:val="Odstavecseseznamem"/>
        <w:keepLines/>
        <w:widowControl w:val="0"/>
        <w:numPr>
          <w:ilvl w:val="0"/>
          <w:numId w:val="43"/>
        </w:numPr>
        <w:tabs>
          <w:tab w:val="num" w:pos="567"/>
        </w:tabs>
        <w:spacing w:before="120" w:after="120" w:line="240" w:lineRule="auto"/>
        <w:ind w:left="567" w:hanging="141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>u</w:t>
      </w:r>
      <w:r w:rsidR="009D3A9E" w:rsidRPr="007726E3">
        <w:rPr>
          <w:rFonts w:asciiTheme="majorHAnsi" w:eastAsia="Times New Roman" w:hAnsiTheme="majorHAnsi" w:cs="Times New Roman"/>
        </w:rPr>
        <w:t xml:space="preserve"> serverového hardware požad</w:t>
      </w:r>
      <w:r>
        <w:rPr>
          <w:rFonts w:asciiTheme="majorHAnsi" w:eastAsia="Times New Roman" w:hAnsiTheme="majorHAnsi" w:cs="Times New Roman"/>
        </w:rPr>
        <w:t>uje</w:t>
      </w:r>
      <w:r w:rsidR="009D3A9E" w:rsidRPr="007726E3">
        <w:rPr>
          <w:rFonts w:asciiTheme="majorHAnsi" w:eastAsia="Times New Roman" w:hAnsiTheme="majorHAnsi" w:cs="Times New Roman"/>
        </w:rPr>
        <w:t xml:space="preserve"> 100% kompatibilit</w:t>
      </w:r>
      <w:r w:rsidR="004A2CC5">
        <w:rPr>
          <w:rFonts w:asciiTheme="majorHAnsi" w:eastAsia="Times New Roman" w:hAnsiTheme="majorHAnsi" w:cs="Times New Roman"/>
        </w:rPr>
        <w:t>u</w:t>
      </w:r>
      <w:r w:rsidR="009D3A9E" w:rsidRPr="007726E3">
        <w:rPr>
          <w:rFonts w:asciiTheme="majorHAnsi" w:eastAsia="Times New Roman" w:hAnsiTheme="majorHAnsi" w:cs="Times New Roman"/>
        </w:rPr>
        <w:t xml:space="preserve"> s virtualizační platformou </w:t>
      </w:r>
      <w:proofErr w:type="spellStart"/>
      <w:r w:rsidR="009D3A9E" w:rsidRPr="007726E3">
        <w:rPr>
          <w:rFonts w:asciiTheme="majorHAnsi" w:eastAsia="Times New Roman" w:hAnsiTheme="majorHAnsi" w:cs="Times New Roman"/>
        </w:rPr>
        <w:t>VMware</w:t>
      </w:r>
      <w:proofErr w:type="spellEnd"/>
      <w:r w:rsidR="009D3A9E" w:rsidRPr="007726E3">
        <w:rPr>
          <w:rFonts w:asciiTheme="majorHAnsi" w:eastAsia="Times New Roman" w:hAnsiTheme="majorHAnsi" w:cs="Times New Roman"/>
        </w:rPr>
        <w:t xml:space="preserve"> </w:t>
      </w:r>
      <w:proofErr w:type="spellStart"/>
      <w:r w:rsidR="009D3A9E" w:rsidRPr="007726E3">
        <w:rPr>
          <w:rFonts w:asciiTheme="majorHAnsi" w:eastAsia="Times New Roman" w:hAnsiTheme="majorHAnsi" w:cs="Times New Roman"/>
        </w:rPr>
        <w:t>vSphere</w:t>
      </w:r>
      <w:proofErr w:type="spellEnd"/>
      <w:r w:rsidR="009D3A9E" w:rsidRPr="007726E3">
        <w:rPr>
          <w:rFonts w:asciiTheme="majorHAnsi" w:eastAsia="Times New Roman" w:hAnsiTheme="majorHAnsi" w:cs="Times New Roman"/>
        </w:rPr>
        <w:t xml:space="preserve"> verze 8, včetně centralizované správy </w:t>
      </w:r>
      <w:proofErr w:type="spellStart"/>
      <w:r w:rsidR="009D3A9E" w:rsidRPr="007726E3">
        <w:rPr>
          <w:rFonts w:asciiTheme="majorHAnsi" w:eastAsia="Times New Roman" w:hAnsiTheme="majorHAnsi" w:cs="Times New Roman"/>
        </w:rPr>
        <w:t>VMware</w:t>
      </w:r>
      <w:proofErr w:type="spellEnd"/>
      <w:r w:rsidR="009D3A9E" w:rsidRPr="007726E3">
        <w:rPr>
          <w:rFonts w:asciiTheme="majorHAnsi" w:eastAsia="Times New Roman" w:hAnsiTheme="majorHAnsi" w:cs="Times New Roman"/>
        </w:rPr>
        <w:t xml:space="preserve"> </w:t>
      </w:r>
      <w:proofErr w:type="spellStart"/>
      <w:r w:rsidR="009D3A9E" w:rsidRPr="007726E3">
        <w:rPr>
          <w:rFonts w:asciiTheme="majorHAnsi" w:eastAsia="Times New Roman" w:hAnsiTheme="majorHAnsi" w:cs="Times New Roman"/>
        </w:rPr>
        <w:t>vCenter</w:t>
      </w:r>
      <w:proofErr w:type="spellEnd"/>
      <w:r w:rsidR="009D3A9E" w:rsidRPr="007726E3">
        <w:rPr>
          <w:rFonts w:asciiTheme="majorHAnsi" w:eastAsia="Times New Roman" w:hAnsiTheme="majorHAnsi" w:cs="Times New Roman"/>
        </w:rPr>
        <w:t xml:space="preserve"> verze 8.</w:t>
      </w:r>
    </w:p>
    <w:p w14:paraId="281A30D5" w14:textId="1C51B1B2" w:rsidR="009D3A9E" w:rsidRPr="007726E3" w:rsidRDefault="007726E3" w:rsidP="009A4A77">
      <w:pPr>
        <w:pStyle w:val="Odstavecseseznamem"/>
        <w:keepLines/>
        <w:widowControl w:val="0"/>
        <w:numPr>
          <w:ilvl w:val="0"/>
          <w:numId w:val="43"/>
        </w:numPr>
        <w:tabs>
          <w:tab w:val="num" w:pos="567"/>
        </w:tabs>
        <w:spacing w:before="120" w:after="120" w:line="240" w:lineRule="auto"/>
        <w:ind w:left="567" w:hanging="141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>požaduje</w:t>
      </w:r>
      <w:r w:rsidR="009D3A9E" w:rsidRPr="007726E3">
        <w:rPr>
          <w:rFonts w:asciiTheme="majorHAnsi" w:eastAsia="Times New Roman" w:hAnsiTheme="majorHAnsi" w:cs="Times New Roman"/>
        </w:rPr>
        <w:t xml:space="preserve"> 100% kompatibilit</w:t>
      </w:r>
      <w:r w:rsidR="004A2CC5">
        <w:rPr>
          <w:rFonts w:asciiTheme="majorHAnsi" w:eastAsia="Times New Roman" w:hAnsiTheme="majorHAnsi" w:cs="Times New Roman"/>
        </w:rPr>
        <w:t>u</w:t>
      </w:r>
      <w:r w:rsidR="009D3A9E" w:rsidRPr="007726E3">
        <w:rPr>
          <w:rFonts w:asciiTheme="majorHAnsi" w:eastAsia="Times New Roman" w:hAnsiTheme="majorHAnsi" w:cs="Times New Roman"/>
        </w:rPr>
        <w:t xml:space="preserve"> se systém</w:t>
      </w:r>
      <w:r>
        <w:rPr>
          <w:rFonts w:asciiTheme="majorHAnsi" w:eastAsia="Times New Roman" w:hAnsiTheme="majorHAnsi" w:cs="Times New Roman"/>
        </w:rPr>
        <w:t>y</w:t>
      </w:r>
      <w:r w:rsidR="009D3A9E" w:rsidRPr="007726E3">
        <w:rPr>
          <w:rFonts w:asciiTheme="majorHAnsi" w:eastAsia="Times New Roman" w:hAnsiTheme="majorHAnsi" w:cs="Times New Roman"/>
        </w:rPr>
        <w:t xml:space="preserve"> centralizované vzdálené správy serverových nodů – </w:t>
      </w:r>
      <w:r w:rsidRPr="007726E3">
        <w:rPr>
          <w:rFonts w:asciiTheme="majorHAnsi" w:eastAsia="Times New Roman" w:hAnsiTheme="majorHAnsi" w:cs="Times New Roman"/>
          <w:b/>
          <w:bCs/>
        </w:rPr>
        <w:t xml:space="preserve">Dell </w:t>
      </w:r>
      <w:proofErr w:type="spellStart"/>
      <w:r w:rsidRPr="007726E3">
        <w:rPr>
          <w:rFonts w:asciiTheme="majorHAnsi" w:eastAsia="Times New Roman" w:hAnsiTheme="majorHAnsi" w:cs="Times New Roman"/>
          <w:b/>
          <w:bCs/>
        </w:rPr>
        <w:t>OpenManage</w:t>
      </w:r>
      <w:proofErr w:type="spellEnd"/>
      <w:r>
        <w:rPr>
          <w:rFonts w:asciiTheme="majorHAnsi" w:eastAsia="Times New Roman" w:hAnsiTheme="majorHAnsi" w:cs="Times New Roman"/>
        </w:rPr>
        <w:t xml:space="preserve"> a </w:t>
      </w:r>
      <w:r w:rsidR="009D3A9E" w:rsidRPr="007726E3">
        <w:rPr>
          <w:rFonts w:asciiTheme="majorHAnsi" w:eastAsia="Times New Roman" w:hAnsiTheme="majorHAnsi" w:cs="Times New Roman"/>
          <w:b/>
          <w:bCs/>
        </w:rPr>
        <w:t xml:space="preserve">Lenovo </w:t>
      </w:r>
      <w:proofErr w:type="spellStart"/>
      <w:r w:rsidR="009D3A9E" w:rsidRPr="007726E3">
        <w:rPr>
          <w:rFonts w:asciiTheme="majorHAnsi" w:eastAsia="Times New Roman" w:hAnsiTheme="majorHAnsi" w:cs="Times New Roman"/>
          <w:b/>
          <w:bCs/>
        </w:rPr>
        <w:t>xClarity</w:t>
      </w:r>
      <w:proofErr w:type="spellEnd"/>
      <w:r w:rsidR="009D3A9E" w:rsidRPr="007726E3">
        <w:rPr>
          <w:rFonts w:asciiTheme="majorHAnsi" w:eastAsia="Times New Roman" w:hAnsiTheme="majorHAnsi" w:cs="Times New Roman"/>
        </w:rPr>
        <w:t xml:space="preserve"> – formou přímého napojení, a to bez využití dalšího nadstavbového SW nebo serverového HW.</w:t>
      </w:r>
    </w:p>
    <w:p w14:paraId="0FD010BB" w14:textId="396D3A0C" w:rsidR="009D3A9E" w:rsidRPr="004A2CC5" w:rsidRDefault="009D3A9E" w:rsidP="009A4A77">
      <w:pPr>
        <w:pStyle w:val="Odstavecseseznamem"/>
        <w:keepLines/>
        <w:widowControl w:val="0"/>
        <w:numPr>
          <w:ilvl w:val="0"/>
          <w:numId w:val="43"/>
        </w:numPr>
        <w:tabs>
          <w:tab w:val="num" w:pos="567"/>
        </w:tabs>
        <w:spacing w:before="120" w:after="120" w:line="240" w:lineRule="auto"/>
        <w:ind w:left="567" w:hanging="141"/>
        <w:rPr>
          <w:rFonts w:asciiTheme="majorHAnsi" w:eastAsia="Times New Roman" w:hAnsiTheme="majorHAnsi" w:cs="Times New Roman"/>
        </w:rPr>
      </w:pPr>
      <w:r w:rsidRPr="004A2CC5">
        <w:rPr>
          <w:rFonts w:asciiTheme="majorHAnsi" w:eastAsia="Times New Roman" w:hAnsiTheme="majorHAnsi" w:cs="Times New Roman"/>
        </w:rPr>
        <w:t>požad</w:t>
      </w:r>
      <w:r w:rsidR="004A2CC5">
        <w:rPr>
          <w:rFonts w:asciiTheme="majorHAnsi" w:eastAsia="Times New Roman" w:hAnsiTheme="majorHAnsi" w:cs="Times New Roman"/>
        </w:rPr>
        <w:t>uje</w:t>
      </w:r>
      <w:r w:rsidRPr="004A2CC5">
        <w:rPr>
          <w:rFonts w:asciiTheme="majorHAnsi" w:eastAsia="Times New Roman" w:hAnsiTheme="majorHAnsi" w:cs="Times New Roman"/>
        </w:rPr>
        <w:t xml:space="preserve"> 100% kompatibilit</w:t>
      </w:r>
      <w:r w:rsidR="004A2CC5">
        <w:rPr>
          <w:rFonts w:asciiTheme="majorHAnsi" w:eastAsia="Times New Roman" w:hAnsiTheme="majorHAnsi" w:cs="Times New Roman"/>
        </w:rPr>
        <w:t>u</w:t>
      </w:r>
      <w:r w:rsidRPr="004A2CC5">
        <w:rPr>
          <w:rFonts w:asciiTheme="majorHAnsi" w:eastAsia="Times New Roman" w:hAnsiTheme="majorHAnsi" w:cs="Times New Roman"/>
        </w:rPr>
        <w:t xml:space="preserve"> s OS Windows Server ve verzích 2019 a 2022.</w:t>
      </w:r>
    </w:p>
    <w:p w14:paraId="3C1E95FF" w14:textId="242B84BA" w:rsidR="009D3A9E" w:rsidRPr="006E04E2" w:rsidRDefault="009D3A9E" w:rsidP="009A4A77">
      <w:pPr>
        <w:pStyle w:val="Odstavecseseznamem"/>
        <w:keepLines/>
        <w:widowControl w:val="0"/>
        <w:numPr>
          <w:ilvl w:val="0"/>
          <w:numId w:val="43"/>
        </w:numPr>
        <w:tabs>
          <w:tab w:val="num" w:pos="567"/>
        </w:tabs>
        <w:spacing w:before="120" w:after="120" w:line="240" w:lineRule="auto"/>
        <w:ind w:left="567" w:hanging="141"/>
        <w:rPr>
          <w:rFonts w:asciiTheme="majorHAnsi" w:eastAsia="Times New Roman" w:hAnsiTheme="majorHAnsi" w:cs="Times New Roman"/>
        </w:rPr>
      </w:pPr>
      <w:r w:rsidRPr="006E04E2">
        <w:rPr>
          <w:rFonts w:asciiTheme="majorHAnsi" w:eastAsia="Times New Roman" w:hAnsiTheme="majorHAnsi" w:cs="Times New Roman"/>
        </w:rPr>
        <w:t>požad</w:t>
      </w:r>
      <w:r w:rsidR="006E04E2">
        <w:rPr>
          <w:rFonts w:asciiTheme="majorHAnsi" w:eastAsia="Times New Roman" w:hAnsiTheme="majorHAnsi" w:cs="Times New Roman"/>
        </w:rPr>
        <w:t>uje</w:t>
      </w:r>
      <w:r w:rsidRPr="006E04E2">
        <w:rPr>
          <w:rFonts w:asciiTheme="majorHAnsi" w:eastAsia="Times New Roman" w:hAnsiTheme="majorHAnsi" w:cs="Times New Roman"/>
        </w:rPr>
        <w:t xml:space="preserve"> 100% kompatibilita s OS RHEL ve verzích 8.x a 9.x.</w:t>
      </w:r>
    </w:p>
    <w:p w14:paraId="5CA590A7" w14:textId="77777777" w:rsidR="00501C42" w:rsidRDefault="00501C42" w:rsidP="000E00D4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jc w:val="both"/>
        <w:rPr>
          <w:rFonts w:asciiTheme="majorHAnsi" w:eastAsia="Times New Roman" w:hAnsiTheme="majorHAnsi" w:cs="Times New Roman"/>
          <w:u w:val="single"/>
        </w:rPr>
      </w:pPr>
    </w:p>
    <w:p w14:paraId="3BE9E2AA" w14:textId="13B9DED0" w:rsidR="000E00D4" w:rsidRPr="00221465" w:rsidRDefault="000E00D4" w:rsidP="000E00D4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  <w:u w:val="single"/>
        </w:rPr>
        <w:t>K</w:t>
      </w:r>
      <w:r w:rsidRPr="00A17A0F">
        <w:rPr>
          <w:rFonts w:asciiTheme="majorHAnsi" w:eastAsia="Times New Roman" w:hAnsiTheme="majorHAnsi" w:cs="Times New Roman"/>
          <w:u w:val="single"/>
        </w:rPr>
        <w:t>valita a specifikace Hardware:</w:t>
      </w:r>
      <w:r w:rsidRPr="00221465">
        <w:rPr>
          <w:rFonts w:asciiTheme="majorHAnsi" w:eastAsia="Times New Roman" w:hAnsiTheme="majorHAnsi" w:cs="Times New Roman"/>
        </w:rPr>
        <w:t xml:space="preserve"> </w:t>
      </w:r>
      <w:r w:rsidRPr="00221465">
        <w:rPr>
          <w:rFonts w:asciiTheme="majorHAnsi" w:eastAsia="Times New Roman" w:hAnsiTheme="majorHAnsi" w:cs="Times New Roman"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221465">
        <w:rPr>
          <w:rFonts w:asciiTheme="majorHAnsi" w:eastAsia="Times New Roman" w:hAnsiTheme="majorHAnsi" w:cs="Times New Roman"/>
          <w:highlight w:val="green"/>
        </w:rPr>
        <w:t>]</w:t>
      </w:r>
    </w:p>
    <w:p w14:paraId="72084293" w14:textId="77777777" w:rsidR="00D032C7" w:rsidRDefault="00D032C7" w:rsidP="000E00D4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  <w:u w:val="single"/>
        </w:rPr>
      </w:pPr>
    </w:p>
    <w:p w14:paraId="16A97970" w14:textId="324A9378" w:rsidR="000E00D4" w:rsidRDefault="000E00D4" w:rsidP="000E00D4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A17A0F">
        <w:rPr>
          <w:rFonts w:asciiTheme="majorHAnsi" w:eastAsia="Times New Roman" w:hAnsiTheme="majorHAnsi" w:cs="Arial"/>
          <w:bCs/>
          <w:iCs/>
          <w:u w:val="single"/>
        </w:rPr>
        <w:t>Specifikace dalšího zařízení, které je součástí Plnění:</w:t>
      </w:r>
      <w:r w:rsidRPr="00221465">
        <w:rPr>
          <w:rFonts w:asciiTheme="majorHAnsi" w:eastAsia="Times New Roman" w:hAnsiTheme="majorHAnsi" w:cs="Arial"/>
          <w:bCs/>
          <w:iCs/>
        </w:rPr>
        <w:t xml:space="preserve"> </w:t>
      </w:r>
      <w:r w:rsidRPr="00221465">
        <w:rPr>
          <w:rFonts w:asciiTheme="majorHAnsi" w:eastAsia="Times New Roman" w:hAnsiTheme="majorHAnsi" w:cs="Times New Roman"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221465">
        <w:rPr>
          <w:rFonts w:asciiTheme="majorHAnsi" w:eastAsia="Times New Roman" w:hAnsiTheme="majorHAnsi" w:cs="Times New Roman"/>
          <w:highlight w:val="green"/>
        </w:rPr>
        <w:t>]</w:t>
      </w:r>
    </w:p>
    <w:p w14:paraId="12D26EBF" w14:textId="77777777" w:rsidR="00D032C7" w:rsidRDefault="00D032C7" w:rsidP="000E00D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2A5351DD" w14:textId="46FF2755" w:rsidR="00297020" w:rsidRPr="006E04E2" w:rsidRDefault="007B0E67" w:rsidP="002D127E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/>
          <w:iCs/>
        </w:rPr>
      </w:pPr>
      <w:r w:rsidRPr="006E04E2">
        <w:rPr>
          <w:rFonts w:asciiTheme="majorHAnsi" w:eastAsia="Times New Roman" w:hAnsiTheme="majorHAnsi" w:cs="Arial"/>
          <w:b/>
          <w:iCs/>
        </w:rPr>
        <w:t>Kupující požaduje</w:t>
      </w:r>
      <w:r w:rsidR="003F163C">
        <w:rPr>
          <w:rFonts w:asciiTheme="majorHAnsi" w:eastAsia="Times New Roman" w:hAnsiTheme="majorHAnsi" w:cs="Arial"/>
          <w:b/>
          <w:iCs/>
        </w:rPr>
        <w:t>,</w:t>
      </w:r>
      <w:r w:rsidRPr="006E04E2">
        <w:rPr>
          <w:rFonts w:asciiTheme="majorHAnsi" w:eastAsia="Times New Roman" w:hAnsiTheme="majorHAnsi" w:cs="Arial"/>
          <w:b/>
          <w:iCs/>
        </w:rPr>
        <w:t xml:space="preserve"> </w:t>
      </w:r>
      <w:r w:rsidR="00CD672C">
        <w:rPr>
          <w:rFonts w:asciiTheme="majorHAnsi" w:eastAsia="Times New Roman" w:hAnsiTheme="majorHAnsi" w:cs="Arial"/>
          <w:b/>
          <w:iCs/>
        </w:rPr>
        <w:t xml:space="preserve">krom vyplnění Přílohy </w:t>
      </w:r>
      <w:r w:rsidR="003F163C">
        <w:rPr>
          <w:rFonts w:asciiTheme="majorHAnsi" w:eastAsia="Times New Roman" w:hAnsiTheme="majorHAnsi" w:cs="Arial"/>
          <w:b/>
          <w:iCs/>
        </w:rPr>
        <w:t>č. 2 K</w:t>
      </w:r>
      <w:r w:rsidR="00CD672C">
        <w:rPr>
          <w:rFonts w:asciiTheme="majorHAnsi" w:eastAsia="Times New Roman" w:hAnsiTheme="majorHAnsi" w:cs="Arial"/>
          <w:b/>
          <w:iCs/>
        </w:rPr>
        <w:t xml:space="preserve">upní smlouvy </w:t>
      </w:r>
      <w:r w:rsidR="008C0F1A">
        <w:rPr>
          <w:rFonts w:asciiTheme="majorHAnsi" w:eastAsia="Times New Roman" w:hAnsiTheme="majorHAnsi" w:cs="Arial"/>
          <w:b/>
          <w:iCs/>
        </w:rPr>
        <w:t>–</w:t>
      </w:r>
      <w:r w:rsidR="003F163C">
        <w:rPr>
          <w:rFonts w:asciiTheme="majorHAnsi" w:eastAsia="Times New Roman" w:hAnsiTheme="majorHAnsi" w:cs="Arial"/>
          <w:b/>
          <w:iCs/>
        </w:rPr>
        <w:t xml:space="preserve"> </w:t>
      </w:r>
      <w:r w:rsidR="00CD672C" w:rsidRPr="003F163C">
        <w:rPr>
          <w:rFonts w:asciiTheme="majorHAnsi" w:eastAsia="Times New Roman" w:hAnsiTheme="majorHAnsi" w:cs="Arial"/>
          <w:b/>
          <w:i/>
        </w:rPr>
        <w:t>Cena Plnění</w:t>
      </w:r>
      <w:r w:rsidR="003F163C">
        <w:rPr>
          <w:rFonts w:asciiTheme="majorHAnsi" w:eastAsia="Times New Roman" w:hAnsiTheme="majorHAnsi" w:cs="Arial"/>
          <w:b/>
          <w:iCs/>
        </w:rPr>
        <w:t xml:space="preserve">, také </w:t>
      </w:r>
      <w:r w:rsidRPr="006E04E2">
        <w:rPr>
          <w:rFonts w:asciiTheme="majorHAnsi" w:eastAsia="Times New Roman" w:hAnsiTheme="majorHAnsi" w:cs="Arial"/>
          <w:b/>
          <w:iCs/>
        </w:rPr>
        <w:t>doložení detailního rozpadu nabídkové ceny na jednotlivé komponenty, licence a</w:t>
      </w:r>
      <w:r w:rsidR="008C0F1A">
        <w:rPr>
          <w:rFonts w:asciiTheme="majorHAnsi" w:eastAsia="Times New Roman" w:hAnsiTheme="majorHAnsi" w:cs="Arial"/>
          <w:b/>
          <w:iCs/>
        </w:rPr>
        <w:t> </w:t>
      </w:r>
      <w:r w:rsidRPr="006E04E2">
        <w:rPr>
          <w:rFonts w:asciiTheme="majorHAnsi" w:eastAsia="Times New Roman" w:hAnsiTheme="majorHAnsi" w:cs="Arial"/>
          <w:b/>
          <w:iCs/>
        </w:rPr>
        <w:t>software, tak jak to poskytují výrobci hardware ve svých konfigurátorech (tzv.</w:t>
      </w:r>
      <w:r w:rsidR="008C0F1A">
        <w:rPr>
          <w:rFonts w:asciiTheme="majorHAnsi" w:eastAsia="Times New Roman" w:hAnsiTheme="majorHAnsi" w:cs="Arial"/>
          <w:b/>
          <w:iCs/>
        </w:rPr>
        <w:t> </w:t>
      </w:r>
      <w:proofErr w:type="spellStart"/>
      <w:r w:rsidRPr="006E04E2">
        <w:rPr>
          <w:rFonts w:asciiTheme="majorHAnsi" w:eastAsia="Times New Roman" w:hAnsiTheme="majorHAnsi" w:cs="Arial"/>
          <w:b/>
          <w:iCs/>
        </w:rPr>
        <w:t>estimate</w:t>
      </w:r>
      <w:proofErr w:type="spellEnd"/>
      <w:r w:rsidRPr="006E04E2">
        <w:rPr>
          <w:rFonts w:asciiTheme="majorHAnsi" w:eastAsia="Times New Roman" w:hAnsiTheme="majorHAnsi" w:cs="Arial"/>
          <w:b/>
          <w:iCs/>
        </w:rPr>
        <w:t>).</w:t>
      </w:r>
    </w:p>
    <w:p w14:paraId="6BA13936" w14:textId="77777777" w:rsidR="00096EEC" w:rsidRDefault="00096EEC" w:rsidP="000E00D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7EA483D1" w14:textId="1E3FDB72" w:rsidR="000E00D4" w:rsidRPr="00221465" w:rsidRDefault="000E00D4" w:rsidP="002D127E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  <w:r>
        <w:rPr>
          <w:rFonts w:asciiTheme="majorHAnsi" w:eastAsia="Times New Roman" w:hAnsiTheme="majorHAnsi" w:cs="Arial"/>
          <w:bCs/>
          <w:iCs/>
        </w:rPr>
        <w:t>Prodávající</w:t>
      </w:r>
      <w:r w:rsidRPr="00221465">
        <w:rPr>
          <w:rFonts w:asciiTheme="majorHAnsi" w:eastAsia="Times New Roman" w:hAnsiTheme="majorHAnsi" w:cs="Arial"/>
          <w:bCs/>
          <w:iCs/>
        </w:rPr>
        <w:t xml:space="preserve"> je povinen předat </w:t>
      </w:r>
      <w:r>
        <w:rPr>
          <w:rFonts w:asciiTheme="majorHAnsi" w:eastAsia="Times New Roman" w:hAnsiTheme="majorHAnsi" w:cs="Arial"/>
          <w:bCs/>
          <w:iCs/>
        </w:rPr>
        <w:t>Kupujícímu</w:t>
      </w:r>
      <w:r w:rsidRPr="00221465">
        <w:rPr>
          <w:rFonts w:asciiTheme="majorHAnsi" w:eastAsia="Times New Roman" w:hAnsiTheme="majorHAnsi" w:cs="Arial"/>
          <w:bCs/>
          <w:iCs/>
        </w:rPr>
        <w:t xml:space="preserve"> spolu s Hardware doklady, které jsou nutné k převzetí a k užívání Hardware, a to: </w:t>
      </w:r>
    </w:p>
    <w:p w14:paraId="0861E9BB" w14:textId="77777777" w:rsidR="000E00D4" w:rsidRPr="002D127E" w:rsidRDefault="000E00D4" w:rsidP="00F7516D">
      <w:pPr>
        <w:pStyle w:val="Odstavecseseznamem"/>
        <w:keepLines/>
        <w:widowControl w:val="0"/>
        <w:numPr>
          <w:ilvl w:val="0"/>
          <w:numId w:val="6"/>
        </w:numPr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 w:rsidRPr="002D127E">
        <w:rPr>
          <w:rFonts w:asciiTheme="majorHAnsi" w:eastAsia="Times New Roman" w:hAnsiTheme="majorHAnsi" w:cs="Times New Roman"/>
        </w:rPr>
        <w:t>technickou dokumentaci Hardware a Software;</w:t>
      </w:r>
    </w:p>
    <w:p w14:paraId="2F5067B4" w14:textId="77777777" w:rsidR="000E00D4" w:rsidRPr="002D127E" w:rsidRDefault="000E00D4" w:rsidP="00F7516D">
      <w:pPr>
        <w:pStyle w:val="Odstavecseseznamem"/>
        <w:keepLines/>
        <w:widowControl w:val="0"/>
        <w:numPr>
          <w:ilvl w:val="0"/>
          <w:numId w:val="6"/>
        </w:numPr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 w:rsidRPr="002D127E">
        <w:rPr>
          <w:rFonts w:asciiTheme="majorHAnsi" w:eastAsia="Times New Roman" w:hAnsiTheme="majorHAnsi" w:cs="Times New Roman"/>
        </w:rPr>
        <w:t>návod k obsluze;</w:t>
      </w:r>
    </w:p>
    <w:p w14:paraId="3AA723C8" w14:textId="77777777" w:rsidR="000E00D4" w:rsidRPr="002D127E" w:rsidRDefault="000E00D4" w:rsidP="00F7516D">
      <w:pPr>
        <w:pStyle w:val="Odstavecseseznamem"/>
        <w:keepLines/>
        <w:widowControl w:val="0"/>
        <w:numPr>
          <w:ilvl w:val="0"/>
          <w:numId w:val="6"/>
        </w:numPr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 w:rsidRPr="002D127E">
        <w:rPr>
          <w:rFonts w:asciiTheme="majorHAnsi" w:eastAsia="Times New Roman" w:hAnsiTheme="majorHAnsi" w:cs="Times New Roman"/>
        </w:rPr>
        <w:t>prohlášení výrobce o shodě;</w:t>
      </w:r>
    </w:p>
    <w:p w14:paraId="39147CC2" w14:textId="77777777" w:rsidR="000E00D4" w:rsidRPr="002D127E" w:rsidRDefault="000E00D4" w:rsidP="00F7516D">
      <w:pPr>
        <w:pStyle w:val="Odstavecseseznamem"/>
        <w:keepLines/>
        <w:widowControl w:val="0"/>
        <w:numPr>
          <w:ilvl w:val="0"/>
          <w:numId w:val="6"/>
        </w:numPr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 w:rsidRPr="002D127E">
        <w:rPr>
          <w:rFonts w:asciiTheme="majorHAnsi" w:eastAsia="Times New Roman" w:hAnsiTheme="majorHAnsi" w:cs="Times New Roman"/>
        </w:rPr>
        <w:t>Dodací list;</w:t>
      </w:r>
    </w:p>
    <w:p w14:paraId="6202F4CB" w14:textId="77777777" w:rsidR="000E00D4" w:rsidRDefault="000E00D4" w:rsidP="00F7516D">
      <w:pPr>
        <w:pStyle w:val="Odstavecseseznamem"/>
        <w:keepLines/>
        <w:widowControl w:val="0"/>
        <w:numPr>
          <w:ilvl w:val="0"/>
          <w:numId w:val="6"/>
        </w:numPr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 w:rsidRPr="002D127E">
        <w:rPr>
          <w:rFonts w:asciiTheme="majorHAnsi" w:eastAsia="Times New Roman" w:hAnsiTheme="majorHAnsi" w:cs="Times New Roman"/>
        </w:rPr>
        <w:t xml:space="preserve">a další dokumenty potřebné k užívání Hardware či Software: </w:t>
      </w:r>
      <w:r w:rsidRPr="002D127E">
        <w:rPr>
          <w:rFonts w:asciiTheme="majorHAnsi" w:eastAsia="Times New Roman" w:hAnsiTheme="majorHAnsi" w:cs="Times New Roman"/>
          <w:highlight w:val="green"/>
        </w:rPr>
        <w:t>[</w:t>
      </w:r>
      <w:r w:rsidRPr="002D127E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2D127E">
        <w:rPr>
          <w:rFonts w:asciiTheme="majorHAnsi" w:eastAsia="Times New Roman" w:hAnsiTheme="majorHAnsi" w:cs="Times New Roman"/>
          <w:highlight w:val="green"/>
        </w:rPr>
        <w:t>]</w:t>
      </w:r>
      <w:r w:rsidRPr="002D127E">
        <w:rPr>
          <w:rFonts w:asciiTheme="majorHAnsi" w:eastAsia="Times New Roman" w:hAnsiTheme="majorHAnsi" w:cs="Times New Roman"/>
        </w:rPr>
        <w:t>.</w:t>
      </w:r>
    </w:p>
    <w:p w14:paraId="39BCF4E0" w14:textId="77777777" w:rsidR="006F719D" w:rsidRDefault="006F719D" w:rsidP="006F719D">
      <w:pPr>
        <w:keepLines/>
        <w:widowControl w:val="0"/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</w:p>
    <w:p w14:paraId="0FE76B22" w14:textId="77777777" w:rsidR="006F719D" w:rsidRDefault="006F719D" w:rsidP="006F719D">
      <w:pPr>
        <w:keepLines/>
        <w:widowControl w:val="0"/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</w:p>
    <w:p w14:paraId="3962896C" w14:textId="77777777" w:rsidR="00F80435" w:rsidRPr="002D127E" w:rsidRDefault="00F80435" w:rsidP="002D127E">
      <w:pPr>
        <w:keepLines/>
        <w:widowControl w:val="0"/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</w:p>
    <w:p w14:paraId="5EE451D3" w14:textId="77777777" w:rsidR="00087D48" w:rsidRPr="00221465" w:rsidRDefault="00087D48" w:rsidP="00F7516D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Instalace hardware</w:t>
      </w:r>
      <w:bookmarkEnd w:id="4"/>
      <w:bookmarkEnd w:id="5"/>
      <w:bookmarkEnd w:id="6"/>
      <w:bookmarkEnd w:id="7"/>
    </w:p>
    <w:p w14:paraId="63D9C826" w14:textId="01052E8F" w:rsidR="00F4225A" w:rsidRDefault="00B623EA" w:rsidP="005B72EB">
      <w:pPr>
        <w:keepNext/>
        <w:keepLines/>
        <w:tabs>
          <w:tab w:val="center" w:pos="2412"/>
        </w:tabs>
        <w:spacing w:before="240" w:after="120" w:line="266" w:lineRule="auto"/>
        <w:ind w:left="-17" w:firstLine="17"/>
        <w:outlineLvl w:val="0"/>
      </w:pPr>
      <w:bookmarkStart w:id="8" w:name="_Toc517632208"/>
      <w:bookmarkStart w:id="9" w:name="_Toc517978985"/>
      <w:bookmarkStart w:id="10" w:name="_Toc518251182"/>
      <w:bookmarkStart w:id="11" w:name="_Toc533063758"/>
      <w:r w:rsidRPr="006309C9">
        <w:rPr>
          <w:rFonts w:eastAsia="Calibri" w:cs="Times New Roman"/>
        </w:rPr>
        <w:t xml:space="preserve">Instalace dodaného </w:t>
      </w:r>
      <w:r>
        <w:rPr>
          <w:rFonts w:eastAsia="Calibri" w:cs="Times New Roman"/>
        </w:rPr>
        <w:t>Hardware</w:t>
      </w:r>
      <w:r w:rsidRPr="006309C9">
        <w:rPr>
          <w:rFonts w:eastAsia="Calibri" w:cs="Times New Roman"/>
        </w:rPr>
        <w:t xml:space="preserve"> v</w:t>
      </w:r>
      <w:r w:rsidR="005C0D96">
        <w:rPr>
          <w:rFonts w:eastAsia="Calibri" w:cs="Times New Roman"/>
        </w:rPr>
        <w:t xml:space="preserve"> předmětných </w:t>
      </w:r>
      <w:r w:rsidRPr="006309C9">
        <w:rPr>
          <w:rFonts w:eastAsia="Calibri" w:cs="Times New Roman"/>
        </w:rPr>
        <w:t>lokalit</w:t>
      </w:r>
      <w:r w:rsidR="005C0D96">
        <w:rPr>
          <w:rFonts w:eastAsia="Calibri" w:cs="Times New Roman"/>
        </w:rPr>
        <w:t>ách</w:t>
      </w:r>
      <w:r w:rsidRPr="006309C9">
        <w:rPr>
          <w:rFonts w:eastAsia="Calibri" w:cs="Times New Roman"/>
        </w:rPr>
        <w:t xml:space="preserve"> </w:t>
      </w:r>
      <w:r w:rsidR="00634F7A">
        <w:rPr>
          <w:rFonts w:eastAsia="Calibri" w:cs="Times New Roman"/>
        </w:rPr>
        <w:t>v rozsahu:</w:t>
      </w:r>
    </w:p>
    <w:p w14:paraId="121B8E96" w14:textId="15A1DDA8" w:rsidR="00820798" w:rsidRDefault="00B623EA" w:rsidP="00F7516D">
      <w:pPr>
        <w:pStyle w:val="Odstavecseseznamem"/>
        <w:numPr>
          <w:ilvl w:val="0"/>
          <w:numId w:val="7"/>
        </w:numPr>
      </w:pPr>
      <w:r w:rsidRPr="006309C9">
        <w:t xml:space="preserve">Montáž dodaného </w:t>
      </w:r>
      <w:r>
        <w:t>Hardware</w:t>
      </w:r>
      <w:r w:rsidRPr="006309C9">
        <w:t xml:space="preserve"> do rack</w:t>
      </w:r>
      <w:r w:rsidR="003E3E1A">
        <w:t>ových skříní v</w:t>
      </w:r>
      <w:r w:rsidR="00DE6C19">
        <w:t> jednotlivých lokalitách</w:t>
      </w:r>
    </w:p>
    <w:p w14:paraId="620B472A" w14:textId="0781E396" w:rsidR="005B72EB" w:rsidRPr="006309C9" w:rsidRDefault="00B52CAC" w:rsidP="00F7516D">
      <w:pPr>
        <w:pStyle w:val="Odstavecseseznamem"/>
        <w:numPr>
          <w:ilvl w:val="0"/>
          <w:numId w:val="7"/>
        </w:numPr>
      </w:pPr>
      <w:r>
        <w:t>Odvoz a ekologická likvidace obalových mater</w:t>
      </w:r>
      <w:r w:rsidR="002823DF">
        <w:t>i</w:t>
      </w:r>
      <w:r>
        <w:t>álů</w:t>
      </w:r>
    </w:p>
    <w:p w14:paraId="080C7E01" w14:textId="77777777" w:rsidR="000B2610" w:rsidRPr="006309C9" w:rsidRDefault="000B2610" w:rsidP="002D127E"/>
    <w:p w14:paraId="5CB81A8F" w14:textId="107F76F8" w:rsidR="00B623EA" w:rsidRPr="006309C9" w:rsidRDefault="00B623EA" w:rsidP="002D127E"/>
    <w:p w14:paraId="13FCDD64" w14:textId="77777777" w:rsidR="00087D48" w:rsidRPr="00221465" w:rsidRDefault="00087D48" w:rsidP="00F7516D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Specifikace software</w:t>
      </w:r>
      <w:bookmarkEnd w:id="8"/>
      <w:bookmarkEnd w:id="9"/>
      <w:bookmarkEnd w:id="10"/>
      <w:bookmarkEnd w:id="11"/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 xml:space="preserve"> dodávaného k hardware</w:t>
      </w:r>
    </w:p>
    <w:p w14:paraId="66C606E3" w14:textId="346310C2" w:rsidR="00087D48" w:rsidRPr="00221465" w:rsidRDefault="00087D48" w:rsidP="002D127E">
      <w:pPr>
        <w:widowControl w:val="0"/>
        <w:numPr>
          <w:ilvl w:val="1"/>
          <w:numId w:val="0"/>
        </w:numPr>
        <w:tabs>
          <w:tab w:val="num" w:pos="142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  <w:highlight w:val="green"/>
        </w:rPr>
      </w:pPr>
      <w:r w:rsidRPr="00221465">
        <w:rPr>
          <w:rFonts w:asciiTheme="majorHAnsi" w:eastAsia="Times New Roman" w:hAnsiTheme="majorHAnsi" w:cs="Arial"/>
          <w:bCs/>
          <w:iCs/>
        </w:rPr>
        <w:t>Současně s Dodávkou poskytne Prodávající Kupujícímu tento Software (např. firmware, obslužné ovladače a další níže specifikovaný Software):</w:t>
      </w:r>
      <w:r w:rsidR="007F2B3A">
        <w:rPr>
          <w:rFonts w:asciiTheme="majorHAnsi" w:eastAsia="Times New Roman" w:hAnsiTheme="majorHAnsi" w:cs="Arial"/>
          <w:bCs/>
          <w:iCs/>
        </w:rPr>
        <w:br/>
      </w:r>
      <w:r w:rsidRPr="00221465">
        <w:rPr>
          <w:rFonts w:asciiTheme="majorHAnsi" w:eastAsia="Times New Roman" w:hAnsiTheme="majorHAnsi" w:cs="Times New Roman"/>
          <w:bCs/>
          <w:iCs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bCs/>
          <w:i/>
          <w:iCs/>
          <w:highlight w:val="green"/>
        </w:rPr>
        <w:t xml:space="preserve">NÍŽE UVEDENOU TABULKU 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PRODÁVAJÍCÍ</w:t>
      </w:r>
      <w:r w:rsidRPr="00221465">
        <w:rPr>
          <w:rFonts w:asciiTheme="majorHAnsi" w:eastAsia="Times New Roman" w:hAnsiTheme="majorHAnsi" w:cs="Times New Roman"/>
          <w:bCs/>
          <w:i/>
          <w:iCs/>
          <w:highlight w:val="green"/>
        </w:rPr>
        <w:t xml:space="preserve"> POUŽIJE DLE POČTU POSKYTNUTÉHO SOFTWARE</w:t>
      </w:r>
      <w:r>
        <w:rPr>
          <w:rFonts w:asciiTheme="majorHAnsi" w:eastAsia="Times New Roman" w:hAnsiTheme="majorHAnsi" w:cs="Times New Roman"/>
          <w:bCs/>
          <w:i/>
          <w:iCs/>
          <w:highlight w:val="green"/>
        </w:rPr>
        <w:t>.</w:t>
      </w:r>
      <w:r w:rsidRPr="00221465">
        <w:rPr>
          <w:rFonts w:asciiTheme="majorHAnsi" w:eastAsia="Times New Roman" w:hAnsiTheme="majorHAnsi" w:cs="Times New Roman"/>
          <w:bCs/>
          <w:iCs/>
          <w:highlight w:val="green"/>
        </w:rPr>
        <w:t>]</w:t>
      </w:r>
    </w:p>
    <w:tbl>
      <w:tblPr>
        <w:tblStyle w:val="Mkatabulky1"/>
        <w:tblW w:w="0" w:type="auto"/>
        <w:tblInd w:w="-5" w:type="dxa"/>
        <w:tblLook w:val="04A0" w:firstRow="1" w:lastRow="0" w:firstColumn="1" w:lastColumn="0" w:noHBand="0" w:noVBand="1"/>
      </w:tblPr>
      <w:tblGrid>
        <w:gridCol w:w="3686"/>
        <w:gridCol w:w="5011"/>
      </w:tblGrid>
      <w:tr w:rsidR="00087D48" w:rsidRPr="003D7AA7" w14:paraId="535CC00F" w14:textId="77777777" w:rsidTr="002D127E">
        <w:tc>
          <w:tcPr>
            <w:tcW w:w="8697" w:type="dxa"/>
            <w:gridSpan w:val="2"/>
            <w:shd w:val="clear" w:color="auto" w:fill="D9D9D9"/>
          </w:tcPr>
          <w:p w14:paraId="56033032" w14:textId="77777777" w:rsidR="00087D48" w:rsidRPr="00C07E9A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  <w:highlight w:val="green"/>
              </w:rPr>
            </w:pPr>
            <w:r w:rsidRPr="00C07E9A">
              <w:rPr>
                <w:rFonts w:asciiTheme="majorHAnsi" w:hAnsiTheme="majorHAnsi" w:cs="Arial"/>
                <w:b/>
                <w:bCs/>
                <w:iCs/>
              </w:rPr>
              <w:t>Specifikace Software:</w:t>
            </w:r>
          </w:p>
        </w:tc>
      </w:tr>
      <w:tr w:rsidR="00087D48" w:rsidRPr="003D7AA7" w14:paraId="7A77B620" w14:textId="77777777" w:rsidTr="002D127E">
        <w:tc>
          <w:tcPr>
            <w:tcW w:w="3686" w:type="dxa"/>
          </w:tcPr>
          <w:p w14:paraId="2840EDBF" w14:textId="77777777" w:rsidR="00087D48" w:rsidRPr="00C07E9A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C07E9A">
              <w:rPr>
                <w:rFonts w:asciiTheme="majorHAnsi" w:hAnsiTheme="majorHAnsi" w:cs="Arial"/>
                <w:bCs/>
                <w:iCs/>
              </w:rPr>
              <w:t>název Software:</w:t>
            </w:r>
          </w:p>
        </w:tc>
        <w:tc>
          <w:tcPr>
            <w:tcW w:w="5011" w:type="dxa"/>
          </w:tcPr>
          <w:p w14:paraId="5DED7A3F" w14:textId="77777777" w:rsidR="00087D48" w:rsidRPr="00C07E9A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C07E9A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C07E9A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C07E9A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C07E9A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  <w:tr w:rsidR="00087D48" w:rsidRPr="003D7AA7" w14:paraId="7053AFD7" w14:textId="77777777" w:rsidTr="002D127E">
        <w:tc>
          <w:tcPr>
            <w:tcW w:w="3686" w:type="dxa"/>
          </w:tcPr>
          <w:p w14:paraId="5D92D166" w14:textId="77777777" w:rsidR="00087D48" w:rsidRPr="00C07E9A" w:rsidRDefault="00087D48" w:rsidP="00805A75">
            <w:pPr>
              <w:keepLines/>
              <w:widowControl w:val="0"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C07E9A">
              <w:rPr>
                <w:rFonts w:asciiTheme="majorHAnsi" w:hAnsiTheme="majorHAnsi"/>
              </w:rPr>
              <w:t xml:space="preserve">název výrobce Software: </w:t>
            </w:r>
          </w:p>
        </w:tc>
        <w:tc>
          <w:tcPr>
            <w:tcW w:w="5011" w:type="dxa"/>
          </w:tcPr>
          <w:p w14:paraId="647825EC" w14:textId="77777777" w:rsidR="00087D48" w:rsidRPr="00C07E9A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C07E9A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C07E9A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C07E9A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C07E9A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  <w:tr w:rsidR="00087D48" w:rsidRPr="003D7AA7" w14:paraId="7898A202" w14:textId="77777777" w:rsidTr="002D127E">
        <w:tc>
          <w:tcPr>
            <w:tcW w:w="3686" w:type="dxa"/>
          </w:tcPr>
          <w:p w14:paraId="558DB487" w14:textId="77777777" w:rsidR="00087D48" w:rsidRPr="00C07E9A" w:rsidRDefault="00087D48" w:rsidP="00805A75">
            <w:pPr>
              <w:widowControl w:val="0"/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C07E9A">
              <w:rPr>
                <w:rFonts w:asciiTheme="majorHAnsi" w:hAnsiTheme="majorHAnsi" w:cs="Arial"/>
                <w:bCs/>
                <w:iCs/>
              </w:rPr>
              <w:t xml:space="preserve">popis jakým způsobem budou Kupujícímu zajištěny aktualizace Software </w:t>
            </w:r>
          </w:p>
        </w:tc>
        <w:tc>
          <w:tcPr>
            <w:tcW w:w="5011" w:type="dxa"/>
          </w:tcPr>
          <w:p w14:paraId="38538EC3" w14:textId="77777777" w:rsidR="00087D48" w:rsidRPr="00C07E9A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C07E9A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C07E9A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C07E9A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C07E9A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</w:tbl>
    <w:p w14:paraId="5FE21BD7" w14:textId="5786A83C" w:rsidR="007F3A13" w:rsidRDefault="007F3A13">
      <w:pPr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12" w:name="_Toc517632209"/>
      <w:bookmarkStart w:id="13" w:name="_Toc517978986"/>
      <w:bookmarkStart w:id="14" w:name="_Toc518251183"/>
      <w:bookmarkStart w:id="15" w:name="_Toc533063759"/>
    </w:p>
    <w:p w14:paraId="57AF9C85" w14:textId="77777777" w:rsidR="00473E0C" w:rsidRDefault="00473E0C">
      <w:pPr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7C235FE7" w14:textId="3592FD09" w:rsidR="00E927BA" w:rsidRPr="00221465" w:rsidRDefault="00E927BA" w:rsidP="00F7516D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>
        <w:rPr>
          <w:rFonts w:asciiTheme="majorHAnsi" w:eastAsia="Times New Roman" w:hAnsiTheme="majorHAnsi" w:cs="Arial"/>
          <w:b/>
          <w:bCs/>
          <w:caps/>
          <w:kern w:val="32"/>
        </w:rPr>
        <w:t>S</w:t>
      </w: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 xml:space="preserve">pecifikace </w:t>
      </w:r>
      <w:r>
        <w:rPr>
          <w:rFonts w:asciiTheme="majorHAnsi" w:eastAsia="Times New Roman" w:hAnsiTheme="majorHAnsi" w:cs="Arial"/>
          <w:b/>
          <w:bCs/>
          <w:caps/>
          <w:kern w:val="32"/>
        </w:rPr>
        <w:t>SOFTWARE</w:t>
      </w:r>
    </w:p>
    <w:p w14:paraId="59C34207" w14:textId="1A39A050" w:rsidR="00D15231" w:rsidRDefault="00E927BA" w:rsidP="002D127E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Arial"/>
          <w:bCs/>
          <w:iCs/>
        </w:rPr>
      </w:pPr>
      <w:r w:rsidRPr="00221465">
        <w:rPr>
          <w:rFonts w:asciiTheme="majorHAnsi" w:eastAsia="Times New Roman" w:hAnsiTheme="majorHAnsi" w:cs="Arial"/>
          <w:bCs/>
          <w:iCs/>
        </w:rPr>
        <w:t xml:space="preserve">Na základě této Smlouvy dodá Prodávající </w:t>
      </w:r>
      <w:r>
        <w:rPr>
          <w:rFonts w:asciiTheme="majorHAnsi" w:eastAsia="Times New Roman" w:hAnsiTheme="majorHAnsi" w:cs="Arial"/>
          <w:bCs/>
          <w:iCs/>
        </w:rPr>
        <w:t>Software</w:t>
      </w:r>
      <w:r w:rsidRPr="00221465">
        <w:rPr>
          <w:rFonts w:asciiTheme="majorHAnsi" w:eastAsia="Times New Roman" w:hAnsiTheme="majorHAnsi" w:cs="Arial"/>
          <w:bCs/>
          <w:iCs/>
        </w:rPr>
        <w:t xml:space="preserve"> dle následujících požadavků Kupujícího:</w:t>
      </w:r>
    </w:p>
    <w:p w14:paraId="0F391A46" w14:textId="77777777" w:rsidR="00777E4B" w:rsidRDefault="00777E4B" w:rsidP="002D127E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Arial"/>
          <w:bCs/>
          <w:iCs/>
        </w:rPr>
      </w:pPr>
    </w:p>
    <w:p w14:paraId="291D2692" w14:textId="4FED25FB" w:rsidR="00643CDC" w:rsidRPr="00704DC1" w:rsidRDefault="00643CDC" w:rsidP="00704DC1">
      <w:pPr>
        <w:ind w:firstLine="426"/>
      </w:pPr>
      <w:r>
        <w:t>a)</w:t>
      </w:r>
      <w:r>
        <w:tab/>
      </w:r>
      <w:r w:rsidRPr="002D127E">
        <w:rPr>
          <w:b/>
          <w:bCs/>
        </w:rPr>
        <w:t>Položka 1</w:t>
      </w:r>
      <w:r w:rsidR="00704DC1">
        <w:rPr>
          <w:b/>
          <w:bCs/>
        </w:rPr>
        <w:t>b</w:t>
      </w:r>
      <w:r>
        <w:t xml:space="preserve"> – </w:t>
      </w:r>
      <w:r w:rsidR="00704DC1">
        <w:t xml:space="preserve">Virtualizační software </w:t>
      </w:r>
      <w:r w:rsidRPr="00143089">
        <w:t>pro farm</w:t>
      </w:r>
      <w:r>
        <w:t>u „KB TDS / CDP Praha“ v</w:t>
      </w:r>
      <w:r w:rsidR="00704DC1">
        <w:t>e specifikaci</w:t>
      </w:r>
      <w:r>
        <w:t>: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145"/>
        <w:gridCol w:w="4449"/>
      </w:tblGrid>
      <w:tr w:rsidR="0080570A" w:rsidRPr="0050706D" w14:paraId="28E6282A" w14:textId="77777777" w:rsidTr="002D12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  <w:shd w:val="clear" w:color="auto" w:fill="D5DCE4" w:themeFill="text2" w:themeFillTint="33"/>
          </w:tcPr>
          <w:p w14:paraId="47FF5D96" w14:textId="77777777" w:rsidR="0080570A" w:rsidRPr="00927BA6" w:rsidRDefault="0080570A" w:rsidP="00927BA6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4449" w:type="dxa"/>
            <w:shd w:val="clear" w:color="auto" w:fill="D5DCE4" w:themeFill="text2" w:themeFillTint="33"/>
          </w:tcPr>
          <w:p w14:paraId="2AB62640" w14:textId="77777777" w:rsidR="0080570A" w:rsidRPr="00927BA6" w:rsidRDefault="0080570A" w:rsidP="00927BA6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80570A" w:rsidRPr="0050706D" w14:paraId="26B39101" w14:textId="77777777" w:rsidTr="002D12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209F8E9A" w14:textId="23A2971D" w:rsidR="0080570A" w:rsidRPr="00534ED5" w:rsidRDefault="00703A47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1</w:t>
            </w:r>
            <w:r w:rsidR="00030D66">
              <w:rPr>
                <w:rFonts w:cstheme="minorHAnsi"/>
                <w:b/>
                <w:bCs/>
                <w:sz w:val="18"/>
              </w:rPr>
              <w:t>0</w:t>
            </w:r>
            <w:r w:rsidR="0039664E" w:rsidRPr="00534ED5">
              <w:rPr>
                <w:rFonts w:cstheme="minorHAnsi"/>
                <w:b/>
                <w:bCs/>
                <w:sz w:val="18"/>
              </w:rPr>
              <w:t xml:space="preserve"> </w:t>
            </w:r>
            <w:r w:rsidR="00D15231" w:rsidRPr="00534ED5">
              <w:rPr>
                <w:rFonts w:cstheme="minorHAnsi"/>
                <w:b/>
                <w:bCs/>
                <w:sz w:val="18"/>
              </w:rPr>
              <w:t>kusů</w:t>
            </w:r>
            <w:r w:rsidR="00D15231" w:rsidRPr="00534ED5">
              <w:rPr>
                <w:rFonts w:cstheme="minorHAnsi"/>
                <w:sz w:val="18"/>
              </w:rPr>
              <w:t xml:space="preserve"> </w:t>
            </w:r>
            <w:r w:rsidR="00795B0F">
              <w:rPr>
                <w:rFonts w:cstheme="minorHAnsi"/>
                <w:sz w:val="18"/>
              </w:rPr>
              <w:t xml:space="preserve">licence </w:t>
            </w:r>
            <w:proofErr w:type="spellStart"/>
            <w:r w:rsidR="00D15231" w:rsidRPr="00534ED5">
              <w:rPr>
                <w:rFonts w:cstheme="minorHAnsi"/>
                <w:sz w:val="18"/>
              </w:rPr>
              <w:t>VMware</w:t>
            </w:r>
            <w:proofErr w:type="spellEnd"/>
            <w:r w:rsidR="00D15231" w:rsidRPr="00534ED5">
              <w:rPr>
                <w:rFonts w:cstheme="minorHAnsi"/>
                <w:sz w:val="18"/>
              </w:rPr>
              <w:t xml:space="preserve"> </w:t>
            </w:r>
            <w:proofErr w:type="spellStart"/>
            <w:r w:rsidR="00D15231" w:rsidRPr="00534ED5">
              <w:rPr>
                <w:rFonts w:cstheme="minorHAnsi"/>
                <w:sz w:val="18"/>
              </w:rPr>
              <w:t>vSphere</w:t>
            </w:r>
            <w:proofErr w:type="spellEnd"/>
            <w:r w:rsidR="00D15231" w:rsidRPr="00534ED5">
              <w:rPr>
                <w:rFonts w:cstheme="minorHAnsi"/>
                <w:sz w:val="18"/>
              </w:rPr>
              <w:t xml:space="preserve"> </w:t>
            </w:r>
            <w:proofErr w:type="spellStart"/>
            <w:r w:rsidR="00242F85">
              <w:rPr>
                <w:rFonts w:cstheme="minorHAnsi"/>
                <w:sz w:val="18"/>
              </w:rPr>
              <w:t>Foundation</w:t>
            </w:r>
            <w:proofErr w:type="spellEnd"/>
            <w:r w:rsidR="00D15231" w:rsidRPr="00534ED5">
              <w:rPr>
                <w:rFonts w:cstheme="minorHAnsi"/>
                <w:sz w:val="18"/>
              </w:rPr>
              <w:t xml:space="preserve"> verze </w:t>
            </w:r>
            <w:r w:rsidR="002B03B0">
              <w:rPr>
                <w:rFonts w:cstheme="minorHAnsi"/>
                <w:sz w:val="18"/>
              </w:rPr>
              <w:t>8</w:t>
            </w:r>
            <w:r w:rsidR="002B03B0" w:rsidRPr="00534ED5">
              <w:rPr>
                <w:rFonts w:cstheme="minorHAnsi"/>
                <w:sz w:val="18"/>
              </w:rPr>
              <w:t xml:space="preserve"> </w:t>
            </w:r>
            <w:r w:rsidR="00D15231" w:rsidRPr="00534ED5">
              <w:rPr>
                <w:rFonts w:cstheme="minorHAnsi"/>
                <w:sz w:val="18"/>
              </w:rPr>
              <w:t>nebo vyšší</w:t>
            </w:r>
            <w:r w:rsidR="006C36F7">
              <w:rPr>
                <w:rFonts w:cstheme="minorHAnsi"/>
                <w:sz w:val="18"/>
              </w:rPr>
              <w:t>,</w:t>
            </w:r>
            <w:r w:rsidR="000F781D">
              <w:rPr>
                <w:rFonts w:cstheme="minorHAnsi"/>
                <w:sz w:val="18"/>
              </w:rPr>
              <w:t xml:space="preserve"> včetně </w:t>
            </w:r>
            <w:proofErr w:type="spellStart"/>
            <w:r w:rsidR="000F781D">
              <w:rPr>
                <w:rFonts w:cstheme="minorHAnsi"/>
                <w:sz w:val="18"/>
              </w:rPr>
              <w:t>VMware</w:t>
            </w:r>
            <w:proofErr w:type="spellEnd"/>
            <w:r w:rsidR="000F781D">
              <w:rPr>
                <w:rFonts w:cstheme="minorHAnsi"/>
                <w:sz w:val="18"/>
              </w:rPr>
              <w:t xml:space="preserve"> </w:t>
            </w:r>
            <w:proofErr w:type="spellStart"/>
            <w:r w:rsidR="000F781D">
              <w:rPr>
                <w:rFonts w:cstheme="minorHAnsi"/>
                <w:sz w:val="18"/>
              </w:rPr>
              <w:t>Aria</w:t>
            </w:r>
            <w:proofErr w:type="spellEnd"/>
            <w:r w:rsidR="000F781D">
              <w:rPr>
                <w:rFonts w:cstheme="minorHAnsi"/>
                <w:sz w:val="18"/>
              </w:rPr>
              <w:t xml:space="preserve"> </w:t>
            </w:r>
            <w:proofErr w:type="spellStart"/>
            <w:r w:rsidR="000F781D">
              <w:rPr>
                <w:rFonts w:cstheme="minorHAnsi"/>
                <w:sz w:val="18"/>
              </w:rPr>
              <w:t>Operations</w:t>
            </w:r>
            <w:proofErr w:type="spellEnd"/>
            <w:r w:rsidR="00875952">
              <w:rPr>
                <w:rFonts w:cstheme="minorHAnsi"/>
                <w:sz w:val="18"/>
              </w:rPr>
              <w:t xml:space="preserve"> a podpory</w:t>
            </w:r>
            <w:r w:rsidR="00D15231" w:rsidRPr="00534ED5">
              <w:rPr>
                <w:rFonts w:cstheme="minorHAnsi"/>
                <w:sz w:val="18"/>
              </w:rPr>
              <w:t xml:space="preserve"> na 5 let</w:t>
            </w:r>
          </w:p>
        </w:tc>
        <w:tc>
          <w:tcPr>
            <w:tcW w:w="4449" w:type="dxa"/>
          </w:tcPr>
          <w:p w14:paraId="242E7E64" w14:textId="77777777" w:rsidR="0080570A" w:rsidRPr="00927BA6" w:rsidRDefault="0080570A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C45AFE" w:rsidRPr="0050706D" w14:paraId="4D0E41DE" w14:textId="77777777" w:rsidTr="002D12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61971ED9" w14:textId="6D0B9EAD" w:rsidR="00C45AFE" w:rsidRPr="00E24000" w:rsidRDefault="00C45AFE" w:rsidP="00C45AFE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C45AFE">
              <w:rPr>
                <w:rFonts w:cstheme="minorHAnsi"/>
                <w:b/>
                <w:bCs/>
                <w:sz w:val="18"/>
              </w:rPr>
              <w:t>1 kus</w:t>
            </w:r>
            <w:r w:rsidRPr="00E24000">
              <w:rPr>
                <w:rFonts w:cstheme="minorHAnsi"/>
                <w:sz w:val="18"/>
              </w:rPr>
              <w:t xml:space="preserve"> </w:t>
            </w:r>
            <w:r w:rsidR="006C36F7">
              <w:rPr>
                <w:rFonts w:cstheme="minorHAnsi"/>
                <w:sz w:val="18"/>
              </w:rPr>
              <w:t xml:space="preserve">licence </w:t>
            </w:r>
            <w:proofErr w:type="spellStart"/>
            <w:r w:rsidRPr="00E24000">
              <w:rPr>
                <w:rFonts w:cstheme="minorHAnsi"/>
                <w:sz w:val="18"/>
              </w:rPr>
              <w:t>VMware</w:t>
            </w:r>
            <w:proofErr w:type="spellEnd"/>
            <w:r w:rsidRPr="00E24000">
              <w:rPr>
                <w:rFonts w:cstheme="minorHAnsi"/>
                <w:sz w:val="18"/>
              </w:rPr>
              <w:t xml:space="preserve"> </w:t>
            </w:r>
            <w:proofErr w:type="spellStart"/>
            <w:r w:rsidRPr="00E24000">
              <w:rPr>
                <w:rFonts w:cstheme="minorHAnsi"/>
                <w:sz w:val="18"/>
              </w:rPr>
              <w:t>v</w:t>
            </w:r>
            <w:r>
              <w:rPr>
                <w:rFonts w:cstheme="minorHAnsi"/>
                <w:sz w:val="18"/>
              </w:rPr>
              <w:t>Center</w:t>
            </w:r>
            <w:proofErr w:type="spellEnd"/>
            <w:r w:rsidRPr="00E24000">
              <w:rPr>
                <w:rFonts w:cstheme="minorHAnsi"/>
                <w:sz w:val="18"/>
              </w:rPr>
              <w:t xml:space="preserve"> Standard verze 8 nebo vyšší na 5 let</w:t>
            </w:r>
            <w:r w:rsidR="00031BCA">
              <w:rPr>
                <w:rFonts w:cstheme="minorHAnsi"/>
                <w:sz w:val="18"/>
              </w:rPr>
              <w:t xml:space="preserve">, pokud </w:t>
            </w:r>
            <w:r w:rsidR="001D51B9">
              <w:rPr>
                <w:rFonts w:cstheme="minorHAnsi"/>
                <w:sz w:val="18"/>
              </w:rPr>
              <w:t>již ne</w:t>
            </w:r>
            <w:r w:rsidR="003515D5">
              <w:rPr>
                <w:rFonts w:cstheme="minorHAnsi"/>
                <w:sz w:val="18"/>
              </w:rPr>
              <w:t>ní</w:t>
            </w:r>
            <w:r w:rsidR="001D51B9">
              <w:rPr>
                <w:rFonts w:cstheme="minorHAnsi"/>
                <w:sz w:val="18"/>
              </w:rPr>
              <w:t xml:space="preserve"> součástí </w:t>
            </w:r>
            <w:proofErr w:type="spellStart"/>
            <w:r w:rsidR="001D51B9" w:rsidRPr="001D51B9">
              <w:rPr>
                <w:rFonts w:cstheme="minorHAnsi"/>
                <w:sz w:val="18"/>
              </w:rPr>
              <w:t>VMware</w:t>
            </w:r>
            <w:proofErr w:type="spellEnd"/>
            <w:r w:rsidR="001D51B9" w:rsidRPr="001D51B9">
              <w:rPr>
                <w:rFonts w:cstheme="minorHAnsi"/>
                <w:sz w:val="18"/>
              </w:rPr>
              <w:t xml:space="preserve"> </w:t>
            </w:r>
            <w:proofErr w:type="spellStart"/>
            <w:r w:rsidR="001D51B9" w:rsidRPr="001D51B9">
              <w:rPr>
                <w:rFonts w:cstheme="minorHAnsi"/>
                <w:sz w:val="18"/>
              </w:rPr>
              <w:t>vSphere</w:t>
            </w:r>
            <w:proofErr w:type="spellEnd"/>
            <w:r w:rsidR="001D51B9" w:rsidRPr="001D51B9">
              <w:rPr>
                <w:rFonts w:cstheme="minorHAnsi"/>
                <w:sz w:val="18"/>
              </w:rPr>
              <w:t xml:space="preserve"> </w:t>
            </w:r>
            <w:proofErr w:type="spellStart"/>
            <w:r w:rsidR="001D51B9" w:rsidRPr="001D51B9">
              <w:rPr>
                <w:rFonts w:cstheme="minorHAnsi"/>
                <w:sz w:val="18"/>
              </w:rPr>
              <w:t>Foundation</w:t>
            </w:r>
            <w:proofErr w:type="spellEnd"/>
          </w:p>
        </w:tc>
        <w:tc>
          <w:tcPr>
            <w:tcW w:w="4449" w:type="dxa"/>
          </w:tcPr>
          <w:p w14:paraId="7D875D2B" w14:textId="1D2E2B25" w:rsidR="00C45AFE" w:rsidRPr="00927BA6" w:rsidRDefault="00C45AFE" w:rsidP="00C45AF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3621BE7F" w14:textId="77777777" w:rsidR="00F90E80" w:rsidRDefault="00F90E80" w:rsidP="00AE7762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</w:p>
    <w:p w14:paraId="127A73A0" w14:textId="31A5DECD" w:rsidR="008B08AA" w:rsidRPr="00704DC1" w:rsidRDefault="008B08AA" w:rsidP="008B08AA">
      <w:pPr>
        <w:ind w:firstLine="426"/>
      </w:pPr>
      <w:r>
        <w:t>b)</w:t>
      </w:r>
      <w:r>
        <w:tab/>
      </w:r>
      <w:r w:rsidRPr="002D127E">
        <w:rPr>
          <w:b/>
          <w:bCs/>
        </w:rPr>
        <w:t xml:space="preserve">Položka </w:t>
      </w:r>
      <w:r>
        <w:rPr>
          <w:b/>
          <w:bCs/>
        </w:rPr>
        <w:t>2b</w:t>
      </w:r>
      <w:r>
        <w:t xml:space="preserve"> – Virtualizační software </w:t>
      </w:r>
      <w:r w:rsidRPr="00143089">
        <w:t>pro farm</w:t>
      </w:r>
      <w:r>
        <w:t>u „KB TDS / CDP P</w:t>
      </w:r>
      <w:r w:rsidR="00993157">
        <w:t>řerov</w:t>
      </w:r>
      <w:r>
        <w:t>“ ve specifikaci: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145"/>
        <w:gridCol w:w="4449"/>
      </w:tblGrid>
      <w:tr w:rsidR="008B08AA" w:rsidRPr="0050706D" w14:paraId="6D3C6581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  <w:shd w:val="clear" w:color="auto" w:fill="D5DCE4" w:themeFill="text2" w:themeFillTint="33"/>
          </w:tcPr>
          <w:p w14:paraId="7EB27E7D" w14:textId="77777777" w:rsidR="008B08AA" w:rsidRPr="00927BA6" w:rsidRDefault="008B08AA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4449" w:type="dxa"/>
            <w:shd w:val="clear" w:color="auto" w:fill="D5DCE4" w:themeFill="text2" w:themeFillTint="33"/>
          </w:tcPr>
          <w:p w14:paraId="20AB788C" w14:textId="77777777" w:rsidR="008B08AA" w:rsidRPr="00927BA6" w:rsidRDefault="008B08AA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5B3FE9" w:rsidRPr="0050706D" w14:paraId="6C37DF5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410EED1D" w14:textId="45050867" w:rsidR="005B3FE9" w:rsidRPr="00534ED5" w:rsidRDefault="005B3FE9" w:rsidP="005B3F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10</w:t>
            </w:r>
            <w:r w:rsidRPr="00534ED5">
              <w:rPr>
                <w:rFonts w:cstheme="minorHAnsi"/>
                <w:b/>
                <w:bCs/>
                <w:sz w:val="18"/>
              </w:rPr>
              <w:t xml:space="preserve"> kusů</w:t>
            </w:r>
            <w:r w:rsidRPr="00534ED5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 xml:space="preserve">licence </w:t>
            </w:r>
            <w:proofErr w:type="spellStart"/>
            <w:r w:rsidRPr="00534ED5">
              <w:rPr>
                <w:rFonts w:cstheme="minorHAnsi"/>
                <w:sz w:val="18"/>
              </w:rPr>
              <w:t>VMware</w:t>
            </w:r>
            <w:proofErr w:type="spellEnd"/>
            <w:r w:rsidRPr="00534ED5">
              <w:rPr>
                <w:rFonts w:cstheme="minorHAnsi"/>
                <w:sz w:val="18"/>
              </w:rPr>
              <w:t xml:space="preserve"> </w:t>
            </w:r>
            <w:proofErr w:type="spellStart"/>
            <w:r w:rsidRPr="00534ED5">
              <w:rPr>
                <w:rFonts w:cstheme="minorHAnsi"/>
                <w:sz w:val="18"/>
              </w:rPr>
              <w:t>vSphere</w:t>
            </w:r>
            <w:proofErr w:type="spellEnd"/>
            <w:r w:rsidRPr="00534ED5">
              <w:rPr>
                <w:rFonts w:cstheme="minorHAnsi"/>
                <w:sz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</w:rPr>
              <w:t>Foundation</w:t>
            </w:r>
            <w:proofErr w:type="spellEnd"/>
            <w:r w:rsidRPr="00534ED5">
              <w:rPr>
                <w:rFonts w:cstheme="minorHAnsi"/>
                <w:sz w:val="18"/>
              </w:rPr>
              <w:t xml:space="preserve"> verze </w:t>
            </w:r>
            <w:r>
              <w:rPr>
                <w:rFonts w:cstheme="minorHAnsi"/>
                <w:sz w:val="18"/>
              </w:rPr>
              <w:t>8</w:t>
            </w:r>
            <w:r w:rsidRPr="00534ED5">
              <w:rPr>
                <w:rFonts w:cstheme="minorHAnsi"/>
                <w:sz w:val="18"/>
              </w:rPr>
              <w:t xml:space="preserve"> nebo vyšší</w:t>
            </w:r>
            <w:r>
              <w:rPr>
                <w:rFonts w:cstheme="minorHAnsi"/>
                <w:sz w:val="18"/>
              </w:rPr>
              <w:t xml:space="preserve">, včetně </w:t>
            </w:r>
            <w:proofErr w:type="spellStart"/>
            <w:r>
              <w:rPr>
                <w:rFonts w:cstheme="minorHAnsi"/>
                <w:sz w:val="18"/>
              </w:rPr>
              <w:t>VMware</w:t>
            </w:r>
            <w:proofErr w:type="spellEnd"/>
            <w:r>
              <w:rPr>
                <w:rFonts w:cstheme="minorHAnsi"/>
                <w:sz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</w:rPr>
              <w:t>Aria</w:t>
            </w:r>
            <w:proofErr w:type="spellEnd"/>
            <w:r>
              <w:rPr>
                <w:rFonts w:cstheme="minorHAnsi"/>
                <w:sz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</w:rPr>
              <w:t>Operations</w:t>
            </w:r>
            <w:proofErr w:type="spellEnd"/>
            <w:r>
              <w:rPr>
                <w:rFonts w:cstheme="minorHAnsi"/>
                <w:sz w:val="18"/>
              </w:rPr>
              <w:t xml:space="preserve"> a podpory</w:t>
            </w:r>
            <w:r w:rsidRPr="00534ED5">
              <w:rPr>
                <w:rFonts w:cstheme="minorHAnsi"/>
                <w:sz w:val="18"/>
              </w:rPr>
              <w:t xml:space="preserve"> na 5 let</w:t>
            </w:r>
          </w:p>
        </w:tc>
        <w:tc>
          <w:tcPr>
            <w:tcW w:w="4449" w:type="dxa"/>
          </w:tcPr>
          <w:p w14:paraId="74AB570F" w14:textId="77777777" w:rsidR="005B3FE9" w:rsidRPr="00927BA6" w:rsidRDefault="005B3FE9" w:rsidP="005B3F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E05B8" w:rsidRPr="0050706D" w14:paraId="35AD20D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4882F0A5" w14:textId="29E0F08C" w:rsidR="005E05B8" w:rsidRDefault="005E05B8" w:rsidP="005E05B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C45AFE">
              <w:rPr>
                <w:rFonts w:cstheme="minorHAnsi"/>
                <w:b/>
                <w:bCs/>
                <w:sz w:val="18"/>
              </w:rPr>
              <w:t>1 kus</w:t>
            </w:r>
            <w:r w:rsidRPr="00E24000">
              <w:rPr>
                <w:rFonts w:cstheme="minorHAnsi"/>
                <w:sz w:val="18"/>
              </w:rPr>
              <w:t xml:space="preserve"> </w:t>
            </w:r>
            <w:r w:rsidR="00B52D29">
              <w:rPr>
                <w:rFonts w:cstheme="minorHAnsi"/>
                <w:sz w:val="18"/>
              </w:rPr>
              <w:t xml:space="preserve">licence </w:t>
            </w:r>
            <w:proofErr w:type="spellStart"/>
            <w:r w:rsidRPr="00E24000">
              <w:rPr>
                <w:rFonts w:cstheme="minorHAnsi"/>
                <w:sz w:val="18"/>
              </w:rPr>
              <w:t>VMware</w:t>
            </w:r>
            <w:proofErr w:type="spellEnd"/>
            <w:r w:rsidRPr="00E24000">
              <w:rPr>
                <w:rFonts w:cstheme="minorHAnsi"/>
                <w:sz w:val="18"/>
              </w:rPr>
              <w:t xml:space="preserve"> </w:t>
            </w:r>
            <w:proofErr w:type="spellStart"/>
            <w:r w:rsidRPr="00E24000">
              <w:rPr>
                <w:rFonts w:cstheme="minorHAnsi"/>
                <w:sz w:val="18"/>
              </w:rPr>
              <w:t>v</w:t>
            </w:r>
            <w:r>
              <w:rPr>
                <w:rFonts w:cstheme="minorHAnsi"/>
                <w:sz w:val="18"/>
              </w:rPr>
              <w:t>Center</w:t>
            </w:r>
            <w:proofErr w:type="spellEnd"/>
            <w:r w:rsidRPr="00E24000">
              <w:rPr>
                <w:rFonts w:cstheme="minorHAnsi"/>
                <w:sz w:val="18"/>
              </w:rPr>
              <w:t xml:space="preserve"> Standard verze 8 nebo vyšší na 5 let</w:t>
            </w:r>
            <w:r w:rsidR="00AB0B59" w:rsidRPr="00AB0B59">
              <w:rPr>
                <w:rFonts w:cstheme="minorHAnsi"/>
                <w:sz w:val="18"/>
              </w:rPr>
              <w:t>, pokud již ne</w:t>
            </w:r>
            <w:r w:rsidR="00B52D29">
              <w:rPr>
                <w:rFonts w:cstheme="minorHAnsi"/>
                <w:sz w:val="18"/>
              </w:rPr>
              <w:t>ní</w:t>
            </w:r>
            <w:r w:rsidR="00AB0B59" w:rsidRPr="00AB0B59">
              <w:rPr>
                <w:rFonts w:cstheme="minorHAnsi"/>
                <w:sz w:val="18"/>
              </w:rPr>
              <w:t xml:space="preserve"> součástí </w:t>
            </w:r>
            <w:proofErr w:type="spellStart"/>
            <w:r w:rsidR="00AB0B59" w:rsidRPr="00AB0B59">
              <w:rPr>
                <w:rFonts w:cstheme="minorHAnsi"/>
                <w:sz w:val="18"/>
              </w:rPr>
              <w:t>VMware</w:t>
            </w:r>
            <w:proofErr w:type="spellEnd"/>
            <w:r w:rsidR="00AB0B59" w:rsidRPr="00AB0B59">
              <w:rPr>
                <w:rFonts w:cstheme="minorHAnsi"/>
                <w:sz w:val="18"/>
              </w:rPr>
              <w:t xml:space="preserve"> </w:t>
            </w:r>
            <w:proofErr w:type="spellStart"/>
            <w:r w:rsidR="00AB0B59" w:rsidRPr="00AB0B59">
              <w:rPr>
                <w:rFonts w:cstheme="minorHAnsi"/>
                <w:sz w:val="18"/>
              </w:rPr>
              <w:t>vSphere</w:t>
            </w:r>
            <w:proofErr w:type="spellEnd"/>
            <w:r w:rsidR="00AB0B59" w:rsidRPr="00AB0B59">
              <w:rPr>
                <w:rFonts w:cstheme="minorHAnsi"/>
                <w:sz w:val="18"/>
              </w:rPr>
              <w:t xml:space="preserve"> </w:t>
            </w:r>
            <w:proofErr w:type="spellStart"/>
            <w:r w:rsidR="00AB0B59" w:rsidRPr="00AB0B59">
              <w:rPr>
                <w:rFonts w:cstheme="minorHAnsi"/>
                <w:sz w:val="18"/>
              </w:rPr>
              <w:t>Foundation</w:t>
            </w:r>
            <w:proofErr w:type="spellEnd"/>
          </w:p>
        </w:tc>
        <w:tc>
          <w:tcPr>
            <w:tcW w:w="4449" w:type="dxa"/>
          </w:tcPr>
          <w:p w14:paraId="6256C414" w14:textId="640F807C" w:rsidR="005E05B8" w:rsidRPr="00927BA6" w:rsidRDefault="005E05B8" w:rsidP="005E05B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00747B8E" w14:textId="77777777" w:rsidR="00F87714" w:rsidRDefault="00F87714" w:rsidP="00F87714">
      <w:pPr>
        <w:ind w:firstLine="426"/>
      </w:pPr>
    </w:p>
    <w:p w14:paraId="588912BD" w14:textId="2EC66D55" w:rsidR="00F87714" w:rsidRPr="00704DC1" w:rsidRDefault="00F87714" w:rsidP="00F87714">
      <w:pPr>
        <w:ind w:firstLine="426"/>
      </w:pPr>
      <w:r>
        <w:t>c)</w:t>
      </w:r>
      <w:r>
        <w:tab/>
      </w:r>
      <w:r w:rsidRPr="002D127E">
        <w:rPr>
          <w:b/>
          <w:bCs/>
        </w:rPr>
        <w:t xml:space="preserve">Položka </w:t>
      </w:r>
      <w:r>
        <w:rPr>
          <w:b/>
          <w:bCs/>
        </w:rPr>
        <w:t>3b</w:t>
      </w:r>
      <w:r>
        <w:t xml:space="preserve"> – Virtualizační software </w:t>
      </w:r>
      <w:r w:rsidRPr="00143089">
        <w:t>pro farm</w:t>
      </w:r>
      <w:r>
        <w:t xml:space="preserve">u „KB TDS / </w:t>
      </w:r>
      <w:r w:rsidR="00D23118">
        <w:t>Plzeň</w:t>
      </w:r>
      <w:r>
        <w:t>“ ve specifikaci: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145"/>
        <w:gridCol w:w="4449"/>
      </w:tblGrid>
      <w:tr w:rsidR="00F87714" w:rsidRPr="0050706D" w14:paraId="2421C5E5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  <w:shd w:val="clear" w:color="auto" w:fill="D5DCE4" w:themeFill="text2" w:themeFillTint="33"/>
          </w:tcPr>
          <w:p w14:paraId="1DA0BE5E" w14:textId="77777777" w:rsidR="00F87714" w:rsidRPr="00927BA6" w:rsidRDefault="00F87714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4449" w:type="dxa"/>
            <w:shd w:val="clear" w:color="auto" w:fill="D5DCE4" w:themeFill="text2" w:themeFillTint="33"/>
          </w:tcPr>
          <w:p w14:paraId="3AB3F098" w14:textId="77777777" w:rsidR="00F87714" w:rsidRPr="00927BA6" w:rsidRDefault="00F87714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5B3FE9" w:rsidRPr="0050706D" w14:paraId="0E1C5AA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3EB1B164" w14:textId="2F596ED2" w:rsidR="005B3FE9" w:rsidRPr="00534ED5" w:rsidRDefault="005B3FE9" w:rsidP="005B3F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8</w:t>
            </w:r>
            <w:r w:rsidRPr="00534ED5">
              <w:rPr>
                <w:rFonts w:cstheme="minorHAnsi"/>
                <w:b/>
                <w:bCs/>
                <w:sz w:val="18"/>
              </w:rPr>
              <w:t xml:space="preserve"> kusů</w:t>
            </w:r>
            <w:r w:rsidRPr="00534ED5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 xml:space="preserve">licence </w:t>
            </w:r>
            <w:proofErr w:type="spellStart"/>
            <w:r w:rsidRPr="00534ED5">
              <w:rPr>
                <w:rFonts w:cstheme="minorHAnsi"/>
                <w:sz w:val="18"/>
              </w:rPr>
              <w:t>VMware</w:t>
            </w:r>
            <w:proofErr w:type="spellEnd"/>
            <w:r w:rsidRPr="00534ED5">
              <w:rPr>
                <w:rFonts w:cstheme="minorHAnsi"/>
                <w:sz w:val="18"/>
              </w:rPr>
              <w:t xml:space="preserve"> </w:t>
            </w:r>
            <w:proofErr w:type="spellStart"/>
            <w:r w:rsidRPr="00534ED5">
              <w:rPr>
                <w:rFonts w:cstheme="minorHAnsi"/>
                <w:sz w:val="18"/>
              </w:rPr>
              <w:t>vSphere</w:t>
            </w:r>
            <w:proofErr w:type="spellEnd"/>
            <w:r w:rsidRPr="00534ED5">
              <w:rPr>
                <w:rFonts w:cstheme="minorHAnsi"/>
                <w:sz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</w:rPr>
              <w:t>Foundation</w:t>
            </w:r>
            <w:proofErr w:type="spellEnd"/>
            <w:r w:rsidRPr="00534ED5">
              <w:rPr>
                <w:rFonts w:cstheme="minorHAnsi"/>
                <w:sz w:val="18"/>
              </w:rPr>
              <w:t xml:space="preserve"> verze </w:t>
            </w:r>
            <w:r>
              <w:rPr>
                <w:rFonts w:cstheme="minorHAnsi"/>
                <w:sz w:val="18"/>
              </w:rPr>
              <w:t>8</w:t>
            </w:r>
            <w:r w:rsidRPr="00534ED5">
              <w:rPr>
                <w:rFonts w:cstheme="minorHAnsi"/>
                <w:sz w:val="18"/>
              </w:rPr>
              <w:t xml:space="preserve"> nebo vyšší</w:t>
            </w:r>
            <w:r>
              <w:rPr>
                <w:rFonts w:cstheme="minorHAnsi"/>
                <w:sz w:val="18"/>
              </w:rPr>
              <w:t xml:space="preserve">, včetně </w:t>
            </w:r>
            <w:proofErr w:type="spellStart"/>
            <w:r>
              <w:rPr>
                <w:rFonts w:cstheme="minorHAnsi"/>
                <w:sz w:val="18"/>
              </w:rPr>
              <w:t>VMware</w:t>
            </w:r>
            <w:proofErr w:type="spellEnd"/>
            <w:r>
              <w:rPr>
                <w:rFonts w:cstheme="minorHAnsi"/>
                <w:sz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</w:rPr>
              <w:t>Aria</w:t>
            </w:r>
            <w:proofErr w:type="spellEnd"/>
            <w:r>
              <w:rPr>
                <w:rFonts w:cstheme="minorHAnsi"/>
                <w:sz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</w:rPr>
              <w:t>Operations</w:t>
            </w:r>
            <w:proofErr w:type="spellEnd"/>
            <w:r>
              <w:rPr>
                <w:rFonts w:cstheme="minorHAnsi"/>
                <w:sz w:val="18"/>
              </w:rPr>
              <w:t xml:space="preserve"> a podpory</w:t>
            </w:r>
            <w:r w:rsidRPr="00534ED5">
              <w:rPr>
                <w:rFonts w:cstheme="minorHAnsi"/>
                <w:sz w:val="18"/>
              </w:rPr>
              <w:t xml:space="preserve"> na 5 let</w:t>
            </w:r>
          </w:p>
        </w:tc>
        <w:tc>
          <w:tcPr>
            <w:tcW w:w="4449" w:type="dxa"/>
          </w:tcPr>
          <w:p w14:paraId="41EF22F1" w14:textId="77777777" w:rsidR="005B3FE9" w:rsidRPr="00927BA6" w:rsidRDefault="005B3FE9" w:rsidP="005B3F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B52D29" w:rsidRPr="0050706D" w14:paraId="1AB3CBC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70CFAAF6" w14:textId="14360612" w:rsidR="00B52D29" w:rsidRPr="00E24000" w:rsidRDefault="00B52D29" w:rsidP="00B52D2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C45AFE">
              <w:rPr>
                <w:rFonts w:cstheme="minorHAnsi"/>
                <w:b/>
                <w:bCs/>
                <w:sz w:val="18"/>
              </w:rPr>
              <w:t>1 kus</w:t>
            </w:r>
            <w:r w:rsidRPr="00E24000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 xml:space="preserve">licence </w:t>
            </w:r>
            <w:proofErr w:type="spellStart"/>
            <w:r w:rsidRPr="00E24000">
              <w:rPr>
                <w:rFonts w:cstheme="minorHAnsi"/>
                <w:sz w:val="18"/>
              </w:rPr>
              <w:t>VMware</w:t>
            </w:r>
            <w:proofErr w:type="spellEnd"/>
            <w:r w:rsidRPr="00E24000">
              <w:rPr>
                <w:rFonts w:cstheme="minorHAnsi"/>
                <w:sz w:val="18"/>
              </w:rPr>
              <w:t xml:space="preserve"> </w:t>
            </w:r>
            <w:proofErr w:type="spellStart"/>
            <w:r w:rsidRPr="00E24000">
              <w:rPr>
                <w:rFonts w:cstheme="minorHAnsi"/>
                <w:sz w:val="18"/>
              </w:rPr>
              <w:t>v</w:t>
            </w:r>
            <w:r>
              <w:rPr>
                <w:rFonts w:cstheme="minorHAnsi"/>
                <w:sz w:val="18"/>
              </w:rPr>
              <w:t>Center</w:t>
            </w:r>
            <w:proofErr w:type="spellEnd"/>
            <w:r w:rsidRPr="00E24000">
              <w:rPr>
                <w:rFonts w:cstheme="minorHAnsi"/>
                <w:sz w:val="18"/>
              </w:rPr>
              <w:t xml:space="preserve"> Standard verze 8 nebo vyšší na 5 let</w:t>
            </w:r>
            <w:r w:rsidRPr="00AB0B59">
              <w:rPr>
                <w:rFonts w:cstheme="minorHAnsi"/>
                <w:sz w:val="18"/>
              </w:rPr>
              <w:t>, pokud již ne</w:t>
            </w:r>
            <w:r>
              <w:rPr>
                <w:rFonts w:cstheme="minorHAnsi"/>
                <w:sz w:val="18"/>
              </w:rPr>
              <w:t>ní</w:t>
            </w:r>
            <w:r w:rsidRPr="00AB0B59">
              <w:rPr>
                <w:rFonts w:cstheme="minorHAnsi"/>
                <w:sz w:val="18"/>
              </w:rPr>
              <w:t xml:space="preserve"> součástí </w:t>
            </w:r>
            <w:proofErr w:type="spellStart"/>
            <w:r w:rsidRPr="00AB0B59">
              <w:rPr>
                <w:rFonts w:cstheme="minorHAnsi"/>
                <w:sz w:val="18"/>
              </w:rPr>
              <w:t>VMware</w:t>
            </w:r>
            <w:proofErr w:type="spellEnd"/>
            <w:r w:rsidRPr="00AB0B59">
              <w:rPr>
                <w:rFonts w:cstheme="minorHAnsi"/>
                <w:sz w:val="18"/>
              </w:rPr>
              <w:t xml:space="preserve"> </w:t>
            </w:r>
            <w:proofErr w:type="spellStart"/>
            <w:r w:rsidRPr="00AB0B59">
              <w:rPr>
                <w:rFonts w:cstheme="minorHAnsi"/>
                <w:sz w:val="18"/>
              </w:rPr>
              <w:t>vSphere</w:t>
            </w:r>
            <w:proofErr w:type="spellEnd"/>
            <w:r w:rsidRPr="00AB0B59">
              <w:rPr>
                <w:rFonts w:cstheme="minorHAnsi"/>
                <w:sz w:val="18"/>
              </w:rPr>
              <w:t xml:space="preserve"> </w:t>
            </w:r>
            <w:proofErr w:type="spellStart"/>
            <w:r w:rsidRPr="00AB0B59">
              <w:rPr>
                <w:rFonts w:cstheme="minorHAnsi"/>
                <w:sz w:val="18"/>
              </w:rPr>
              <w:t>Foundation</w:t>
            </w:r>
            <w:proofErr w:type="spellEnd"/>
          </w:p>
        </w:tc>
        <w:tc>
          <w:tcPr>
            <w:tcW w:w="4449" w:type="dxa"/>
          </w:tcPr>
          <w:p w14:paraId="69DE92D4" w14:textId="77777777" w:rsidR="00B52D29" w:rsidRPr="00927BA6" w:rsidRDefault="00B52D29" w:rsidP="00B52D2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7E9D2EF6" w14:textId="77777777" w:rsidR="00F87714" w:rsidRDefault="00F87714" w:rsidP="00F8771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</w:p>
    <w:p w14:paraId="6F1F90DF" w14:textId="2CDF2558" w:rsidR="00F87714" w:rsidRPr="00704DC1" w:rsidRDefault="00F87714" w:rsidP="00F87714">
      <w:pPr>
        <w:ind w:firstLine="426"/>
      </w:pPr>
      <w:r>
        <w:t>d)</w:t>
      </w:r>
      <w:r>
        <w:tab/>
      </w:r>
      <w:r w:rsidRPr="002D127E">
        <w:rPr>
          <w:b/>
          <w:bCs/>
        </w:rPr>
        <w:t xml:space="preserve">Položka </w:t>
      </w:r>
      <w:r>
        <w:rPr>
          <w:b/>
          <w:bCs/>
        </w:rPr>
        <w:t>4b</w:t>
      </w:r>
      <w:r>
        <w:t xml:space="preserve"> – Virtualizační software </w:t>
      </w:r>
      <w:r w:rsidRPr="00143089">
        <w:t>pro farm</w:t>
      </w:r>
      <w:r>
        <w:t>u „KB TDS / Pardubice“ ve specifikaci: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145"/>
        <w:gridCol w:w="4449"/>
      </w:tblGrid>
      <w:tr w:rsidR="00F87714" w:rsidRPr="0050706D" w14:paraId="1DF92FEA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  <w:shd w:val="clear" w:color="auto" w:fill="D5DCE4" w:themeFill="text2" w:themeFillTint="33"/>
          </w:tcPr>
          <w:p w14:paraId="29059E71" w14:textId="77777777" w:rsidR="00F87714" w:rsidRPr="00927BA6" w:rsidRDefault="00F87714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4449" w:type="dxa"/>
            <w:shd w:val="clear" w:color="auto" w:fill="D5DCE4" w:themeFill="text2" w:themeFillTint="33"/>
          </w:tcPr>
          <w:p w14:paraId="579C3063" w14:textId="77777777" w:rsidR="00F87714" w:rsidRPr="00927BA6" w:rsidRDefault="00F87714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5B3FE9" w:rsidRPr="0050706D" w14:paraId="30C5263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7BAFF7B3" w14:textId="2A4AEBEF" w:rsidR="005B3FE9" w:rsidRPr="00534ED5" w:rsidRDefault="005B3FE9" w:rsidP="005B3F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8</w:t>
            </w:r>
            <w:r w:rsidRPr="00534ED5">
              <w:rPr>
                <w:rFonts w:cstheme="minorHAnsi"/>
                <w:b/>
                <w:bCs/>
                <w:sz w:val="18"/>
              </w:rPr>
              <w:t xml:space="preserve"> kusů</w:t>
            </w:r>
            <w:r w:rsidRPr="00534ED5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 xml:space="preserve">licence </w:t>
            </w:r>
            <w:proofErr w:type="spellStart"/>
            <w:r w:rsidRPr="00534ED5">
              <w:rPr>
                <w:rFonts w:cstheme="minorHAnsi"/>
                <w:sz w:val="18"/>
              </w:rPr>
              <w:t>VMware</w:t>
            </w:r>
            <w:proofErr w:type="spellEnd"/>
            <w:r w:rsidRPr="00534ED5">
              <w:rPr>
                <w:rFonts w:cstheme="minorHAnsi"/>
                <w:sz w:val="18"/>
              </w:rPr>
              <w:t xml:space="preserve"> </w:t>
            </w:r>
            <w:proofErr w:type="spellStart"/>
            <w:r w:rsidRPr="00534ED5">
              <w:rPr>
                <w:rFonts w:cstheme="minorHAnsi"/>
                <w:sz w:val="18"/>
              </w:rPr>
              <w:t>vSphere</w:t>
            </w:r>
            <w:proofErr w:type="spellEnd"/>
            <w:r w:rsidRPr="00534ED5">
              <w:rPr>
                <w:rFonts w:cstheme="minorHAnsi"/>
                <w:sz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</w:rPr>
              <w:t>Foundation</w:t>
            </w:r>
            <w:proofErr w:type="spellEnd"/>
            <w:r w:rsidRPr="00534ED5">
              <w:rPr>
                <w:rFonts w:cstheme="minorHAnsi"/>
                <w:sz w:val="18"/>
              </w:rPr>
              <w:t xml:space="preserve"> verze </w:t>
            </w:r>
            <w:r>
              <w:rPr>
                <w:rFonts w:cstheme="minorHAnsi"/>
                <w:sz w:val="18"/>
              </w:rPr>
              <w:t>8</w:t>
            </w:r>
            <w:r w:rsidRPr="00534ED5">
              <w:rPr>
                <w:rFonts w:cstheme="minorHAnsi"/>
                <w:sz w:val="18"/>
              </w:rPr>
              <w:t xml:space="preserve"> nebo vyšší</w:t>
            </w:r>
            <w:r>
              <w:rPr>
                <w:rFonts w:cstheme="minorHAnsi"/>
                <w:sz w:val="18"/>
              </w:rPr>
              <w:t xml:space="preserve">, včetně </w:t>
            </w:r>
            <w:proofErr w:type="spellStart"/>
            <w:r>
              <w:rPr>
                <w:rFonts w:cstheme="minorHAnsi"/>
                <w:sz w:val="18"/>
              </w:rPr>
              <w:t>VMware</w:t>
            </w:r>
            <w:proofErr w:type="spellEnd"/>
            <w:r>
              <w:rPr>
                <w:rFonts w:cstheme="minorHAnsi"/>
                <w:sz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</w:rPr>
              <w:t>Aria</w:t>
            </w:r>
            <w:proofErr w:type="spellEnd"/>
            <w:r>
              <w:rPr>
                <w:rFonts w:cstheme="minorHAnsi"/>
                <w:sz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</w:rPr>
              <w:t>Operations</w:t>
            </w:r>
            <w:proofErr w:type="spellEnd"/>
            <w:r>
              <w:rPr>
                <w:rFonts w:cstheme="minorHAnsi"/>
                <w:sz w:val="18"/>
              </w:rPr>
              <w:t xml:space="preserve"> a podpory</w:t>
            </w:r>
            <w:r w:rsidRPr="00534ED5">
              <w:rPr>
                <w:rFonts w:cstheme="minorHAnsi"/>
                <w:sz w:val="18"/>
              </w:rPr>
              <w:t xml:space="preserve"> na 5 let</w:t>
            </w:r>
          </w:p>
        </w:tc>
        <w:tc>
          <w:tcPr>
            <w:tcW w:w="4449" w:type="dxa"/>
          </w:tcPr>
          <w:p w14:paraId="28BE8A1C" w14:textId="77777777" w:rsidR="005B3FE9" w:rsidRPr="00927BA6" w:rsidRDefault="005B3FE9" w:rsidP="005B3F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B52D29" w:rsidRPr="0050706D" w14:paraId="0F71E49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16580837" w14:textId="396EF090" w:rsidR="00B52D29" w:rsidRDefault="00B52D29" w:rsidP="00B52D29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C45AFE">
              <w:rPr>
                <w:rFonts w:cstheme="minorHAnsi"/>
                <w:b/>
                <w:bCs/>
                <w:sz w:val="18"/>
              </w:rPr>
              <w:t>1 kus</w:t>
            </w:r>
            <w:r w:rsidRPr="00E24000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 xml:space="preserve">licence </w:t>
            </w:r>
            <w:proofErr w:type="spellStart"/>
            <w:r w:rsidRPr="00E24000">
              <w:rPr>
                <w:rFonts w:cstheme="minorHAnsi"/>
                <w:sz w:val="18"/>
              </w:rPr>
              <w:t>VMware</w:t>
            </w:r>
            <w:proofErr w:type="spellEnd"/>
            <w:r w:rsidRPr="00E24000">
              <w:rPr>
                <w:rFonts w:cstheme="minorHAnsi"/>
                <w:sz w:val="18"/>
              </w:rPr>
              <w:t xml:space="preserve"> </w:t>
            </w:r>
            <w:proofErr w:type="spellStart"/>
            <w:r w:rsidRPr="00E24000">
              <w:rPr>
                <w:rFonts w:cstheme="minorHAnsi"/>
                <w:sz w:val="18"/>
              </w:rPr>
              <w:t>v</w:t>
            </w:r>
            <w:r>
              <w:rPr>
                <w:rFonts w:cstheme="minorHAnsi"/>
                <w:sz w:val="18"/>
              </w:rPr>
              <w:t>Center</w:t>
            </w:r>
            <w:proofErr w:type="spellEnd"/>
            <w:r w:rsidRPr="00E24000">
              <w:rPr>
                <w:rFonts w:cstheme="minorHAnsi"/>
                <w:sz w:val="18"/>
              </w:rPr>
              <w:t xml:space="preserve"> Standard verze 8 nebo vyšší na 5 let</w:t>
            </w:r>
            <w:r w:rsidRPr="00AB0B59">
              <w:rPr>
                <w:rFonts w:cstheme="minorHAnsi"/>
                <w:sz w:val="18"/>
              </w:rPr>
              <w:t>, pokud již ne</w:t>
            </w:r>
            <w:r>
              <w:rPr>
                <w:rFonts w:cstheme="minorHAnsi"/>
                <w:sz w:val="18"/>
              </w:rPr>
              <w:t>ní</w:t>
            </w:r>
            <w:r w:rsidRPr="00AB0B59">
              <w:rPr>
                <w:rFonts w:cstheme="minorHAnsi"/>
                <w:sz w:val="18"/>
              </w:rPr>
              <w:t xml:space="preserve"> součástí </w:t>
            </w:r>
            <w:proofErr w:type="spellStart"/>
            <w:r w:rsidRPr="00AB0B59">
              <w:rPr>
                <w:rFonts w:cstheme="minorHAnsi"/>
                <w:sz w:val="18"/>
              </w:rPr>
              <w:t>VMware</w:t>
            </w:r>
            <w:proofErr w:type="spellEnd"/>
            <w:r w:rsidRPr="00AB0B59">
              <w:rPr>
                <w:rFonts w:cstheme="minorHAnsi"/>
                <w:sz w:val="18"/>
              </w:rPr>
              <w:t xml:space="preserve"> </w:t>
            </w:r>
            <w:proofErr w:type="spellStart"/>
            <w:r w:rsidRPr="00AB0B59">
              <w:rPr>
                <w:rFonts w:cstheme="minorHAnsi"/>
                <w:sz w:val="18"/>
              </w:rPr>
              <w:t>vSphere</w:t>
            </w:r>
            <w:proofErr w:type="spellEnd"/>
            <w:r w:rsidRPr="00AB0B59">
              <w:rPr>
                <w:rFonts w:cstheme="minorHAnsi"/>
                <w:sz w:val="18"/>
              </w:rPr>
              <w:t xml:space="preserve"> </w:t>
            </w:r>
            <w:proofErr w:type="spellStart"/>
            <w:r w:rsidRPr="00AB0B59">
              <w:rPr>
                <w:rFonts w:cstheme="minorHAnsi"/>
                <w:sz w:val="18"/>
              </w:rPr>
              <w:t>Foundation</w:t>
            </w:r>
            <w:proofErr w:type="spellEnd"/>
          </w:p>
        </w:tc>
        <w:tc>
          <w:tcPr>
            <w:tcW w:w="4449" w:type="dxa"/>
          </w:tcPr>
          <w:p w14:paraId="4A3FDF9A" w14:textId="77777777" w:rsidR="00B52D29" w:rsidRPr="00927BA6" w:rsidRDefault="00B52D29" w:rsidP="00B52D2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10879A6E" w14:textId="77777777" w:rsidR="00E003D1" w:rsidRDefault="00E003D1" w:rsidP="00E003D1">
      <w:pPr>
        <w:ind w:firstLine="426"/>
      </w:pPr>
    </w:p>
    <w:p w14:paraId="3D3C2C3A" w14:textId="53A60267" w:rsidR="00E003D1" w:rsidRPr="00704DC1" w:rsidRDefault="00E003D1" w:rsidP="00E003D1">
      <w:pPr>
        <w:ind w:firstLine="426"/>
      </w:pPr>
      <w:r>
        <w:t>e)</w:t>
      </w:r>
      <w:r>
        <w:tab/>
      </w:r>
      <w:r w:rsidRPr="002D127E">
        <w:rPr>
          <w:b/>
          <w:bCs/>
        </w:rPr>
        <w:t xml:space="preserve">Položka </w:t>
      </w:r>
      <w:r>
        <w:rPr>
          <w:b/>
          <w:bCs/>
        </w:rPr>
        <w:t>5b</w:t>
      </w:r>
      <w:r>
        <w:t xml:space="preserve"> – Virtualizační software </w:t>
      </w:r>
      <w:r w:rsidRPr="00143089">
        <w:t>pro farm</w:t>
      </w:r>
      <w:r>
        <w:t>u „KB TDS / Brno“ ve specifikaci: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145"/>
        <w:gridCol w:w="4449"/>
      </w:tblGrid>
      <w:tr w:rsidR="00E003D1" w:rsidRPr="0050706D" w14:paraId="2CB67FFD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  <w:shd w:val="clear" w:color="auto" w:fill="D5DCE4" w:themeFill="text2" w:themeFillTint="33"/>
          </w:tcPr>
          <w:p w14:paraId="487984BC" w14:textId="77777777" w:rsidR="00E003D1" w:rsidRPr="00927BA6" w:rsidRDefault="00E003D1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4449" w:type="dxa"/>
            <w:shd w:val="clear" w:color="auto" w:fill="D5DCE4" w:themeFill="text2" w:themeFillTint="33"/>
          </w:tcPr>
          <w:p w14:paraId="78E60E10" w14:textId="77777777" w:rsidR="00E003D1" w:rsidRPr="00927BA6" w:rsidRDefault="00E003D1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5B3FE9" w:rsidRPr="0050706D" w14:paraId="5CB9629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7058D045" w14:textId="1280D02B" w:rsidR="005B3FE9" w:rsidRPr="00534ED5" w:rsidRDefault="005B3FE9" w:rsidP="005B3F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8</w:t>
            </w:r>
            <w:r w:rsidRPr="00534ED5">
              <w:rPr>
                <w:rFonts w:cstheme="minorHAnsi"/>
                <w:b/>
                <w:bCs/>
                <w:sz w:val="18"/>
              </w:rPr>
              <w:t xml:space="preserve"> kusů</w:t>
            </w:r>
            <w:r w:rsidRPr="00534ED5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 xml:space="preserve">licence </w:t>
            </w:r>
            <w:proofErr w:type="spellStart"/>
            <w:r w:rsidRPr="00534ED5">
              <w:rPr>
                <w:rFonts w:cstheme="minorHAnsi"/>
                <w:sz w:val="18"/>
              </w:rPr>
              <w:t>VMware</w:t>
            </w:r>
            <w:proofErr w:type="spellEnd"/>
            <w:r w:rsidRPr="00534ED5">
              <w:rPr>
                <w:rFonts w:cstheme="minorHAnsi"/>
                <w:sz w:val="18"/>
              </w:rPr>
              <w:t xml:space="preserve"> </w:t>
            </w:r>
            <w:proofErr w:type="spellStart"/>
            <w:r w:rsidRPr="00534ED5">
              <w:rPr>
                <w:rFonts w:cstheme="minorHAnsi"/>
                <w:sz w:val="18"/>
              </w:rPr>
              <w:t>vSphere</w:t>
            </w:r>
            <w:proofErr w:type="spellEnd"/>
            <w:r w:rsidRPr="00534ED5">
              <w:rPr>
                <w:rFonts w:cstheme="minorHAnsi"/>
                <w:sz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</w:rPr>
              <w:t>Foundation</w:t>
            </w:r>
            <w:proofErr w:type="spellEnd"/>
            <w:r w:rsidRPr="00534ED5">
              <w:rPr>
                <w:rFonts w:cstheme="minorHAnsi"/>
                <w:sz w:val="18"/>
              </w:rPr>
              <w:t xml:space="preserve"> verze </w:t>
            </w:r>
            <w:r>
              <w:rPr>
                <w:rFonts w:cstheme="minorHAnsi"/>
                <w:sz w:val="18"/>
              </w:rPr>
              <w:t>8</w:t>
            </w:r>
            <w:r w:rsidRPr="00534ED5">
              <w:rPr>
                <w:rFonts w:cstheme="minorHAnsi"/>
                <w:sz w:val="18"/>
              </w:rPr>
              <w:t xml:space="preserve"> nebo vyšší</w:t>
            </w:r>
            <w:r>
              <w:rPr>
                <w:rFonts w:cstheme="minorHAnsi"/>
                <w:sz w:val="18"/>
              </w:rPr>
              <w:t xml:space="preserve">, včetně </w:t>
            </w:r>
            <w:proofErr w:type="spellStart"/>
            <w:r>
              <w:rPr>
                <w:rFonts w:cstheme="minorHAnsi"/>
                <w:sz w:val="18"/>
              </w:rPr>
              <w:t>VMware</w:t>
            </w:r>
            <w:proofErr w:type="spellEnd"/>
            <w:r>
              <w:rPr>
                <w:rFonts w:cstheme="minorHAnsi"/>
                <w:sz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</w:rPr>
              <w:t>Aria</w:t>
            </w:r>
            <w:proofErr w:type="spellEnd"/>
            <w:r>
              <w:rPr>
                <w:rFonts w:cstheme="minorHAnsi"/>
                <w:sz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</w:rPr>
              <w:t>Operations</w:t>
            </w:r>
            <w:proofErr w:type="spellEnd"/>
            <w:r>
              <w:rPr>
                <w:rFonts w:cstheme="minorHAnsi"/>
                <w:sz w:val="18"/>
              </w:rPr>
              <w:t xml:space="preserve"> a podpory</w:t>
            </w:r>
            <w:r w:rsidRPr="00534ED5">
              <w:rPr>
                <w:rFonts w:cstheme="minorHAnsi"/>
                <w:sz w:val="18"/>
              </w:rPr>
              <w:t xml:space="preserve"> na 5 let</w:t>
            </w:r>
          </w:p>
        </w:tc>
        <w:tc>
          <w:tcPr>
            <w:tcW w:w="4449" w:type="dxa"/>
          </w:tcPr>
          <w:p w14:paraId="1A3ACC39" w14:textId="77777777" w:rsidR="005B3FE9" w:rsidRPr="00927BA6" w:rsidRDefault="005B3FE9" w:rsidP="005B3F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B52D29" w:rsidRPr="0050706D" w14:paraId="6E60CD3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4F078043" w14:textId="497DAD3B" w:rsidR="00B52D29" w:rsidRPr="00E24000" w:rsidRDefault="00B52D29" w:rsidP="00B52D2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C45AFE">
              <w:rPr>
                <w:rFonts w:cstheme="minorHAnsi"/>
                <w:b/>
                <w:bCs/>
                <w:sz w:val="18"/>
              </w:rPr>
              <w:t>1 kus</w:t>
            </w:r>
            <w:r w:rsidRPr="00E24000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 xml:space="preserve">licence </w:t>
            </w:r>
            <w:proofErr w:type="spellStart"/>
            <w:r w:rsidRPr="00E24000">
              <w:rPr>
                <w:rFonts w:cstheme="minorHAnsi"/>
                <w:sz w:val="18"/>
              </w:rPr>
              <w:t>VMware</w:t>
            </w:r>
            <w:proofErr w:type="spellEnd"/>
            <w:r w:rsidRPr="00E24000">
              <w:rPr>
                <w:rFonts w:cstheme="minorHAnsi"/>
                <w:sz w:val="18"/>
              </w:rPr>
              <w:t xml:space="preserve"> </w:t>
            </w:r>
            <w:proofErr w:type="spellStart"/>
            <w:r w:rsidRPr="00E24000">
              <w:rPr>
                <w:rFonts w:cstheme="minorHAnsi"/>
                <w:sz w:val="18"/>
              </w:rPr>
              <w:t>v</w:t>
            </w:r>
            <w:r>
              <w:rPr>
                <w:rFonts w:cstheme="minorHAnsi"/>
                <w:sz w:val="18"/>
              </w:rPr>
              <w:t>Center</w:t>
            </w:r>
            <w:proofErr w:type="spellEnd"/>
            <w:r w:rsidRPr="00E24000">
              <w:rPr>
                <w:rFonts w:cstheme="minorHAnsi"/>
                <w:sz w:val="18"/>
              </w:rPr>
              <w:t xml:space="preserve"> Standard verze 8 nebo vyšší na 5 let</w:t>
            </w:r>
            <w:r w:rsidRPr="00AB0B59">
              <w:rPr>
                <w:rFonts w:cstheme="minorHAnsi"/>
                <w:sz w:val="18"/>
              </w:rPr>
              <w:t>, pokud již ne</w:t>
            </w:r>
            <w:r>
              <w:rPr>
                <w:rFonts w:cstheme="minorHAnsi"/>
                <w:sz w:val="18"/>
              </w:rPr>
              <w:t>ní</w:t>
            </w:r>
            <w:r w:rsidRPr="00AB0B59">
              <w:rPr>
                <w:rFonts w:cstheme="minorHAnsi"/>
                <w:sz w:val="18"/>
              </w:rPr>
              <w:t xml:space="preserve"> součástí </w:t>
            </w:r>
            <w:proofErr w:type="spellStart"/>
            <w:r w:rsidRPr="00AB0B59">
              <w:rPr>
                <w:rFonts w:cstheme="minorHAnsi"/>
                <w:sz w:val="18"/>
              </w:rPr>
              <w:t>VMware</w:t>
            </w:r>
            <w:proofErr w:type="spellEnd"/>
            <w:r w:rsidRPr="00AB0B59">
              <w:rPr>
                <w:rFonts w:cstheme="minorHAnsi"/>
                <w:sz w:val="18"/>
              </w:rPr>
              <w:t xml:space="preserve"> </w:t>
            </w:r>
            <w:proofErr w:type="spellStart"/>
            <w:r w:rsidRPr="00AB0B59">
              <w:rPr>
                <w:rFonts w:cstheme="minorHAnsi"/>
                <w:sz w:val="18"/>
              </w:rPr>
              <w:t>vSphere</w:t>
            </w:r>
            <w:proofErr w:type="spellEnd"/>
            <w:r w:rsidRPr="00AB0B59">
              <w:rPr>
                <w:rFonts w:cstheme="minorHAnsi"/>
                <w:sz w:val="18"/>
              </w:rPr>
              <w:t xml:space="preserve"> </w:t>
            </w:r>
            <w:proofErr w:type="spellStart"/>
            <w:r w:rsidRPr="00AB0B59">
              <w:rPr>
                <w:rFonts w:cstheme="minorHAnsi"/>
                <w:sz w:val="18"/>
              </w:rPr>
              <w:t>Foundation</w:t>
            </w:r>
            <w:proofErr w:type="spellEnd"/>
          </w:p>
        </w:tc>
        <w:tc>
          <w:tcPr>
            <w:tcW w:w="4449" w:type="dxa"/>
          </w:tcPr>
          <w:p w14:paraId="6DD06287" w14:textId="77777777" w:rsidR="00B52D29" w:rsidRPr="00927BA6" w:rsidRDefault="00B52D29" w:rsidP="00B52D2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12AE1166" w14:textId="77777777" w:rsidR="00E003D1" w:rsidRDefault="00E003D1" w:rsidP="00E003D1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</w:p>
    <w:p w14:paraId="3ADE3C1D" w14:textId="32DA5AC3" w:rsidR="00E003D1" w:rsidRPr="00704DC1" w:rsidRDefault="00E003D1" w:rsidP="00E003D1">
      <w:pPr>
        <w:ind w:firstLine="426"/>
      </w:pPr>
      <w:r>
        <w:t>f)</w:t>
      </w:r>
      <w:r>
        <w:tab/>
      </w:r>
      <w:r w:rsidRPr="002D127E">
        <w:rPr>
          <w:b/>
          <w:bCs/>
        </w:rPr>
        <w:t xml:space="preserve">Položka </w:t>
      </w:r>
      <w:r>
        <w:rPr>
          <w:b/>
          <w:bCs/>
        </w:rPr>
        <w:t>6b</w:t>
      </w:r>
      <w:r>
        <w:t xml:space="preserve"> – Virtualizační software </w:t>
      </w:r>
      <w:r w:rsidRPr="00143089">
        <w:t>pro farm</w:t>
      </w:r>
      <w:r>
        <w:t xml:space="preserve">u „KB TDS / </w:t>
      </w:r>
      <w:r w:rsidR="00D23118">
        <w:t>Ústí nad Labem</w:t>
      </w:r>
      <w:r>
        <w:t>“ ve</w:t>
      </w:r>
      <w:r w:rsidR="009B028C">
        <w:t> </w:t>
      </w:r>
      <w:r>
        <w:t>specifikaci: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145"/>
        <w:gridCol w:w="4449"/>
      </w:tblGrid>
      <w:tr w:rsidR="00E003D1" w:rsidRPr="0050706D" w14:paraId="59FBFD9E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  <w:shd w:val="clear" w:color="auto" w:fill="D5DCE4" w:themeFill="text2" w:themeFillTint="33"/>
          </w:tcPr>
          <w:p w14:paraId="7AB4F801" w14:textId="77777777" w:rsidR="00E003D1" w:rsidRPr="00927BA6" w:rsidRDefault="00E003D1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4449" w:type="dxa"/>
            <w:shd w:val="clear" w:color="auto" w:fill="D5DCE4" w:themeFill="text2" w:themeFillTint="33"/>
          </w:tcPr>
          <w:p w14:paraId="0B9B258B" w14:textId="77777777" w:rsidR="00E003D1" w:rsidRPr="00927BA6" w:rsidRDefault="00E003D1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5B3FE9" w:rsidRPr="0050706D" w14:paraId="20520D0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333D721D" w14:textId="2355A5A4" w:rsidR="005B3FE9" w:rsidRPr="00534ED5" w:rsidRDefault="005B3FE9" w:rsidP="005B3F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8</w:t>
            </w:r>
            <w:r w:rsidRPr="00534ED5">
              <w:rPr>
                <w:rFonts w:cstheme="minorHAnsi"/>
                <w:b/>
                <w:bCs/>
                <w:sz w:val="18"/>
              </w:rPr>
              <w:t xml:space="preserve"> kusů</w:t>
            </w:r>
            <w:r w:rsidRPr="00534ED5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 xml:space="preserve">licence </w:t>
            </w:r>
            <w:proofErr w:type="spellStart"/>
            <w:r w:rsidRPr="00534ED5">
              <w:rPr>
                <w:rFonts w:cstheme="minorHAnsi"/>
                <w:sz w:val="18"/>
              </w:rPr>
              <w:t>VMware</w:t>
            </w:r>
            <w:proofErr w:type="spellEnd"/>
            <w:r w:rsidRPr="00534ED5">
              <w:rPr>
                <w:rFonts w:cstheme="minorHAnsi"/>
                <w:sz w:val="18"/>
              </w:rPr>
              <w:t xml:space="preserve"> </w:t>
            </w:r>
            <w:proofErr w:type="spellStart"/>
            <w:r w:rsidRPr="00534ED5">
              <w:rPr>
                <w:rFonts w:cstheme="minorHAnsi"/>
                <w:sz w:val="18"/>
              </w:rPr>
              <w:t>vSphere</w:t>
            </w:r>
            <w:proofErr w:type="spellEnd"/>
            <w:r w:rsidRPr="00534ED5">
              <w:rPr>
                <w:rFonts w:cstheme="minorHAnsi"/>
                <w:sz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</w:rPr>
              <w:t>Foundation</w:t>
            </w:r>
            <w:proofErr w:type="spellEnd"/>
            <w:r w:rsidRPr="00534ED5">
              <w:rPr>
                <w:rFonts w:cstheme="minorHAnsi"/>
                <w:sz w:val="18"/>
              </w:rPr>
              <w:t xml:space="preserve"> verze </w:t>
            </w:r>
            <w:r>
              <w:rPr>
                <w:rFonts w:cstheme="minorHAnsi"/>
                <w:sz w:val="18"/>
              </w:rPr>
              <w:t>8</w:t>
            </w:r>
            <w:r w:rsidRPr="00534ED5">
              <w:rPr>
                <w:rFonts w:cstheme="minorHAnsi"/>
                <w:sz w:val="18"/>
              </w:rPr>
              <w:t xml:space="preserve"> nebo vyšší</w:t>
            </w:r>
            <w:r>
              <w:rPr>
                <w:rFonts w:cstheme="minorHAnsi"/>
                <w:sz w:val="18"/>
              </w:rPr>
              <w:t xml:space="preserve">, včetně </w:t>
            </w:r>
            <w:proofErr w:type="spellStart"/>
            <w:r>
              <w:rPr>
                <w:rFonts w:cstheme="minorHAnsi"/>
                <w:sz w:val="18"/>
              </w:rPr>
              <w:t>VMware</w:t>
            </w:r>
            <w:proofErr w:type="spellEnd"/>
            <w:r>
              <w:rPr>
                <w:rFonts w:cstheme="minorHAnsi"/>
                <w:sz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</w:rPr>
              <w:t>Aria</w:t>
            </w:r>
            <w:proofErr w:type="spellEnd"/>
            <w:r>
              <w:rPr>
                <w:rFonts w:cstheme="minorHAnsi"/>
                <w:sz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</w:rPr>
              <w:t>Operations</w:t>
            </w:r>
            <w:proofErr w:type="spellEnd"/>
            <w:r>
              <w:rPr>
                <w:rFonts w:cstheme="minorHAnsi"/>
                <w:sz w:val="18"/>
              </w:rPr>
              <w:t xml:space="preserve"> a podpory</w:t>
            </w:r>
            <w:r w:rsidRPr="00534ED5">
              <w:rPr>
                <w:rFonts w:cstheme="minorHAnsi"/>
                <w:sz w:val="18"/>
              </w:rPr>
              <w:t xml:space="preserve"> na 5 let</w:t>
            </w:r>
          </w:p>
        </w:tc>
        <w:tc>
          <w:tcPr>
            <w:tcW w:w="4449" w:type="dxa"/>
          </w:tcPr>
          <w:p w14:paraId="574F8299" w14:textId="77777777" w:rsidR="005B3FE9" w:rsidRPr="00927BA6" w:rsidRDefault="005B3FE9" w:rsidP="005B3F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B52D29" w:rsidRPr="0050706D" w14:paraId="441C322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06CAE9DD" w14:textId="56D59B87" w:rsidR="00B52D29" w:rsidRDefault="00B52D29" w:rsidP="00B52D29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C45AFE">
              <w:rPr>
                <w:rFonts w:cstheme="minorHAnsi"/>
                <w:b/>
                <w:bCs/>
                <w:sz w:val="18"/>
              </w:rPr>
              <w:t>1 kus</w:t>
            </w:r>
            <w:r w:rsidRPr="00E24000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 xml:space="preserve">licence </w:t>
            </w:r>
            <w:proofErr w:type="spellStart"/>
            <w:r w:rsidRPr="00E24000">
              <w:rPr>
                <w:rFonts w:cstheme="minorHAnsi"/>
                <w:sz w:val="18"/>
              </w:rPr>
              <w:t>VMware</w:t>
            </w:r>
            <w:proofErr w:type="spellEnd"/>
            <w:r w:rsidRPr="00E24000">
              <w:rPr>
                <w:rFonts w:cstheme="minorHAnsi"/>
                <w:sz w:val="18"/>
              </w:rPr>
              <w:t xml:space="preserve"> </w:t>
            </w:r>
            <w:proofErr w:type="spellStart"/>
            <w:r w:rsidRPr="00E24000">
              <w:rPr>
                <w:rFonts w:cstheme="minorHAnsi"/>
                <w:sz w:val="18"/>
              </w:rPr>
              <w:t>v</w:t>
            </w:r>
            <w:r>
              <w:rPr>
                <w:rFonts w:cstheme="minorHAnsi"/>
                <w:sz w:val="18"/>
              </w:rPr>
              <w:t>Center</w:t>
            </w:r>
            <w:proofErr w:type="spellEnd"/>
            <w:r w:rsidRPr="00E24000">
              <w:rPr>
                <w:rFonts w:cstheme="minorHAnsi"/>
                <w:sz w:val="18"/>
              </w:rPr>
              <w:t xml:space="preserve"> Standard verze 8 nebo vyšší na 5 let</w:t>
            </w:r>
            <w:r w:rsidRPr="00AB0B59">
              <w:rPr>
                <w:rFonts w:cstheme="minorHAnsi"/>
                <w:sz w:val="18"/>
              </w:rPr>
              <w:t>, pokud již ne</w:t>
            </w:r>
            <w:r>
              <w:rPr>
                <w:rFonts w:cstheme="minorHAnsi"/>
                <w:sz w:val="18"/>
              </w:rPr>
              <w:t>ní</w:t>
            </w:r>
            <w:r w:rsidRPr="00AB0B59">
              <w:rPr>
                <w:rFonts w:cstheme="minorHAnsi"/>
                <w:sz w:val="18"/>
              </w:rPr>
              <w:t xml:space="preserve"> součástí </w:t>
            </w:r>
            <w:proofErr w:type="spellStart"/>
            <w:r w:rsidRPr="00AB0B59">
              <w:rPr>
                <w:rFonts w:cstheme="minorHAnsi"/>
                <w:sz w:val="18"/>
              </w:rPr>
              <w:t>VMware</w:t>
            </w:r>
            <w:proofErr w:type="spellEnd"/>
            <w:r w:rsidRPr="00AB0B59">
              <w:rPr>
                <w:rFonts w:cstheme="minorHAnsi"/>
                <w:sz w:val="18"/>
              </w:rPr>
              <w:t xml:space="preserve"> </w:t>
            </w:r>
            <w:proofErr w:type="spellStart"/>
            <w:r w:rsidRPr="00AB0B59">
              <w:rPr>
                <w:rFonts w:cstheme="minorHAnsi"/>
                <w:sz w:val="18"/>
              </w:rPr>
              <w:t>vSphere</w:t>
            </w:r>
            <w:proofErr w:type="spellEnd"/>
            <w:r w:rsidRPr="00AB0B59">
              <w:rPr>
                <w:rFonts w:cstheme="minorHAnsi"/>
                <w:sz w:val="18"/>
              </w:rPr>
              <w:t xml:space="preserve"> </w:t>
            </w:r>
            <w:proofErr w:type="spellStart"/>
            <w:r w:rsidRPr="00AB0B59">
              <w:rPr>
                <w:rFonts w:cstheme="minorHAnsi"/>
                <w:sz w:val="18"/>
              </w:rPr>
              <w:t>Foundation</w:t>
            </w:r>
            <w:proofErr w:type="spellEnd"/>
          </w:p>
        </w:tc>
        <w:tc>
          <w:tcPr>
            <w:tcW w:w="4449" w:type="dxa"/>
          </w:tcPr>
          <w:p w14:paraId="317A83BA" w14:textId="77777777" w:rsidR="00B52D29" w:rsidRPr="00927BA6" w:rsidRDefault="00B52D29" w:rsidP="00B52D2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22A74E3F" w14:textId="77777777" w:rsidR="008B08AA" w:rsidRDefault="008B08AA" w:rsidP="00AE7762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</w:p>
    <w:p w14:paraId="5AE1BEAA" w14:textId="47935F3F" w:rsidR="00AE7762" w:rsidRPr="00AE7762" w:rsidRDefault="00AE7762" w:rsidP="002D127E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  <w:r w:rsidRPr="00AE7762">
        <w:rPr>
          <w:rFonts w:asciiTheme="majorHAnsi" w:eastAsia="Times New Roman" w:hAnsiTheme="majorHAnsi" w:cs="Arial"/>
          <w:bCs/>
          <w:iCs/>
        </w:rPr>
        <w:t xml:space="preserve">V současnosti </w:t>
      </w:r>
      <w:r>
        <w:rPr>
          <w:rFonts w:asciiTheme="majorHAnsi" w:eastAsia="Times New Roman" w:hAnsiTheme="majorHAnsi" w:cs="Arial"/>
          <w:bCs/>
          <w:iCs/>
        </w:rPr>
        <w:t>Kupující</w:t>
      </w:r>
      <w:r w:rsidRPr="00AE7762">
        <w:rPr>
          <w:rFonts w:asciiTheme="majorHAnsi" w:eastAsia="Times New Roman" w:hAnsiTheme="majorHAnsi" w:cs="Arial"/>
          <w:bCs/>
          <w:iCs/>
        </w:rPr>
        <w:t xml:space="preserve"> provozuje centralizovan</w:t>
      </w:r>
      <w:r w:rsidR="00C64AB2">
        <w:rPr>
          <w:rFonts w:asciiTheme="majorHAnsi" w:eastAsia="Times New Roman" w:hAnsiTheme="majorHAnsi" w:cs="Arial"/>
          <w:bCs/>
          <w:iCs/>
        </w:rPr>
        <w:t>ou</w:t>
      </w:r>
      <w:r w:rsidRPr="00AE7762">
        <w:rPr>
          <w:rFonts w:asciiTheme="majorHAnsi" w:eastAsia="Times New Roman" w:hAnsiTheme="majorHAnsi" w:cs="Arial"/>
          <w:bCs/>
          <w:iCs/>
        </w:rPr>
        <w:t xml:space="preserve"> vzdálen</w:t>
      </w:r>
      <w:r w:rsidR="00C64AB2">
        <w:rPr>
          <w:rFonts w:asciiTheme="majorHAnsi" w:eastAsia="Times New Roman" w:hAnsiTheme="majorHAnsi" w:cs="Arial"/>
          <w:bCs/>
          <w:iCs/>
        </w:rPr>
        <w:t>ou</w:t>
      </w:r>
      <w:r w:rsidRPr="00AE7762">
        <w:rPr>
          <w:rFonts w:asciiTheme="majorHAnsi" w:eastAsia="Times New Roman" w:hAnsiTheme="majorHAnsi" w:cs="Arial"/>
          <w:bCs/>
          <w:iCs/>
        </w:rPr>
        <w:t xml:space="preserve"> správ</w:t>
      </w:r>
      <w:r w:rsidR="00C64AB2">
        <w:rPr>
          <w:rFonts w:asciiTheme="majorHAnsi" w:eastAsia="Times New Roman" w:hAnsiTheme="majorHAnsi" w:cs="Arial"/>
          <w:bCs/>
          <w:iCs/>
        </w:rPr>
        <w:t>u</w:t>
      </w:r>
      <w:r w:rsidRPr="00AE7762">
        <w:rPr>
          <w:rFonts w:asciiTheme="majorHAnsi" w:eastAsia="Times New Roman" w:hAnsiTheme="majorHAnsi" w:cs="Arial"/>
          <w:bCs/>
          <w:iCs/>
        </w:rPr>
        <w:t xml:space="preserve"> a dohled serverové infrastruktury </w:t>
      </w:r>
      <w:r w:rsidR="00C64AB2">
        <w:rPr>
          <w:rFonts w:asciiTheme="majorHAnsi" w:eastAsia="Times New Roman" w:hAnsiTheme="majorHAnsi" w:cs="Arial"/>
          <w:bCs/>
          <w:iCs/>
        </w:rPr>
        <w:t xml:space="preserve">(HW management) </w:t>
      </w:r>
      <w:r w:rsidRPr="00AE7762">
        <w:rPr>
          <w:rFonts w:asciiTheme="majorHAnsi" w:eastAsia="Times New Roman" w:hAnsiTheme="majorHAnsi" w:cs="Arial"/>
          <w:bCs/>
          <w:iCs/>
        </w:rPr>
        <w:t xml:space="preserve">Lenovo </w:t>
      </w:r>
      <w:proofErr w:type="spellStart"/>
      <w:r w:rsidRPr="00AE7762">
        <w:rPr>
          <w:rFonts w:asciiTheme="majorHAnsi" w:eastAsia="Times New Roman" w:hAnsiTheme="majorHAnsi" w:cs="Arial"/>
          <w:bCs/>
          <w:iCs/>
        </w:rPr>
        <w:t>XClarity</w:t>
      </w:r>
      <w:proofErr w:type="spellEnd"/>
      <w:r w:rsidRPr="00AE7762">
        <w:rPr>
          <w:rFonts w:asciiTheme="majorHAnsi" w:eastAsia="Times New Roman" w:hAnsiTheme="majorHAnsi" w:cs="Arial"/>
          <w:bCs/>
          <w:iCs/>
        </w:rPr>
        <w:t xml:space="preserve"> a Dell </w:t>
      </w:r>
      <w:proofErr w:type="spellStart"/>
      <w:r w:rsidRPr="00AE7762">
        <w:rPr>
          <w:rFonts w:asciiTheme="majorHAnsi" w:eastAsia="Times New Roman" w:hAnsiTheme="majorHAnsi" w:cs="Arial"/>
          <w:bCs/>
          <w:iCs/>
        </w:rPr>
        <w:t>OpenManage</w:t>
      </w:r>
      <w:proofErr w:type="spellEnd"/>
      <w:r w:rsidRPr="00AE7762">
        <w:rPr>
          <w:rFonts w:asciiTheme="majorHAnsi" w:eastAsia="Times New Roman" w:hAnsiTheme="majorHAnsi" w:cs="Arial"/>
          <w:bCs/>
          <w:iCs/>
        </w:rPr>
        <w:t xml:space="preserve">. Jako virtualizační platformu </w:t>
      </w:r>
      <w:r w:rsidR="00557199">
        <w:rPr>
          <w:rFonts w:asciiTheme="majorHAnsi" w:eastAsia="Times New Roman" w:hAnsiTheme="majorHAnsi" w:cs="Arial"/>
          <w:bCs/>
          <w:iCs/>
        </w:rPr>
        <w:t>Kupující</w:t>
      </w:r>
      <w:r w:rsidRPr="00AE7762">
        <w:rPr>
          <w:rFonts w:asciiTheme="majorHAnsi" w:eastAsia="Times New Roman" w:hAnsiTheme="majorHAnsi" w:cs="Arial"/>
          <w:bCs/>
          <w:iCs/>
        </w:rPr>
        <w:t xml:space="preserve"> provozuje </w:t>
      </w:r>
      <w:proofErr w:type="spellStart"/>
      <w:r w:rsidRPr="00AE7762">
        <w:rPr>
          <w:rFonts w:asciiTheme="majorHAnsi" w:eastAsia="Times New Roman" w:hAnsiTheme="majorHAnsi" w:cs="Arial"/>
          <w:bCs/>
          <w:iCs/>
        </w:rPr>
        <w:t>VMware</w:t>
      </w:r>
      <w:proofErr w:type="spellEnd"/>
      <w:r w:rsidRPr="00AE7762">
        <w:rPr>
          <w:rFonts w:asciiTheme="majorHAnsi" w:eastAsia="Times New Roman" w:hAnsiTheme="majorHAnsi" w:cs="Arial"/>
          <w:bCs/>
          <w:iCs/>
        </w:rPr>
        <w:t xml:space="preserve"> </w:t>
      </w:r>
      <w:proofErr w:type="spellStart"/>
      <w:r w:rsidRPr="00AE7762">
        <w:rPr>
          <w:rFonts w:asciiTheme="majorHAnsi" w:eastAsia="Times New Roman" w:hAnsiTheme="majorHAnsi" w:cs="Arial"/>
          <w:bCs/>
          <w:iCs/>
        </w:rPr>
        <w:t>vSphere</w:t>
      </w:r>
      <w:proofErr w:type="spellEnd"/>
      <w:r w:rsidRPr="00AE7762">
        <w:rPr>
          <w:rFonts w:asciiTheme="majorHAnsi" w:eastAsia="Times New Roman" w:hAnsiTheme="majorHAnsi" w:cs="Arial"/>
          <w:bCs/>
          <w:iCs/>
        </w:rPr>
        <w:t xml:space="preserve"> </w:t>
      </w:r>
      <w:r w:rsidR="002B03B0">
        <w:rPr>
          <w:rFonts w:asciiTheme="majorHAnsi" w:eastAsia="Times New Roman" w:hAnsiTheme="majorHAnsi" w:cs="Arial"/>
          <w:bCs/>
          <w:iCs/>
        </w:rPr>
        <w:t>8</w:t>
      </w:r>
      <w:r w:rsidR="00073371">
        <w:rPr>
          <w:rFonts w:asciiTheme="majorHAnsi" w:eastAsia="Times New Roman" w:hAnsiTheme="majorHAnsi" w:cs="Arial"/>
          <w:bCs/>
          <w:iCs/>
        </w:rPr>
        <w:t xml:space="preserve"> </w:t>
      </w:r>
      <w:r w:rsidRPr="00AE7762">
        <w:rPr>
          <w:rFonts w:asciiTheme="majorHAnsi" w:eastAsia="Times New Roman" w:hAnsiTheme="majorHAnsi" w:cs="Arial"/>
          <w:bCs/>
          <w:iCs/>
        </w:rPr>
        <w:t xml:space="preserve">včetně centralizované správy pomocí </w:t>
      </w:r>
      <w:proofErr w:type="spellStart"/>
      <w:r w:rsidRPr="00AE7762">
        <w:rPr>
          <w:rFonts w:asciiTheme="majorHAnsi" w:eastAsia="Times New Roman" w:hAnsiTheme="majorHAnsi" w:cs="Arial"/>
          <w:bCs/>
          <w:iCs/>
        </w:rPr>
        <w:t>VMware</w:t>
      </w:r>
      <w:proofErr w:type="spellEnd"/>
      <w:r w:rsidRPr="00AE7762">
        <w:rPr>
          <w:rFonts w:asciiTheme="majorHAnsi" w:eastAsia="Times New Roman" w:hAnsiTheme="majorHAnsi" w:cs="Arial"/>
          <w:bCs/>
          <w:iCs/>
        </w:rPr>
        <w:t xml:space="preserve"> </w:t>
      </w:r>
      <w:proofErr w:type="spellStart"/>
      <w:r w:rsidRPr="00AE7762">
        <w:rPr>
          <w:rFonts w:asciiTheme="majorHAnsi" w:eastAsia="Times New Roman" w:hAnsiTheme="majorHAnsi" w:cs="Arial"/>
          <w:bCs/>
          <w:iCs/>
        </w:rPr>
        <w:t>vCenter</w:t>
      </w:r>
      <w:proofErr w:type="spellEnd"/>
      <w:r w:rsidR="00073371">
        <w:rPr>
          <w:rFonts w:asciiTheme="majorHAnsi" w:eastAsia="Times New Roman" w:hAnsiTheme="majorHAnsi" w:cs="Arial"/>
          <w:bCs/>
          <w:iCs/>
        </w:rPr>
        <w:t xml:space="preserve"> </w:t>
      </w:r>
      <w:r w:rsidR="002B03B0">
        <w:rPr>
          <w:rFonts w:asciiTheme="majorHAnsi" w:eastAsia="Times New Roman" w:hAnsiTheme="majorHAnsi" w:cs="Arial"/>
          <w:bCs/>
          <w:iCs/>
        </w:rPr>
        <w:t>8</w:t>
      </w:r>
      <w:r w:rsidRPr="00AE7762">
        <w:rPr>
          <w:rFonts w:asciiTheme="majorHAnsi" w:eastAsia="Times New Roman" w:hAnsiTheme="majorHAnsi" w:cs="Arial"/>
          <w:bCs/>
          <w:iCs/>
        </w:rPr>
        <w:t>, a </w:t>
      </w:r>
      <w:r w:rsidR="00073371">
        <w:rPr>
          <w:rFonts w:asciiTheme="majorHAnsi" w:eastAsia="Times New Roman" w:hAnsiTheme="majorHAnsi" w:cs="Arial"/>
          <w:bCs/>
          <w:iCs/>
        </w:rPr>
        <w:t>pro</w:t>
      </w:r>
      <w:r w:rsidRPr="00AE7762">
        <w:rPr>
          <w:rFonts w:asciiTheme="majorHAnsi" w:eastAsia="Times New Roman" w:hAnsiTheme="majorHAnsi" w:cs="Arial"/>
          <w:bCs/>
          <w:iCs/>
        </w:rPr>
        <w:t xml:space="preserve"> HCI platformu provozuje </w:t>
      </w:r>
      <w:proofErr w:type="spellStart"/>
      <w:r w:rsidRPr="00AE7762">
        <w:rPr>
          <w:rFonts w:asciiTheme="majorHAnsi" w:eastAsia="Times New Roman" w:hAnsiTheme="majorHAnsi" w:cs="Arial"/>
          <w:bCs/>
          <w:iCs/>
        </w:rPr>
        <w:t>VMware</w:t>
      </w:r>
      <w:proofErr w:type="spellEnd"/>
      <w:r w:rsidRPr="00AE7762">
        <w:rPr>
          <w:rFonts w:asciiTheme="majorHAnsi" w:eastAsia="Times New Roman" w:hAnsiTheme="majorHAnsi" w:cs="Arial"/>
          <w:bCs/>
          <w:iCs/>
        </w:rPr>
        <w:t xml:space="preserve"> </w:t>
      </w:r>
      <w:proofErr w:type="spellStart"/>
      <w:r w:rsidRPr="00AE7762">
        <w:rPr>
          <w:rFonts w:asciiTheme="majorHAnsi" w:eastAsia="Times New Roman" w:hAnsiTheme="majorHAnsi" w:cs="Arial"/>
          <w:bCs/>
          <w:iCs/>
        </w:rPr>
        <w:t>vSAN</w:t>
      </w:r>
      <w:proofErr w:type="spellEnd"/>
      <w:r w:rsidR="00073371">
        <w:rPr>
          <w:rFonts w:asciiTheme="majorHAnsi" w:eastAsia="Times New Roman" w:hAnsiTheme="majorHAnsi" w:cs="Arial"/>
          <w:bCs/>
          <w:iCs/>
        </w:rPr>
        <w:t xml:space="preserve"> </w:t>
      </w:r>
      <w:r w:rsidR="002B03B0">
        <w:rPr>
          <w:rFonts w:asciiTheme="majorHAnsi" w:eastAsia="Times New Roman" w:hAnsiTheme="majorHAnsi" w:cs="Arial"/>
          <w:bCs/>
          <w:iCs/>
        </w:rPr>
        <w:t>8</w:t>
      </w:r>
      <w:r w:rsidRPr="00AE7762">
        <w:rPr>
          <w:rFonts w:asciiTheme="majorHAnsi" w:eastAsia="Times New Roman" w:hAnsiTheme="majorHAnsi" w:cs="Arial"/>
          <w:bCs/>
          <w:iCs/>
        </w:rPr>
        <w:t>.</w:t>
      </w:r>
      <w:r w:rsidR="00582966">
        <w:rPr>
          <w:rFonts w:asciiTheme="majorHAnsi" w:eastAsia="Times New Roman" w:hAnsiTheme="majorHAnsi" w:cs="Arial"/>
          <w:bCs/>
          <w:iCs/>
        </w:rPr>
        <w:t xml:space="preserve"> Z tohoto důvodu Kupující požaduje plnou kompatibilitu </w:t>
      </w:r>
      <w:r w:rsidR="00F31516">
        <w:rPr>
          <w:rFonts w:asciiTheme="majorHAnsi" w:eastAsia="Times New Roman" w:hAnsiTheme="majorHAnsi" w:cs="Arial"/>
          <w:bCs/>
          <w:iCs/>
        </w:rPr>
        <w:t>dodávaného Software s již provozovanými technologiemi</w:t>
      </w:r>
      <w:r w:rsidR="00163ECF">
        <w:rPr>
          <w:rFonts w:asciiTheme="majorHAnsi" w:eastAsia="Times New Roman" w:hAnsiTheme="majorHAnsi" w:cs="Arial"/>
          <w:bCs/>
          <w:iCs/>
        </w:rPr>
        <w:t xml:space="preserve"> a integraci dodávaného SW </w:t>
      </w:r>
      <w:r w:rsidR="007B0C37">
        <w:rPr>
          <w:rFonts w:asciiTheme="majorHAnsi" w:eastAsia="Times New Roman" w:hAnsiTheme="majorHAnsi" w:cs="Arial"/>
          <w:bCs/>
          <w:iCs/>
        </w:rPr>
        <w:t>s již provozovaným</w:t>
      </w:r>
      <w:r w:rsidR="00F31516">
        <w:rPr>
          <w:rFonts w:asciiTheme="majorHAnsi" w:eastAsia="Times New Roman" w:hAnsiTheme="majorHAnsi" w:cs="Arial"/>
          <w:bCs/>
          <w:iCs/>
        </w:rPr>
        <w:t>.</w:t>
      </w:r>
    </w:p>
    <w:p w14:paraId="2C88A1AB" w14:textId="77777777" w:rsidR="009C52EC" w:rsidRDefault="009C52EC" w:rsidP="00AE7762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</w:p>
    <w:p w14:paraId="361F4E42" w14:textId="77777777" w:rsidR="000B2610" w:rsidRDefault="000B2610" w:rsidP="00E927BA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754BA8C3" w14:textId="1A2D44B5" w:rsidR="00A00B4D" w:rsidRPr="00221465" w:rsidRDefault="00A00B4D" w:rsidP="00F7516D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>
        <w:rPr>
          <w:rFonts w:asciiTheme="majorHAnsi" w:eastAsia="Times New Roman" w:hAnsiTheme="majorHAnsi" w:cs="Arial"/>
          <w:b/>
          <w:bCs/>
          <w:caps/>
          <w:kern w:val="32"/>
        </w:rPr>
        <w:t>POŽADAVKY NA BEZPEČNOST</w:t>
      </w:r>
    </w:p>
    <w:p w14:paraId="72963EDE" w14:textId="69DD0BCB" w:rsidR="00A00B4D" w:rsidRDefault="007538A2" w:rsidP="009A4A77">
      <w:r w:rsidRPr="007538A2">
        <w:t>Výrobce/</w:t>
      </w:r>
      <w:r>
        <w:t>Prodávající</w:t>
      </w:r>
      <w:r w:rsidRPr="007538A2">
        <w:t xml:space="preserve"> musí pro dodávané řešení provádět pravidelné vyhodnocování bezpečnostních rizik a zranitelností (např. dle CVSS) a pro detekované zranitelnosti vydávat</w:t>
      </w:r>
      <w:r w:rsidR="009A4A77">
        <w:t xml:space="preserve"> </w:t>
      </w:r>
      <w:r w:rsidRPr="007538A2">
        <w:t xml:space="preserve">opravy. V případě, že je možnost instalace oprav podmíněna nějakou formou </w:t>
      </w:r>
      <w:proofErr w:type="spellStart"/>
      <w:r w:rsidRPr="007538A2">
        <w:t>maintenance</w:t>
      </w:r>
      <w:proofErr w:type="spellEnd"/>
      <w:r w:rsidRPr="007538A2">
        <w:t xml:space="preserve"> poplatků, musí být tyto poplatky zahrnuty v nabídkové ceně na 5 let.</w:t>
      </w:r>
    </w:p>
    <w:p w14:paraId="7C137E7F" w14:textId="77777777" w:rsidR="00A00B4D" w:rsidRDefault="00A00B4D" w:rsidP="00A00B4D">
      <w:pPr>
        <w:keepNext/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7FD14FC4" w14:textId="77777777" w:rsidR="009A4A77" w:rsidRPr="00501E7E" w:rsidRDefault="009A4A77" w:rsidP="00A00B4D">
      <w:pPr>
        <w:keepNext/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128C1865" w14:textId="77777777" w:rsidR="00087D48" w:rsidRPr="00221465" w:rsidRDefault="00087D48" w:rsidP="00F7516D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Školení</w:t>
      </w:r>
      <w:bookmarkStart w:id="16" w:name="_Toc517632210"/>
      <w:bookmarkStart w:id="17" w:name="_Toc517978987"/>
      <w:bookmarkStart w:id="18" w:name="_Toc518251184"/>
      <w:bookmarkStart w:id="19" w:name="_Toc533063760"/>
      <w:bookmarkEnd w:id="12"/>
      <w:bookmarkEnd w:id="13"/>
      <w:bookmarkEnd w:id="14"/>
      <w:bookmarkEnd w:id="15"/>
    </w:p>
    <w:p w14:paraId="19519E66" w14:textId="77777777" w:rsidR="00501E7E" w:rsidRDefault="00501E7E" w:rsidP="00733A10">
      <w:pPr>
        <w:keepNext/>
        <w:spacing w:before="240" w:after="0" w:line="240" w:lineRule="auto"/>
        <w:jc w:val="both"/>
        <w:outlineLvl w:val="0"/>
        <w:rPr>
          <w:rFonts w:asciiTheme="majorHAnsi" w:eastAsia="Times New Roman" w:hAnsiTheme="majorHAnsi" w:cs="Times New Roman"/>
        </w:rPr>
      </w:pPr>
      <w:r w:rsidRPr="00501E7E">
        <w:rPr>
          <w:rFonts w:asciiTheme="majorHAnsi" w:eastAsia="Times New Roman" w:hAnsiTheme="majorHAnsi" w:cs="Times New Roman"/>
        </w:rPr>
        <w:t>Školení není součástí zakázky.</w:t>
      </w:r>
    </w:p>
    <w:p w14:paraId="6E31E5A3" w14:textId="0AF02230" w:rsidR="00DD5DC6" w:rsidRDefault="00DD5DC6">
      <w:pPr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1C35FA0B" w14:textId="77777777" w:rsidR="00E64156" w:rsidRDefault="00E64156">
      <w:pPr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21C826B6" w14:textId="52B46846" w:rsidR="00950F03" w:rsidRPr="002D127E" w:rsidRDefault="00087D48" w:rsidP="00F7516D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Akceptační řízení</w:t>
      </w:r>
      <w:bookmarkEnd w:id="16"/>
      <w:bookmarkEnd w:id="17"/>
      <w:bookmarkEnd w:id="18"/>
      <w:bookmarkEnd w:id="19"/>
    </w:p>
    <w:p w14:paraId="1CEE6662" w14:textId="094248CB" w:rsidR="00F8376F" w:rsidRDefault="00950F03" w:rsidP="002D127E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eastAsia="Calibri" w:cs="Times New Roman"/>
        </w:rPr>
      </w:pPr>
      <w:r w:rsidRPr="00950F03">
        <w:rPr>
          <w:rFonts w:eastAsia="Calibri" w:cs="Times New Roman"/>
        </w:rPr>
        <w:t>Podmínky akceptačního řízení dle čl. 8 Zvláštních obchodních podmínek se neuplatní. O předání</w:t>
      </w:r>
      <w:r w:rsidR="00733A10">
        <w:rPr>
          <w:rFonts w:eastAsia="Calibri" w:cs="Times New Roman"/>
        </w:rPr>
        <w:t xml:space="preserve"> </w:t>
      </w:r>
      <w:r w:rsidRPr="00950F03">
        <w:rPr>
          <w:rFonts w:eastAsia="Calibri" w:cs="Times New Roman"/>
        </w:rPr>
        <w:t xml:space="preserve">a převzetí Hardware </w:t>
      </w:r>
      <w:r w:rsidR="00493D7C">
        <w:rPr>
          <w:rFonts w:eastAsia="Calibri" w:cs="Times New Roman"/>
        </w:rPr>
        <w:t xml:space="preserve">a Software </w:t>
      </w:r>
      <w:r w:rsidRPr="00950F03">
        <w:rPr>
          <w:rFonts w:eastAsia="Calibri" w:cs="Times New Roman"/>
        </w:rPr>
        <w:t xml:space="preserve">dle čl. </w:t>
      </w:r>
      <w:r w:rsidR="00E91917">
        <w:rPr>
          <w:rFonts w:eastAsia="Calibri" w:cs="Times New Roman"/>
        </w:rPr>
        <w:t>1, 3 a 4</w:t>
      </w:r>
      <w:r w:rsidRPr="00950F03">
        <w:rPr>
          <w:rFonts w:eastAsia="Calibri" w:cs="Times New Roman"/>
        </w:rPr>
        <w:t xml:space="preserve"> této přílohy bude sepsán a oboustranně podepsán předávací protokol o dodání Hardware</w:t>
      </w:r>
      <w:r w:rsidR="00E91917">
        <w:rPr>
          <w:rFonts w:eastAsia="Calibri" w:cs="Times New Roman"/>
        </w:rPr>
        <w:t xml:space="preserve"> a Software</w:t>
      </w:r>
      <w:r>
        <w:rPr>
          <w:rFonts w:eastAsia="Calibri" w:cs="Times New Roman"/>
        </w:rPr>
        <w:t xml:space="preserve">, a to po </w:t>
      </w:r>
      <w:r w:rsidR="00E91917">
        <w:rPr>
          <w:rFonts w:eastAsia="Calibri" w:cs="Times New Roman"/>
        </w:rPr>
        <w:t xml:space="preserve">fyzické </w:t>
      </w:r>
      <w:r w:rsidR="00174BE9">
        <w:rPr>
          <w:rFonts w:eastAsia="Calibri" w:cs="Times New Roman"/>
        </w:rPr>
        <w:t>instalaci</w:t>
      </w:r>
      <w:r w:rsidR="00174BE9" w:rsidRPr="00174BE9">
        <w:rPr>
          <w:rFonts w:eastAsia="Calibri" w:cs="Times New Roman"/>
        </w:rPr>
        <w:t xml:space="preserve"> dodaného Hardware v</w:t>
      </w:r>
      <w:r w:rsidR="00E91917">
        <w:rPr>
          <w:rFonts w:eastAsia="Calibri" w:cs="Times New Roman"/>
        </w:rPr>
        <w:t> </w:t>
      </w:r>
      <w:r w:rsidR="00174BE9" w:rsidRPr="00174BE9">
        <w:rPr>
          <w:rFonts w:eastAsia="Calibri" w:cs="Times New Roman"/>
        </w:rPr>
        <w:t>lokalitě</w:t>
      </w:r>
      <w:r w:rsidR="00E91917">
        <w:rPr>
          <w:rFonts w:eastAsia="Calibri" w:cs="Times New Roman"/>
        </w:rPr>
        <w:t xml:space="preserve"> a předání </w:t>
      </w:r>
      <w:r w:rsidR="00B74E70">
        <w:rPr>
          <w:rFonts w:eastAsia="Calibri" w:cs="Times New Roman"/>
        </w:rPr>
        <w:t>Software (licencí)</w:t>
      </w:r>
      <w:r w:rsidRPr="00950F03">
        <w:rPr>
          <w:rFonts w:eastAsia="Calibri" w:cs="Times New Roman"/>
        </w:rPr>
        <w:t>.</w:t>
      </w:r>
    </w:p>
    <w:p w14:paraId="75B17744" w14:textId="77777777" w:rsidR="008478C2" w:rsidRDefault="008478C2" w:rsidP="002D127E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eastAsia="Calibri" w:cs="Times New Roman"/>
        </w:rPr>
      </w:pPr>
    </w:p>
    <w:p w14:paraId="4DAC7761" w14:textId="532489F3" w:rsidR="00620CC8" w:rsidRPr="00950F03" w:rsidRDefault="00620CC8" w:rsidP="002D127E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eastAsia="Calibri" w:cs="Times New Roman"/>
        </w:rPr>
      </w:pPr>
      <w:r>
        <w:rPr>
          <w:rFonts w:eastAsia="Calibri" w:cs="Times New Roman"/>
        </w:rPr>
        <w:t xml:space="preserve">Zadavatel požaduje </w:t>
      </w:r>
      <w:r w:rsidR="006057B7">
        <w:rPr>
          <w:rFonts w:eastAsia="Calibri" w:cs="Times New Roman"/>
        </w:rPr>
        <w:t xml:space="preserve">rozdělení plnění do třech (3) </w:t>
      </w:r>
      <w:r w:rsidR="00340923">
        <w:rPr>
          <w:rFonts w:eastAsia="Calibri" w:cs="Times New Roman"/>
        </w:rPr>
        <w:t>fází</w:t>
      </w:r>
      <w:r w:rsidR="000C4DE7">
        <w:rPr>
          <w:rFonts w:eastAsia="Calibri" w:cs="Times New Roman"/>
        </w:rPr>
        <w:t xml:space="preserve"> dle následujícího rozpisu: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623"/>
        <w:gridCol w:w="4806"/>
        <w:gridCol w:w="3165"/>
      </w:tblGrid>
      <w:tr w:rsidR="008F0FF0" w:rsidRPr="0050706D" w14:paraId="632C99B4" w14:textId="77777777" w:rsidTr="00C470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  <w:shd w:val="clear" w:color="auto" w:fill="D5DCE4" w:themeFill="text2" w:themeFillTint="33"/>
          </w:tcPr>
          <w:p w14:paraId="3D4D0D52" w14:textId="0C4D04AE" w:rsidR="008F0FF0" w:rsidRPr="00927BA6" w:rsidRDefault="008F0FF0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Fáze</w:t>
            </w:r>
          </w:p>
        </w:tc>
        <w:tc>
          <w:tcPr>
            <w:tcW w:w="4820" w:type="dxa"/>
            <w:shd w:val="clear" w:color="auto" w:fill="D5DCE4" w:themeFill="text2" w:themeFillTint="33"/>
          </w:tcPr>
          <w:p w14:paraId="5C3DF828" w14:textId="34021C01" w:rsidR="008F0FF0" w:rsidRDefault="008F0FF0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8F0FF0">
              <w:rPr>
                <w:rFonts w:cstheme="minorHAnsi"/>
                <w:b/>
                <w:bCs/>
                <w:sz w:val="18"/>
              </w:rPr>
              <w:t>Položky</w:t>
            </w:r>
          </w:p>
        </w:tc>
        <w:tc>
          <w:tcPr>
            <w:tcW w:w="3173" w:type="dxa"/>
            <w:shd w:val="clear" w:color="auto" w:fill="D5DCE4" w:themeFill="text2" w:themeFillTint="33"/>
          </w:tcPr>
          <w:p w14:paraId="5004CCAB" w14:textId="296D2C01" w:rsidR="008F0FF0" w:rsidRPr="00927BA6" w:rsidRDefault="008F0FF0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Termín dodávky</w:t>
            </w:r>
          </w:p>
        </w:tc>
      </w:tr>
      <w:tr w:rsidR="008F0FF0" w:rsidRPr="0050706D" w14:paraId="61DE038B" w14:textId="77777777" w:rsidTr="00C470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14:paraId="41118993" w14:textId="2C5D02BB" w:rsidR="008F0FF0" w:rsidRPr="008F0FF0" w:rsidRDefault="008F0FF0" w:rsidP="008F0FF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18"/>
              </w:rPr>
            </w:pPr>
            <w:r w:rsidRPr="008F0FF0">
              <w:rPr>
                <w:rFonts w:cstheme="minorHAnsi"/>
                <w:b/>
                <w:bCs/>
                <w:sz w:val="18"/>
              </w:rPr>
              <w:t>1</w:t>
            </w:r>
          </w:p>
        </w:tc>
        <w:tc>
          <w:tcPr>
            <w:tcW w:w="4820" w:type="dxa"/>
          </w:tcPr>
          <w:p w14:paraId="0C36B7AF" w14:textId="77777777" w:rsidR="0066025E" w:rsidRDefault="0066025E" w:rsidP="0066025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133B22">
              <w:rPr>
                <w:rFonts w:cstheme="minorHAnsi"/>
                <w:sz w:val="18"/>
              </w:rPr>
              <w:t>Hardware:</w:t>
            </w:r>
            <w:r>
              <w:rPr>
                <w:rFonts w:cstheme="minorHAnsi"/>
                <w:b/>
                <w:bCs/>
                <w:sz w:val="18"/>
              </w:rPr>
              <w:t xml:space="preserve"> Položky 1, 2, 3, 4, 5</w:t>
            </w:r>
            <w:r w:rsidRPr="00F64812">
              <w:rPr>
                <w:rFonts w:cstheme="minorHAnsi"/>
                <w:sz w:val="18"/>
              </w:rPr>
              <w:t xml:space="preserve"> (CDP Praha)</w:t>
            </w:r>
          </w:p>
          <w:p w14:paraId="2A315997" w14:textId="77777777" w:rsidR="0066025E" w:rsidRDefault="0066025E" w:rsidP="0066025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133B22">
              <w:rPr>
                <w:rFonts w:cstheme="minorHAnsi"/>
                <w:sz w:val="18"/>
              </w:rPr>
              <w:t>Software:</w:t>
            </w:r>
            <w:r>
              <w:rPr>
                <w:rFonts w:cstheme="minorHAnsi"/>
                <w:b/>
                <w:bCs/>
                <w:sz w:val="18"/>
              </w:rPr>
              <w:t xml:space="preserve"> Položky 1b</w:t>
            </w:r>
            <w:r w:rsidRPr="00250F84">
              <w:rPr>
                <w:rFonts w:cstheme="minorHAnsi"/>
                <w:sz w:val="18"/>
              </w:rPr>
              <w:t xml:space="preserve"> (CDP Praha)</w:t>
            </w:r>
          </w:p>
          <w:p w14:paraId="42788A26" w14:textId="20804052" w:rsidR="00B12963" w:rsidRDefault="00B12963" w:rsidP="00B1296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133B22">
              <w:rPr>
                <w:rFonts w:cstheme="minorHAnsi"/>
                <w:sz w:val="18"/>
              </w:rPr>
              <w:t>Hardware:</w:t>
            </w:r>
            <w:r>
              <w:rPr>
                <w:rFonts w:cstheme="minorHAnsi"/>
                <w:b/>
                <w:bCs/>
                <w:sz w:val="18"/>
              </w:rPr>
              <w:t xml:space="preserve"> Položky 1</w:t>
            </w:r>
            <w:r w:rsidR="0071215C">
              <w:rPr>
                <w:rFonts w:cstheme="minorHAnsi"/>
                <w:b/>
                <w:bCs/>
                <w:sz w:val="18"/>
              </w:rPr>
              <w:t>4</w:t>
            </w:r>
            <w:r>
              <w:rPr>
                <w:rFonts w:cstheme="minorHAnsi"/>
                <w:b/>
                <w:bCs/>
                <w:sz w:val="18"/>
              </w:rPr>
              <w:t>, 1</w:t>
            </w:r>
            <w:r w:rsidR="0071215C">
              <w:rPr>
                <w:rFonts w:cstheme="minorHAnsi"/>
                <w:b/>
                <w:bCs/>
                <w:sz w:val="18"/>
              </w:rPr>
              <w:t>5</w:t>
            </w:r>
            <w:r>
              <w:rPr>
                <w:rFonts w:cstheme="minorHAnsi"/>
                <w:b/>
                <w:bCs/>
                <w:sz w:val="18"/>
              </w:rPr>
              <w:t>, 1</w:t>
            </w:r>
            <w:r w:rsidR="0071215C">
              <w:rPr>
                <w:rFonts w:cstheme="minorHAnsi"/>
                <w:b/>
                <w:bCs/>
                <w:sz w:val="18"/>
              </w:rPr>
              <w:t>6</w:t>
            </w:r>
            <w:r>
              <w:rPr>
                <w:rFonts w:cstheme="minorHAnsi"/>
                <w:b/>
                <w:bCs/>
                <w:sz w:val="18"/>
              </w:rPr>
              <w:t xml:space="preserve"> </w:t>
            </w:r>
            <w:r w:rsidRPr="00F64812">
              <w:rPr>
                <w:rFonts w:cstheme="minorHAnsi"/>
                <w:sz w:val="18"/>
              </w:rPr>
              <w:t>(</w:t>
            </w:r>
            <w:r>
              <w:rPr>
                <w:rFonts w:cstheme="minorHAnsi"/>
                <w:sz w:val="18"/>
              </w:rPr>
              <w:t>Pardubice</w:t>
            </w:r>
            <w:r w:rsidRPr="00F64812">
              <w:rPr>
                <w:rFonts w:cstheme="minorHAnsi"/>
                <w:sz w:val="18"/>
              </w:rPr>
              <w:t>)</w:t>
            </w:r>
          </w:p>
          <w:p w14:paraId="02E69CBC" w14:textId="77777777" w:rsidR="00B12963" w:rsidRDefault="00B12963" w:rsidP="00B1296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133B22">
              <w:rPr>
                <w:rFonts w:cstheme="minorHAnsi"/>
                <w:sz w:val="18"/>
              </w:rPr>
              <w:t>Software:</w:t>
            </w:r>
            <w:r>
              <w:rPr>
                <w:rFonts w:cstheme="minorHAnsi"/>
                <w:b/>
                <w:bCs/>
                <w:sz w:val="18"/>
              </w:rPr>
              <w:t xml:space="preserve"> Položky 4b </w:t>
            </w:r>
            <w:r w:rsidRPr="00250F84">
              <w:rPr>
                <w:rFonts w:cstheme="minorHAnsi"/>
                <w:sz w:val="18"/>
              </w:rPr>
              <w:t>(</w:t>
            </w:r>
            <w:r>
              <w:rPr>
                <w:rFonts w:cstheme="minorHAnsi"/>
                <w:sz w:val="18"/>
              </w:rPr>
              <w:t>Pardubice</w:t>
            </w:r>
            <w:r w:rsidRPr="00250F84">
              <w:rPr>
                <w:rFonts w:cstheme="minorHAnsi"/>
                <w:sz w:val="18"/>
              </w:rPr>
              <w:t>)</w:t>
            </w:r>
          </w:p>
          <w:p w14:paraId="063EE187" w14:textId="77777777" w:rsidR="005E1F0B" w:rsidRDefault="005E1F0B" w:rsidP="008F0FF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CA0E09">
              <w:rPr>
                <w:rFonts w:cstheme="minorHAnsi"/>
                <w:sz w:val="18"/>
              </w:rPr>
              <w:t xml:space="preserve">Hardware: </w:t>
            </w:r>
            <w:r w:rsidRPr="00CA0E09">
              <w:rPr>
                <w:rFonts w:cstheme="minorHAnsi"/>
                <w:b/>
                <w:bCs/>
                <w:sz w:val="18"/>
              </w:rPr>
              <w:t>Položky</w:t>
            </w:r>
            <w:r>
              <w:rPr>
                <w:rFonts w:cstheme="minorHAnsi"/>
                <w:b/>
                <w:bCs/>
                <w:sz w:val="18"/>
              </w:rPr>
              <w:t xml:space="preserve"> 23, 24, 25, 26</w:t>
            </w:r>
            <w:r w:rsidRPr="00CA0E09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>(Olomouc</w:t>
            </w:r>
            <w:r w:rsidRPr="00CA0E09">
              <w:rPr>
                <w:rFonts w:cstheme="minorHAnsi"/>
                <w:sz w:val="18"/>
              </w:rPr>
              <w:t>)</w:t>
            </w:r>
          </w:p>
          <w:p w14:paraId="79FAB35F" w14:textId="346AF4D2" w:rsidR="00BD46B8" w:rsidRPr="00904B44" w:rsidRDefault="00BD46B8" w:rsidP="008F0FF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133B22">
              <w:rPr>
                <w:rFonts w:cstheme="minorHAnsi"/>
                <w:sz w:val="18"/>
              </w:rPr>
              <w:t>Hardware:</w:t>
            </w:r>
            <w:r>
              <w:rPr>
                <w:rFonts w:cstheme="minorHAnsi"/>
                <w:b/>
                <w:bCs/>
                <w:sz w:val="18"/>
              </w:rPr>
              <w:t xml:space="preserve"> Položky 2</w:t>
            </w:r>
            <w:r w:rsidR="0071215C">
              <w:rPr>
                <w:rFonts w:cstheme="minorHAnsi"/>
                <w:b/>
                <w:bCs/>
                <w:sz w:val="18"/>
              </w:rPr>
              <w:t>7</w:t>
            </w:r>
            <w:r>
              <w:rPr>
                <w:rFonts w:cstheme="minorHAnsi"/>
                <w:b/>
                <w:bCs/>
                <w:sz w:val="18"/>
              </w:rPr>
              <w:t xml:space="preserve"> </w:t>
            </w:r>
            <w:r w:rsidRPr="00F64812">
              <w:rPr>
                <w:rFonts w:cstheme="minorHAnsi"/>
                <w:sz w:val="18"/>
              </w:rPr>
              <w:t>(</w:t>
            </w:r>
            <w:r>
              <w:rPr>
                <w:rFonts w:cstheme="minorHAnsi"/>
                <w:sz w:val="18"/>
              </w:rPr>
              <w:t>Instalační materiál</w:t>
            </w:r>
            <w:r w:rsidRPr="00F64812">
              <w:rPr>
                <w:rFonts w:cstheme="minorHAnsi"/>
                <w:sz w:val="18"/>
              </w:rPr>
              <w:t>)</w:t>
            </w:r>
          </w:p>
        </w:tc>
        <w:tc>
          <w:tcPr>
            <w:tcW w:w="3173" w:type="dxa"/>
          </w:tcPr>
          <w:p w14:paraId="58D7978E" w14:textId="2D2EDDAB" w:rsidR="008F0FF0" w:rsidRPr="00927BA6" w:rsidRDefault="008F0FF0" w:rsidP="008F0FF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DE41C5">
              <w:rPr>
                <w:rFonts w:cstheme="minorHAnsi"/>
                <w:b/>
                <w:bCs/>
                <w:sz w:val="18"/>
              </w:rPr>
              <w:t>Do 90 dnů</w:t>
            </w:r>
            <w:r w:rsidRPr="00904B44">
              <w:rPr>
                <w:rFonts w:cstheme="minorHAnsi"/>
                <w:sz w:val="18"/>
              </w:rPr>
              <w:t xml:space="preserve"> od podpisu smlouvy</w:t>
            </w:r>
          </w:p>
        </w:tc>
      </w:tr>
      <w:tr w:rsidR="008F0FF0" w:rsidRPr="0050706D" w14:paraId="0FE114FF" w14:textId="77777777" w:rsidTr="00C470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14:paraId="1D3AC6FC" w14:textId="225CFFB1" w:rsidR="008F0FF0" w:rsidRPr="008F0FF0" w:rsidRDefault="008F0FF0" w:rsidP="008F0FF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18"/>
              </w:rPr>
            </w:pPr>
            <w:r w:rsidRPr="008F0FF0">
              <w:rPr>
                <w:rFonts w:cstheme="minorHAnsi"/>
                <w:b/>
                <w:bCs/>
                <w:sz w:val="18"/>
              </w:rPr>
              <w:t>2</w:t>
            </w:r>
          </w:p>
        </w:tc>
        <w:tc>
          <w:tcPr>
            <w:tcW w:w="4820" w:type="dxa"/>
          </w:tcPr>
          <w:p w14:paraId="20E01EAE" w14:textId="77777777" w:rsidR="0066025E" w:rsidRDefault="0066025E" w:rsidP="0066025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133B22">
              <w:rPr>
                <w:rFonts w:cstheme="minorHAnsi"/>
                <w:sz w:val="18"/>
              </w:rPr>
              <w:t>Hardware:</w:t>
            </w:r>
            <w:r>
              <w:rPr>
                <w:rFonts w:cstheme="minorHAnsi"/>
                <w:b/>
                <w:bCs/>
                <w:sz w:val="18"/>
              </w:rPr>
              <w:t xml:space="preserve"> Položky 11, 12, 13 </w:t>
            </w:r>
            <w:r w:rsidRPr="00F64812">
              <w:rPr>
                <w:rFonts w:cstheme="minorHAnsi"/>
                <w:sz w:val="18"/>
              </w:rPr>
              <w:t>(</w:t>
            </w:r>
            <w:r>
              <w:rPr>
                <w:rFonts w:cstheme="minorHAnsi"/>
                <w:sz w:val="18"/>
              </w:rPr>
              <w:t>Plzeň</w:t>
            </w:r>
            <w:r w:rsidRPr="00F64812">
              <w:rPr>
                <w:rFonts w:cstheme="minorHAnsi"/>
                <w:sz w:val="18"/>
              </w:rPr>
              <w:t>)</w:t>
            </w:r>
          </w:p>
          <w:p w14:paraId="5105B47A" w14:textId="77777777" w:rsidR="0066025E" w:rsidRDefault="0066025E" w:rsidP="0066025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133B22">
              <w:rPr>
                <w:rFonts w:cstheme="minorHAnsi"/>
                <w:sz w:val="18"/>
              </w:rPr>
              <w:t>Software:</w:t>
            </w:r>
            <w:r>
              <w:rPr>
                <w:rFonts w:cstheme="minorHAnsi"/>
                <w:b/>
                <w:bCs/>
                <w:sz w:val="18"/>
              </w:rPr>
              <w:t xml:space="preserve"> Položky 3b </w:t>
            </w:r>
            <w:r w:rsidRPr="00250F84">
              <w:rPr>
                <w:rFonts w:cstheme="minorHAnsi"/>
                <w:sz w:val="18"/>
              </w:rPr>
              <w:t>(</w:t>
            </w:r>
            <w:r>
              <w:rPr>
                <w:rFonts w:cstheme="minorHAnsi"/>
                <w:sz w:val="18"/>
              </w:rPr>
              <w:t>Plzeň)</w:t>
            </w:r>
          </w:p>
          <w:p w14:paraId="5EACCD68" w14:textId="0C637065" w:rsidR="008F0FF0" w:rsidRPr="008D202D" w:rsidRDefault="008F0FF0" w:rsidP="008F0FF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8D202D">
              <w:rPr>
                <w:rFonts w:cstheme="minorHAnsi"/>
                <w:sz w:val="18"/>
              </w:rPr>
              <w:t xml:space="preserve">Hardware: </w:t>
            </w:r>
            <w:r w:rsidRPr="008D202D">
              <w:rPr>
                <w:rFonts w:cstheme="minorHAnsi"/>
                <w:b/>
                <w:bCs/>
                <w:sz w:val="18"/>
              </w:rPr>
              <w:t>Položky</w:t>
            </w:r>
            <w:r w:rsidR="00B86B8B">
              <w:rPr>
                <w:rFonts w:cstheme="minorHAnsi"/>
                <w:b/>
                <w:bCs/>
                <w:sz w:val="18"/>
              </w:rPr>
              <w:t xml:space="preserve"> </w:t>
            </w:r>
            <w:r w:rsidR="0071215C">
              <w:rPr>
                <w:rFonts w:cstheme="minorHAnsi"/>
                <w:b/>
                <w:bCs/>
                <w:sz w:val="18"/>
              </w:rPr>
              <w:t>20</w:t>
            </w:r>
            <w:r w:rsidR="00B86B8B">
              <w:rPr>
                <w:rFonts w:cstheme="minorHAnsi"/>
                <w:b/>
                <w:bCs/>
                <w:sz w:val="18"/>
              </w:rPr>
              <w:t xml:space="preserve">, </w:t>
            </w:r>
            <w:r w:rsidR="0071215C">
              <w:rPr>
                <w:rFonts w:cstheme="minorHAnsi"/>
                <w:b/>
                <w:bCs/>
                <w:sz w:val="18"/>
              </w:rPr>
              <w:t>2</w:t>
            </w:r>
            <w:r w:rsidR="00B86B8B">
              <w:rPr>
                <w:rFonts w:cstheme="minorHAnsi"/>
                <w:b/>
                <w:bCs/>
                <w:sz w:val="18"/>
              </w:rPr>
              <w:t>1, 2</w:t>
            </w:r>
            <w:r w:rsidR="0071215C">
              <w:rPr>
                <w:rFonts w:cstheme="minorHAnsi"/>
                <w:b/>
                <w:bCs/>
                <w:sz w:val="18"/>
              </w:rPr>
              <w:t>2</w:t>
            </w:r>
            <w:r w:rsidRPr="008D202D">
              <w:rPr>
                <w:rFonts w:cstheme="minorHAnsi"/>
                <w:sz w:val="18"/>
              </w:rPr>
              <w:t xml:space="preserve"> (</w:t>
            </w:r>
            <w:r>
              <w:rPr>
                <w:rFonts w:cstheme="minorHAnsi"/>
                <w:sz w:val="18"/>
              </w:rPr>
              <w:t>Ústí nad Labem</w:t>
            </w:r>
            <w:r w:rsidRPr="008D202D">
              <w:rPr>
                <w:rFonts w:cstheme="minorHAnsi"/>
                <w:sz w:val="18"/>
              </w:rPr>
              <w:t>)</w:t>
            </w:r>
          </w:p>
          <w:p w14:paraId="7E1C4A8F" w14:textId="03EAAA7D" w:rsidR="008F0FF0" w:rsidRPr="00DD5DC6" w:rsidRDefault="008F0FF0" w:rsidP="008F0FF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8D202D">
              <w:rPr>
                <w:rFonts w:cstheme="minorHAnsi"/>
                <w:sz w:val="18"/>
              </w:rPr>
              <w:t xml:space="preserve">Software: </w:t>
            </w:r>
            <w:r w:rsidRPr="008D202D">
              <w:rPr>
                <w:rFonts w:cstheme="minorHAnsi"/>
                <w:b/>
                <w:bCs/>
                <w:sz w:val="18"/>
              </w:rPr>
              <w:t xml:space="preserve">Položky </w:t>
            </w:r>
            <w:r w:rsidR="00B805FE">
              <w:rPr>
                <w:rFonts w:cstheme="minorHAnsi"/>
                <w:b/>
                <w:bCs/>
                <w:sz w:val="18"/>
              </w:rPr>
              <w:t xml:space="preserve">6b </w:t>
            </w:r>
            <w:r w:rsidRPr="008D202D">
              <w:rPr>
                <w:rFonts w:cstheme="minorHAnsi"/>
                <w:sz w:val="18"/>
              </w:rPr>
              <w:t>(</w:t>
            </w:r>
            <w:r>
              <w:rPr>
                <w:rFonts w:cstheme="minorHAnsi"/>
                <w:sz w:val="18"/>
              </w:rPr>
              <w:t>Ústí nad Labem</w:t>
            </w:r>
            <w:r w:rsidRPr="008D202D">
              <w:rPr>
                <w:rFonts w:cstheme="minorHAnsi"/>
                <w:sz w:val="18"/>
              </w:rPr>
              <w:t>)</w:t>
            </w:r>
          </w:p>
        </w:tc>
        <w:tc>
          <w:tcPr>
            <w:tcW w:w="3173" w:type="dxa"/>
          </w:tcPr>
          <w:p w14:paraId="72F08311" w14:textId="0A265754" w:rsidR="008F0FF0" w:rsidRPr="00927BA6" w:rsidRDefault="008F0FF0" w:rsidP="008F0FF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DE41C5">
              <w:rPr>
                <w:rFonts w:cstheme="minorHAnsi"/>
                <w:b/>
                <w:bCs/>
                <w:sz w:val="18"/>
              </w:rPr>
              <w:t>Do 150 dnů</w:t>
            </w:r>
            <w:r w:rsidRPr="00904B44">
              <w:rPr>
                <w:rFonts w:cstheme="minorHAnsi"/>
                <w:sz w:val="18"/>
              </w:rPr>
              <w:t xml:space="preserve"> od podpisu smlouvy</w:t>
            </w:r>
            <w:r w:rsidR="00924AE1">
              <w:rPr>
                <w:rFonts w:cstheme="minorHAnsi"/>
                <w:sz w:val="18"/>
              </w:rPr>
              <w:t xml:space="preserve">, nejdříve však </w:t>
            </w:r>
            <w:r w:rsidR="006C086E">
              <w:rPr>
                <w:rFonts w:cstheme="minorHAnsi"/>
                <w:sz w:val="18"/>
              </w:rPr>
              <w:t>6</w:t>
            </w:r>
            <w:r w:rsidR="00924AE1">
              <w:rPr>
                <w:rFonts w:cstheme="minorHAnsi"/>
                <w:sz w:val="18"/>
              </w:rPr>
              <w:t xml:space="preserve">0 dnů od </w:t>
            </w:r>
            <w:r w:rsidR="00DE41C5">
              <w:rPr>
                <w:rFonts w:cstheme="minorHAnsi"/>
                <w:sz w:val="18"/>
              </w:rPr>
              <w:t>dodávky fáze 1</w:t>
            </w:r>
          </w:p>
        </w:tc>
      </w:tr>
      <w:tr w:rsidR="008F0FF0" w:rsidRPr="0050706D" w14:paraId="04535B7E" w14:textId="77777777" w:rsidTr="00C470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14:paraId="6DE870FE" w14:textId="056C0D85" w:rsidR="008F0FF0" w:rsidRPr="008F0FF0" w:rsidRDefault="008F0FF0" w:rsidP="008F0FF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</w:rPr>
            </w:pPr>
            <w:r w:rsidRPr="008F0FF0">
              <w:rPr>
                <w:rFonts w:cstheme="minorHAnsi"/>
                <w:b/>
                <w:bCs/>
                <w:sz w:val="18"/>
              </w:rPr>
              <w:t>3</w:t>
            </w:r>
          </w:p>
        </w:tc>
        <w:tc>
          <w:tcPr>
            <w:tcW w:w="4820" w:type="dxa"/>
          </w:tcPr>
          <w:p w14:paraId="60635541" w14:textId="77777777" w:rsidR="0066025E" w:rsidRDefault="0066025E" w:rsidP="0066025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133B22">
              <w:rPr>
                <w:rFonts w:cstheme="minorHAnsi"/>
                <w:sz w:val="18"/>
              </w:rPr>
              <w:t>Hardware:</w:t>
            </w:r>
            <w:r>
              <w:rPr>
                <w:rFonts w:cstheme="minorHAnsi"/>
                <w:b/>
                <w:bCs/>
                <w:sz w:val="18"/>
              </w:rPr>
              <w:t xml:space="preserve"> Položky 6, 7, 8, 9, 10</w:t>
            </w:r>
            <w:r w:rsidRPr="00F64812">
              <w:rPr>
                <w:rFonts w:cstheme="minorHAnsi"/>
                <w:sz w:val="18"/>
              </w:rPr>
              <w:t xml:space="preserve"> (CDP P</w:t>
            </w:r>
            <w:r>
              <w:rPr>
                <w:rFonts w:cstheme="minorHAnsi"/>
                <w:sz w:val="18"/>
              </w:rPr>
              <w:t>řerov</w:t>
            </w:r>
            <w:r w:rsidRPr="00F64812">
              <w:rPr>
                <w:rFonts w:cstheme="minorHAnsi"/>
                <w:sz w:val="18"/>
              </w:rPr>
              <w:t>)</w:t>
            </w:r>
          </w:p>
          <w:p w14:paraId="5DCA80C5" w14:textId="77777777" w:rsidR="0066025E" w:rsidRDefault="0066025E" w:rsidP="0066025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133B22">
              <w:rPr>
                <w:rFonts w:cstheme="minorHAnsi"/>
                <w:sz w:val="18"/>
              </w:rPr>
              <w:t>Software:</w:t>
            </w:r>
            <w:r>
              <w:rPr>
                <w:rFonts w:cstheme="minorHAnsi"/>
                <w:b/>
                <w:bCs/>
                <w:sz w:val="18"/>
              </w:rPr>
              <w:t xml:space="preserve"> Položky 2b</w:t>
            </w:r>
            <w:r w:rsidRPr="00250F84">
              <w:rPr>
                <w:rFonts w:cstheme="minorHAnsi"/>
                <w:sz w:val="18"/>
              </w:rPr>
              <w:t xml:space="preserve"> (CDP Přerov)</w:t>
            </w:r>
          </w:p>
          <w:p w14:paraId="1F4743CC" w14:textId="4316256A" w:rsidR="008F0FF0" w:rsidRPr="008D202D" w:rsidRDefault="008F0FF0" w:rsidP="008F0FF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133B22">
              <w:rPr>
                <w:rFonts w:cstheme="minorHAnsi"/>
                <w:sz w:val="18"/>
              </w:rPr>
              <w:t>Hardware:</w:t>
            </w:r>
            <w:r>
              <w:rPr>
                <w:rFonts w:cstheme="minorHAnsi"/>
                <w:b/>
                <w:bCs/>
                <w:sz w:val="18"/>
              </w:rPr>
              <w:t xml:space="preserve"> Položky</w:t>
            </w:r>
            <w:r w:rsidRPr="008D202D">
              <w:rPr>
                <w:rFonts w:cstheme="minorHAnsi"/>
                <w:sz w:val="18"/>
              </w:rPr>
              <w:t xml:space="preserve"> </w:t>
            </w:r>
            <w:r w:rsidR="00B86B8B" w:rsidRPr="00B86B8B">
              <w:rPr>
                <w:rFonts w:cstheme="minorHAnsi"/>
                <w:b/>
                <w:bCs/>
                <w:sz w:val="18"/>
              </w:rPr>
              <w:t>1</w:t>
            </w:r>
            <w:r w:rsidR="0071215C">
              <w:rPr>
                <w:rFonts w:cstheme="minorHAnsi"/>
                <w:b/>
                <w:bCs/>
                <w:sz w:val="18"/>
              </w:rPr>
              <w:t>7</w:t>
            </w:r>
            <w:r w:rsidR="00B86B8B" w:rsidRPr="00B86B8B">
              <w:rPr>
                <w:rFonts w:cstheme="minorHAnsi"/>
                <w:b/>
                <w:bCs/>
                <w:sz w:val="18"/>
              </w:rPr>
              <w:t>, 1</w:t>
            </w:r>
            <w:r w:rsidR="0071215C">
              <w:rPr>
                <w:rFonts w:cstheme="minorHAnsi"/>
                <w:b/>
                <w:bCs/>
                <w:sz w:val="18"/>
              </w:rPr>
              <w:t>8</w:t>
            </w:r>
            <w:r w:rsidR="00B86B8B" w:rsidRPr="00B86B8B">
              <w:rPr>
                <w:rFonts w:cstheme="minorHAnsi"/>
                <w:b/>
                <w:bCs/>
                <w:sz w:val="18"/>
              </w:rPr>
              <w:t>, 1</w:t>
            </w:r>
            <w:r w:rsidR="0071215C">
              <w:rPr>
                <w:rFonts w:cstheme="minorHAnsi"/>
                <w:b/>
                <w:bCs/>
                <w:sz w:val="18"/>
              </w:rPr>
              <w:t>9</w:t>
            </w:r>
            <w:r w:rsidR="00B86B8B">
              <w:rPr>
                <w:rFonts w:cstheme="minorHAnsi"/>
                <w:sz w:val="18"/>
              </w:rPr>
              <w:t xml:space="preserve"> </w:t>
            </w:r>
            <w:r w:rsidRPr="008D202D">
              <w:rPr>
                <w:rFonts w:cstheme="minorHAnsi"/>
                <w:sz w:val="18"/>
              </w:rPr>
              <w:t>(</w:t>
            </w:r>
            <w:r>
              <w:rPr>
                <w:rFonts w:cstheme="minorHAnsi"/>
                <w:sz w:val="18"/>
              </w:rPr>
              <w:t>Brno</w:t>
            </w:r>
            <w:r w:rsidRPr="008D202D">
              <w:rPr>
                <w:rFonts w:cstheme="minorHAnsi"/>
                <w:sz w:val="18"/>
              </w:rPr>
              <w:t>)</w:t>
            </w:r>
          </w:p>
          <w:p w14:paraId="7573BB7E" w14:textId="1E987AA9" w:rsidR="008F0FF0" w:rsidRPr="00B11F66" w:rsidRDefault="008F0FF0" w:rsidP="008F0FF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133B22">
              <w:rPr>
                <w:rFonts w:cstheme="minorHAnsi"/>
                <w:sz w:val="18"/>
              </w:rPr>
              <w:t>Software:</w:t>
            </w:r>
            <w:r>
              <w:rPr>
                <w:rFonts w:cstheme="minorHAnsi"/>
                <w:b/>
                <w:bCs/>
                <w:sz w:val="18"/>
              </w:rPr>
              <w:t xml:space="preserve"> Položky </w:t>
            </w:r>
            <w:r w:rsidR="00B805FE">
              <w:rPr>
                <w:rFonts w:cstheme="minorHAnsi"/>
                <w:b/>
                <w:bCs/>
                <w:sz w:val="18"/>
              </w:rPr>
              <w:t xml:space="preserve">5b </w:t>
            </w:r>
            <w:r w:rsidRPr="008D202D">
              <w:rPr>
                <w:rFonts w:cstheme="minorHAnsi"/>
                <w:sz w:val="18"/>
              </w:rPr>
              <w:t>(</w:t>
            </w:r>
            <w:r>
              <w:rPr>
                <w:rFonts w:cstheme="minorHAnsi"/>
                <w:sz w:val="18"/>
              </w:rPr>
              <w:t>Brno</w:t>
            </w:r>
            <w:r w:rsidRPr="008D202D">
              <w:rPr>
                <w:rFonts w:cstheme="minorHAnsi"/>
                <w:sz w:val="18"/>
              </w:rPr>
              <w:t>)</w:t>
            </w:r>
          </w:p>
        </w:tc>
        <w:tc>
          <w:tcPr>
            <w:tcW w:w="3173" w:type="dxa"/>
          </w:tcPr>
          <w:p w14:paraId="0943AD13" w14:textId="0920C6B3" w:rsidR="008F0FF0" w:rsidRPr="00904B44" w:rsidRDefault="008F0FF0" w:rsidP="008F0FF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E41C5">
              <w:rPr>
                <w:rFonts w:cstheme="minorHAnsi"/>
                <w:b/>
                <w:bCs/>
                <w:sz w:val="18"/>
              </w:rPr>
              <w:t>Do 210 dnů</w:t>
            </w:r>
            <w:r w:rsidRPr="00904B44">
              <w:rPr>
                <w:rFonts w:cstheme="minorHAnsi"/>
                <w:sz w:val="18"/>
              </w:rPr>
              <w:t xml:space="preserve"> od podpisu smlouvy</w:t>
            </w:r>
            <w:r w:rsidR="00924AE1" w:rsidRPr="00924AE1">
              <w:rPr>
                <w:rFonts w:cstheme="minorHAnsi"/>
                <w:sz w:val="18"/>
              </w:rPr>
              <w:t xml:space="preserve">, </w:t>
            </w:r>
            <w:r w:rsidR="00DE41C5" w:rsidRPr="00DE41C5">
              <w:rPr>
                <w:rFonts w:cstheme="minorHAnsi"/>
                <w:sz w:val="18"/>
              </w:rPr>
              <w:t xml:space="preserve">nejdříve však 60 dnů od dodávky fáze </w:t>
            </w:r>
            <w:r w:rsidR="00DE41C5">
              <w:rPr>
                <w:rFonts w:cstheme="minorHAnsi"/>
                <w:sz w:val="18"/>
              </w:rPr>
              <w:t>2</w:t>
            </w:r>
          </w:p>
        </w:tc>
      </w:tr>
    </w:tbl>
    <w:p w14:paraId="39104EFE" w14:textId="77777777" w:rsidR="00340923" w:rsidRDefault="00340923" w:rsidP="002D127E"/>
    <w:p w14:paraId="080953A9" w14:textId="2892AEA2" w:rsidR="009F392E" w:rsidRPr="00F0533E" w:rsidRDefault="005607BE" w:rsidP="002D127E">
      <w:r>
        <w:t>Každá z </w:t>
      </w:r>
      <w:r w:rsidR="00340923">
        <w:t>fází</w:t>
      </w:r>
      <w:r>
        <w:t xml:space="preserve"> bude akceptována samostatně</w:t>
      </w:r>
      <w:r w:rsidR="00F02D84">
        <w:t xml:space="preserve"> a jedná se současně i o platební milník – tedy bude </w:t>
      </w:r>
      <w:r w:rsidR="00133B22">
        <w:t>i samostatně fakturována</w:t>
      </w:r>
      <w:r w:rsidR="00F02D84">
        <w:t>.</w:t>
      </w:r>
    </w:p>
    <w:sectPr w:rsidR="009F392E" w:rsidRPr="00F0533E" w:rsidSect="009726B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899FCB" w14:textId="77777777" w:rsidR="00B42E6D" w:rsidRDefault="00B42E6D" w:rsidP="00962258">
      <w:pPr>
        <w:spacing w:after="0" w:line="240" w:lineRule="auto"/>
      </w:pPr>
      <w:r>
        <w:separator/>
      </w:r>
    </w:p>
  </w:endnote>
  <w:endnote w:type="continuationSeparator" w:id="0">
    <w:p w14:paraId="185CE447" w14:textId="77777777" w:rsidR="00B42E6D" w:rsidRDefault="00B42E6D" w:rsidP="00962258">
      <w:pPr>
        <w:spacing w:after="0" w:line="240" w:lineRule="auto"/>
      </w:pPr>
      <w:r>
        <w:continuationSeparator/>
      </w:r>
    </w:p>
  </w:endnote>
  <w:endnote w:type="continuationNotice" w:id="1">
    <w:p w14:paraId="3A740B1A" w14:textId="77777777" w:rsidR="00B42E6D" w:rsidRDefault="00B42E6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83DE85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C0B759F" w14:textId="4478DED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B79FC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79FC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AC0C82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968B67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12CA18A" w14:textId="77777777" w:rsidR="00F1715C" w:rsidRDefault="00F1715C" w:rsidP="00D831A3">
          <w:pPr>
            <w:pStyle w:val="Zpat"/>
          </w:pPr>
        </w:p>
      </w:tc>
    </w:tr>
  </w:tbl>
  <w:p w14:paraId="6A07878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4" behindDoc="1" locked="1" layoutInCell="1" allowOverlap="1" wp14:anchorId="6D054A79" wp14:editId="7F06F4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D5BD8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48E1858A" wp14:editId="0ECCECC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90039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4A851B5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859C360" w14:textId="663C43D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B79F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79FC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A8EB4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55EAFD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024C59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DBD68AF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665BCD7" w14:textId="77777777" w:rsidR="00F1715C" w:rsidRDefault="00F1715C" w:rsidP="00D17940">
          <w:pPr>
            <w:pStyle w:val="Zpat"/>
          </w:pPr>
          <w:r>
            <w:t>www.</w:t>
          </w:r>
          <w:r w:rsidR="00D17940">
            <w:t>spravazeleznic</w:t>
          </w:r>
          <w:r>
            <w:t>.cz</w:t>
          </w:r>
        </w:p>
      </w:tc>
      <w:tc>
        <w:tcPr>
          <w:tcW w:w="2921" w:type="dxa"/>
        </w:tcPr>
        <w:p w14:paraId="180A77F3" w14:textId="77777777" w:rsidR="00F1715C" w:rsidRDefault="00F1715C" w:rsidP="00460660">
          <w:pPr>
            <w:pStyle w:val="Zpat"/>
          </w:pPr>
        </w:p>
      </w:tc>
    </w:tr>
  </w:tbl>
  <w:p w14:paraId="285381F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119DB5FF" wp14:editId="6A5BB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Přímá spojnic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05F5F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C0AAED3" wp14:editId="20E1B15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Přímá spojnic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CAA8C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6ACD7B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79B75D" w14:textId="77777777" w:rsidR="00B42E6D" w:rsidRDefault="00B42E6D" w:rsidP="00962258">
      <w:pPr>
        <w:spacing w:after="0" w:line="240" w:lineRule="auto"/>
      </w:pPr>
      <w:r>
        <w:separator/>
      </w:r>
    </w:p>
  </w:footnote>
  <w:footnote w:type="continuationSeparator" w:id="0">
    <w:p w14:paraId="60E2D9FA" w14:textId="77777777" w:rsidR="00B42E6D" w:rsidRDefault="00B42E6D" w:rsidP="00962258">
      <w:pPr>
        <w:spacing w:after="0" w:line="240" w:lineRule="auto"/>
      </w:pPr>
      <w:r>
        <w:continuationSeparator/>
      </w:r>
    </w:p>
  </w:footnote>
  <w:footnote w:type="continuationNotice" w:id="1">
    <w:p w14:paraId="6881ABD9" w14:textId="77777777" w:rsidR="00B42E6D" w:rsidRDefault="00B42E6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48FD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008093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F559DF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9A5F5B" w14:textId="77777777" w:rsidR="00F1715C" w:rsidRPr="00D6163D" w:rsidRDefault="00F1715C" w:rsidP="00D6163D">
          <w:pPr>
            <w:pStyle w:val="Druhdokumentu"/>
          </w:pPr>
        </w:p>
      </w:tc>
    </w:tr>
  </w:tbl>
  <w:p w14:paraId="66404FB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16C44A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E5A6B3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CF1C2E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D78E169" w14:textId="77777777" w:rsidR="00F1715C" w:rsidRPr="00D6163D" w:rsidRDefault="00F1715C" w:rsidP="00FC6389">
          <w:pPr>
            <w:pStyle w:val="Druhdokumentu"/>
          </w:pPr>
        </w:p>
      </w:tc>
    </w:tr>
    <w:tr w:rsidR="009F392E" w14:paraId="7AA6CE74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19357ED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A0BF9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E3E3CC" w14:textId="77777777" w:rsidR="009F392E" w:rsidRPr="00D6163D" w:rsidRDefault="009F392E" w:rsidP="00FC6389">
          <w:pPr>
            <w:pStyle w:val="Druhdokumentu"/>
          </w:pPr>
        </w:p>
      </w:tc>
    </w:tr>
  </w:tbl>
  <w:p w14:paraId="6C4B295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3" behindDoc="0" locked="1" layoutInCell="1" allowOverlap="1" wp14:anchorId="66A377FC" wp14:editId="283EF08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A7D03A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D9260B"/>
    <w:multiLevelType w:val="hybridMultilevel"/>
    <w:tmpl w:val="476684CA"/>
    <w:lvl w:ilvl="0" w:tplc="0088D47C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83909"/>
    <w:multiLevelType w:val="hybridMultilevel"/>
    <w:tmpl w:val="A2CE4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88575DE"/>
    <w:multiLevelType w:val="hybridMultilevel"/>
    <w:tmpl w:val="F4B8B7C0"/>
    <w:lvl w:ilvl="0" w:tplc="040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386832"/>
    <w:multiLevelType w:val="hybridMultilevel"/>
    <w:tmpl w:val="DCAC5E2E"/>
    <w:lvl w:ilvl="0" w:tplc="7EB0AEA8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006E3C"/>
    <w:multiLevelType w:val="hybridMultilevel"/>
    <w:tmpl w:val="70F867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8B4A81"/>
    <w:multiLevelType w:val="hybridMultilevel"/>
    <w:tmpl w:val="2634097E"/>
    <w:lvl w:ilvl="0" w:tplc="E3CEFFD4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8" w15:restartNumberingAfterBreak="0">
    <w:nsid w:val="11841AA1"/>
    <w:multiLevelType w:val="hybridMultilevel"/>
    <w:tmpl w:val="9D8A1F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0" w15:restartNumberingAfterBreak="0">
    <w:nsid w:val="1BAD7D8C"/>
    <w:multiLevelType w:val="hybridMultilevel"/>
    <w:tmpl w:val="E59AE0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FC3AAC"/>
    <w:multiLevelType w:val="hybridMultilevel"/>
    <w:tmpl w:val="477604F4"/>
    <w:lvl w:ilvl="0" w:tplc="1AB2907C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E07969"/>
    <w:multiLevelType w:val="hybridMultilevel"/>
    <w:tmpl w:val="24AC44CA"/>
    <w:lvl w:ilvl="0" w:tplc="7EB0AEA8">
      <w:start w:val="1"/>
      <w:numFmt w:val="bullet"/>
      <w:lvlText w:val="-"/>
      <w:lvlJc w:val="left"/>
      <w:pPr>
        <w:ind w:left="1428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24A87F58"/>
    <w:multiLevelType w:val="hybridMultilevel"/>
    <w:tmpl w:val="C08069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129EB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F76403"/>
    <w:multiLevelType w:val="multilevel"/>
    <w:tmpl w:val="0D34D660"/>
    <w:numStyleLink w:val="ListBulletmultilevel"/>
  </w:abstractNum>
  <w:abstractNum w:abstractNumId="16" w15:restartNumberingAfterBreak="0">
    <w:nsid w:val="2E1345FC"/>
    <w:multiLevelType w:val="hybridMultilevel"/>
    <w:tmpl w:val="65CCDFD6"/>
    <w:lvl w:ilvl="0" w:tplc="818EA70E">
      <w:start w:val="3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1F6098"/>
    <w:multiLevelType w:val="hybridMultilevel"/>
    <w:tmpl w:val="F4D8A4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4B4C44"/>
    <w:multiLevelType w:val="multilevel"/>
    <w:tmpl w:val="CABE99FC"/>
    <w:numStyleLink w:val="ListNumbermultilevel"/>
  </w:abstractNum>
  <w:abstractNum w:abstractNumId="19" w15:restartNumberingAfterBreak="0">
    <w:nsid w:val="34EE549F"/>
    <w:multiLevelType w:val="multilevel"/>
    <w:tmpl w:val="CABE99FC"/>
    <w:numStyleLink w:val="ListNumbermultilevel"/>
  </w:abstractNum>
  <w:abstractNum w:abstractNumId="20" w15:restartNumberingAfterBreak="0">
    <w:nsid w:val="39192F46"/>
    <w:multiLevelType w:val="hybridMultilevel"/>
    <w:tmpl w:val="BF9A04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1144A1"/>
    <w:multiLevelType w:val="hybridMultilevel"/>
    <w:tmpl w:val="0A98D4B4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436F41AA"/>
    <w:multiLevelType w:val="hybridMultilevel"/>
    <w:tmpl w:val="BE8480F8"/>
    <w:lvl w:ilvl="0" w:tplc="5C9E7A0E">
      <w:start w:val="5"/>
      <w:numFmt w:val="bullet"/>
      <w:lvlText w:val="-"/>
      <w:lvlJc w:val="left"/>
      <w:pPr>
        <w:ind w:left="1069" w:hanging="360"/>
      </w:pPr>
      <w:rPr>
        <w:rFonts w:ascii="Arial" w:eastAsia="Time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46880362"/>
    <w:multiLevelType w:val="hybridMultilevel"/>
    <w:tmpl w:val="B8C273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2C7DE4"/>
    <w:multiLevelType w:val="hybridMultilevel"/>
    <w:tmpl w:val="5DFE33AA"/>
    <w:lvl w:ilvl="0" w:tplc="13760BC8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D16B87"/>
    <w:multiLevelType w:val="hybridMultilevel"/>
    <w:tmpl w:val="DCD2FE4E"/>
    <w:lvl w:ilvl="0" w:tplc="04050001">
      <w:start w:val="1"/>
      <w:numFmt w:val="bullet"/>
      <w:lvlText w:val=""/>
      <w:lvlJc w:val="left"/>
      <w:pPr>
        <w:ind w:left="705" w:hanging="705"/>
      </w:pPr>
      <w:rPr>
        <w:rFonts w:ascii="Symbol" w:hAnsi="Symbol" w:hint="default"/>
      </w:rPr>
    </w:lvl>
    <w:lvl w:ilvl="1" w:tplc="48CAE98C">
      <w:numFmt w:val="bullet"/>
      <w:lvlText w:val=""/>
      <w:lvlJc w:val="left"/>
      <w:pPr>
        <w:ind w:left="1075" w:hanging="705"/>
      </w:pPr>
      <w:rPr>
        <w:rFonts w:ascii="Symbol" w:eastAsiaTheme="minorHAnsi" w:hAnsi="Symbol" w:cstheme="minorBidi" w:hint="default"/>
      </w:rPr>
    </w:lvl>
    <w:lvl w:ilvl="2" w:tplc="04050005">
      <w:start w:val="1"/>
      <w:numFmt w:val="bullet"/>
      <w:lvlText w:val=""/>
      <w:lvlJc w:val="left"/>
      <w:pPr>
        <w:ind w:left="14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1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8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</w:abstractNum>
  <w:abstractNum w:abstractNumId="26" w15:restartNumberingAfterBreak="0">
    <w:nsid w:val="521D7352"/>
    <w:multiLevelType w:val="hybridMultilevel"/>
    <w:tmpl w:val="B0C4C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0F26AB"/>
    <w:multiLevelType w:val="hybridMultilevel"/>
    <w:tmpl w:val="F2289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4B4270"/>
    <w:multiLevelType w:val="hybridMultilevel"/>
    <w:tmpl w:val="71EAB2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510E35"/>
    <w:multiLevelType w:val="hybridMultilevel"/>
    <w:tmpl w:val="A1DC0984"/>
    <w:lvl w:ilvl="0" w:tplc="7A6870AA">
      <w:start w:val="4"/>
      <w:numFmt w:val="bullet"/>
      <w:lvlText w:val="-"/>
      <w:lvlJc w:val="left"/>
      <w:pPr>
        <w:ind w:left="928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0" w15:restartNumberingAfterBreak="0">
    <w:nsid w:val="59C051E0"/>
    <w:multiLevelType w:val="hybridMultilevel"/>
    <w:tmpl w:val="959CFDCC"/>
    <w:lvl w:ilvl="0" w:tplc="224E5E9E">
      <w:numFmt w:val="bullet"/>
      <w:lvlText w:val="•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E36EC8"/>
    <w:multiLevelType w:val="multilevel"/>
    <w:tmpl w:val="7E54C4B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8072095"/>
    <w:multiLevelType w:val="multilevel"/>
    <w:tmpl w:val="41166BC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AAF0A8C"/>
    <w:multiLevelType w:val="multilevel"/>
    <w:tmpl w:val="0D34D660"/>
    <w:numStyleLink w:val="ListBulletmultilevel"/>
  </w:abstractNum>
  <w:abstractNum w:abstractNumId="34" w15:restartNumberingAfterBreak="0">
    <w:nsid w:val="6E60300D"/>
    <w:multiLevelType w:val="multilevel"/>
    <w:tmpl w:val="3B429E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00E1392"/>
    <w:multiLevelType w:val="hybridMultilevel"/>
    <w:tmpl w:val="E4E6D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C34412"/>
    <w:multiLevelType w:val="hybridMultilevel"/>
    <w:tmpl w:val="BDFC14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070991"/>
    <w:multiLevelType w:val="multilevel"/>
    <w:tmpl w:val="CABE99FC"/>
    <w:numStyleLink w:val="ListNumbermultilevel"/>
  </w:abstractNum>
  <w:abstractNum w:abstractNumId="39" w15:restartNumberingAfterBreak="0">
    <w:nsid w:val="748143FD"/>
    <w:multiLevelType w:val="multilevel"/>
    <w:tmpl w:val="F670B3A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7885E57"/>
    <w:multiLevelType w:val="hybridMultilevel"/>
    <w:tmpl w:val="A0789E86"/>
    <w:lvl w:ilvl="0" w:tplc="3D565A74">
      <w:numFmt w:val="bullet"/>
      <w:lvlText w:val="•"/>
      <w:lvlJc w:val="left"/>
      <w:pPr>
        <w:ind w:left="705" w:hanging="705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BE60B9C"/>
    <w:multiLevelType w:val="hybridMultilevel"/>
    <w:tmpl w:val="AA8AE9C8"/>
    <w:lvl w:ilvl="0" w:tplc="FF5E52F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HAns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7535373">
    <w:abstractNumId w:val="9"/>
  </w:num>
  <w:num w:numId="2" w16cid:durableId="1620333331">
    <w:abstractNumId w:val="3"/>
  </w:num>
  <w:num w:numId="3" w16cid:durableId="891309216">
    <w:abstractNumId w:val="33"/>
  </w:num>
  <w:num w:numId="4" w16cid:durableId="159123356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3106209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38911581">
    <w:abstractNumId w:val="6"/>
  </w:num>
  <w:num w:numId="7" w16cid:durableId="976376817">
    <w:abstractNumId w:val="27"/>
  </w:num>
  <w:num w:numId="8" w16cid:durableId="408158686">
    <w:abstractNumId w:val="5"/>
  </w:num>
  <w:num w:numId="9" w16cid:durableId="967929016">
    <w:abstractNumId w:val="40"/>
  </w:num>
  <w:num w:numId="10" w16cid:durableId="57424485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56126157">
    <w:abstractNumId w:val="11"/>
  </w:num>
  <w:num w:numId="12" w16cid:durableId="603610716">
    <w:abstractNumId w:val="15"/>
  </w:num>
  <w:num w:numId="13" w16cid:durableId="1136799272">
    <w:abstractNumId w:val="0"/>
  </w:num>
  <w:num w:numId="14" w16cid:durableId="1588422527">
    <w:abstractNumId w:val="18"/>
  </w:num>
  <w:num w:numId="15" w16cid:durableId="817570934">
    <w:abstractNumId w:val="38"/>
  </w:num>
  <w:num w:numId="16" w16cid:durableId="1984237952">
    <w:abstractNumId w:val="25"/>
  </w:num>
  <w:num w:numId="17" w16cid:durableId="125515505">
    <w:abstractNumId w:val="29"/>
  </w:num>
  <w:num w:numId="18" w16cid:durableId="2006396674">
    <w:abstractNumId w:val="14"/>
  </w:num>
  <w:num w:numId="19" w16cid:durableId="593438761">
    <w:abstractNumId w:val="21"/>
  </w:num>
  <w:num w:numId="20" w16cid:durableId="1475877977">
    <w:abstractNumId w:val="37"/>
  </w:num>
  <w:num w:numId="21" w16cid:durableId="1214586821">
    <w:abstractNumId w:val="23"/>
  </w:num>
  <w:num w:numId="22" w16cid:durableId="210924614">
    <w:abstractNumId w:val="22"/>
  </w:num>
  <w:num w:numId="23" w16cid:durableId="2147165161">
    <w:abstractNumId w:val="36"/>
  </w:num>
  <w:num w:numId="24" w16cid:durableId="1432897008">
    <w:abstractNumId w:val="28"/>
  </w:num>
  <w:num w:numId="25" w16cid:durableId="1313363959">
    <w:abstractNumId w:val="7"/>
  </w:num>
  <w:num w:numId="26" w16cid:durableId="1501312600">
    <w:abstractNumId w:val="10"/>
  </w:num>
  <w:num w:numId="27" w16cid:durableId="399059114">
    <w:abstractNumId w:val="4"/>
  </w:num>
  <w:num w:numId="28" w16cid:durableId="1040204710">
    <w:abstractNumId w:val="26"/>
  </w:num>
  <w:num w:numId="29" w16cid:durableId="1879777648">
    <w:abstractNumId w:val="8"/>
  </w:num>
  <w:num w:numId="30" w16cid:durableId="197090518">
    <w:abstractNumId w:val="20"/>
  </w:num>
  <w:num w:numId="31" w16cid:durableId="938369480">
    <w:abstractNumId w:val="16"/>
  </w:num>
  <w:num w:numId="32" w16cid:durableId="1970084172">
    <w:abstractNumId w:val="1"/>
  </w:num>
  <w:num w:numId="33" w16cid:durableId="955989638">
    <w:abstractNumId w:val="12"/>
  </w:num>
  <w:num w:numId="34" w16cid:durableId="1783652406">
    <w:abstractNumId w:val="13"/>
  </w:num>
  <w:num w:numId="35" w16cid:durableId="1333875565">
    <w:abstractNumId w:val="30"/>
  </w:num>
  <w:num w:numId="36" w16cid:durableId="2147232649">
    <w:abstractNumId w:val="39"/>
  </w:num>
  <w:num w:numId="37" w16cid:durableId="1619947039">
    <w:abstractNumId w:val="34"/>
  </w:num>
  <w:num w:numId="38" w16cid:durableId="1215196054">
    <w:abstractNumId w:val="32"/>
  </w:num>
  <w:num w:numId="39" w16cid:durableId="1075321557">
    <w:abstractNumId w:val="31"/>
  </w:num>
  <w:num w:numId="40" w16cid:durableId="2042120087">
    <w:abstractNumId w:val="17"/>
  </w:num>
  <w:num w:numId="41" w16cid:durableId="1578007760">
    <w:abstractNumId w:val="41"/>
  </w:num>
  <w:num w:numId="42" w16cid:durableId="1431317783">
    <w:abstractNumId w:val="2"/>
  </w:num>
  <w:num w:numId="43" w16cid:durableId="241257009">
    <w:abstractNumId w:val="2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D48"/>
    <w:rsid w:val="00000A1A"/>
    <w:rsid w:val="000020D4"/>
    <w:rsid w:val="0001222A"/>
    <w:rsid w:val="0001392D"/>
    <w:rsid w:val="00015DEE"/>
    <w:rsid w:val="00020513"/>
    <w:rsid w:val="00022B07"/>
    <w:rsid w:val="000258EC"/>
    <w:rsid w:val="00026C2A"/>
    <w:rsid w:val="00026D60"/>
    <w:rsid w:val="00026F99"/>
    <w:rsid w:val="00030D66"/>
    <w:rsid w:val="00031BCA"/>
    <w:rsid w:val="00032B09"/>
    <w:rsid w:val="00034B6B"/>
    <w:rsid w:val="00035E45"/>
    <w:rsid w:val="0004219D"/>
    <w:rsid w:val="0004421D"/>
    <w:rsid w:val="0004694E"/>
    <w:rsid w:val="000507EF"/>
    <w:rsid w:val="00053731"/>
    <w:rsid w:val="00061D5F"/>
    <w:rsid w:val="00067E2D"/>
    <w:rsid w:val="00070E8F"/>
    <w:rsid w:val="00070FB9"/>
    <w:rsid w:val="00072C1E"/>
    <w:rsid w:val="00073371"/>
    <w:rsid w:val="000845B5"/>
    <w:rsid w:val="00087D48"/>
    <w:rsid w:val="00090778"/>
    <w:rsid w:val="00091F5F"/>
    <w:rsid w:val="00093CA0"/>
    <w:rsid w:val="000942C8"/>
    <w:rsid w:val="00096EEC"/>
    <w:rsid w:val="000A3425"/>
    <w:rsid w:val="000A4D9C"/>
    <w:rsid w:val="000A5227"/>
    <w:rsid w:val="000B0E99"/>
    <w:rsid w:val="000B2610"/>
    <w:rsid w:val="000B4A87"/>
    <w:rsid w:val="000C4DE7"/>
    <w:rsid w:val="000C518B"/>
    <w:rsid w:val="000D23B7"/>
    <w:rsid w:val="000D292E"/>
    <w:rsid w:val="000D646D"/>
    <w:rsid w:val="000E00D4"/>
    <w:rsid w:val="000E23A7"/>
    <w:rsid w:val="000E579C"/>
    <w:rsid w:val="000E7BED"/>
    <w:rsid w:val="000F4DED"/>
    <w:rsid w:val="000F7718"/>
    <w:rsid w:val="000F781D"/>
    <w:rsid w:val="00100275"/>
    <w:rsid w:val="00100730"/>
    <w:rsid w:val="00105E90"/>
    <w:rsid w:val="0010693F"/>
    <w:rsid w:val="001104F8"/>
    <w:rsid w:val="00111BD4"/>
    <w:rsid w:val="00113BF5"/>
    <w:rsid w:val="00114472"/>
    <w:rsid w:val="00114F3C"/>
    <w:rsid w:val="00115F47"/>
    <w:rsid w:val="00122500"/>
    <w:rsid w:val="001239C5"/>
    <w:rsid w:val="00123E1A"/>
    <w:rsid w:val="001255B2"/>
    <w:rsid w:val="00127123"/>
    <w:rsid w:val="001275A1"/>
    <w:rsid w:val="00127C27"/>
    <w:rsid w:val="001307A9"/>
    <w:rsid w:val="00133B22"/>
    <w:rsid w:val="001364FA"/>
    <w:rsid w:val="00136D79"/>
    <w:rsid w:val="00136F07"/>
    <w:rsid w:val="00143089"/>
    <w:rsid w:val="00147ADA"/>
    <w:rsid w:val="00150453"/>
    <w:rsid w:val="001550BC"/>
    <w:rsid w:val="00155C96"/>
    <w:rsid w:val="001605B9"/>
    <w:rsid w:val="00163811"/>
    <w:rsid w:val="00163ECF"/>
    <w:rsid w:val="001670FE"/>
    <w:rsid w:val="00167BF2"/>
    <w:rsid w:val="00170431"/>
    <w:rsid w:val="00170654"/>
    <w:rsid w:val="00170EC5"/>
    <w:rsid w:val="00172598"/>
    <w:rsid w:val="001747C1"/>
    <w:rsid w:val="00174BE9"/>
    <w:rsid w:val="00180924"/>
    <w:rsid w:val="00180BB6"/>
    <w:rsid w:val="00181D28"/>
    <w:rsid w:val="001822B6"/>
    <w:rsid w:val="001828B2"/>
    <w:rsid w:val="00184743"/>
    <w:rsid w:val="00185F3F"/>
    <w:rsid w:val="001876D7"/>
    <w:rsid w:val="00193E67"/>
    <w:rsid w:val="001945C7"/>
    <w:rsid w:val="00197089"/>
    <w:rsid w:val="001A1206"/>
    <w:rsid w:val="001A1241"/>
    <w:rsid w:val="001A33CD"/>
    <w:rsid w:val="001A7CC2"/>
    <w:rsid w:val="001B0385"/>
    <w:rsid w:val="001B2FCE"/>
    <w:rsid w:val="001B629B"/>
    <w:rsid w:val="001B7820"/>
    <w:rsid w:val="001C391F"/>
    <w:rsid w:val="001C5DDF"/>
    <w:rsid w:val="001D004B"/>
    <w:rsid w:val="001D51B9"/>
    <w:rsid w:val="001E0968"/>
    <w:rsid w:val="001E6B16"/>
    <w:rsid w:val="001E7DA6"/>
    <w:rsid w:val="001F2B7B"/>
    <w:rsid w:val="001F59F2"/>
    <w:rsid w:val="00203586"/>
    <w:rsid w:val="00207DF5"/>
    <w:rsid w:val="0021310B"/>
    <w:rsid w:val="002209D1"/>
    <w:rsid w:val="00222273"/>
    <w:rsid w:val="00222306"/>
    <w:rsid w:val="0022397A"/>
    <w:rsid w:val="00224044"/>
    <w:rsid w:val="00224B11"/>
    <w:rsid w:val="00225B2C"/>
    <w:rsid w:val="00231B85"/>
    <w:rsid w:val="00236E68"/>
    <w:rsid w:val="00242F85"/>
    <w:rsid w:val="00246FC0"/>
    <w:rsid w:val="00250F84"/>
    <w:rsid w:val="00252045"/>
    <w:rsid w:val="002528CD"/>
    <w:rsid w:val="002531A6"/>
    <w:rsid w:val="00260B71"/>
    <w:rsid w:val="002623DD"/>
    <w:rsid w:val="00262690"/>
    <w:rsid w:val="002628B7"/>
    <w:rsid w:val="00270A0E"/>
    <w:rsid w:val="00272298"/>
    <w:rsid w:val="00276A27"/>
    <w:rsid w:val="00280E07"/>
    <w:rsid w:val="002823DF"/>
    <w:rsid w:val="00283053"/>
    <w:rsid w:val="0028548A"/>
    <w:rsid w:val="00290BF9"/>
    <w:rsid w:val="00291870"/>
    <w:rsid w:val="002935EB"/>
    <w:rsid w:val="00293779"/>
    <w:rsid w:val="00294666"/>
    <w:rsid w:val="00297020"/>
    <w:rsid w:val="002A2C36"/>
    <w:rsid w:val="002A61BC"/>
    <w:rsid w:val="002A662F"/>
    <w:rsid w:val="002A6FFA"/>
    <w:rsid w:val="002B03B0"/>
    <w:rsid w:val="002B3FF8"/>
    <w:rsid w:val="002B6EC5"/>
    <w:rsid w:val="002B703F"/>
    <w:rsid w:val="002B7BF9"/>
    <w:rsid w:val="002C31BF"/>
    <w:rsid w:val="002D08B1"/>
    <w:rsid w:val="002D127E"/>
    <w:rsid w:val="002E0CD7"/>
    <w:rsid w:val="002E1CA8"/>
    <w:rsid w:val="002E360F"/>
    <w:rsid w:val="002E3BD1"/>
    <w:rsid w:val="002E6818"/>
    <w:rsid w:val="002F296B"/>
    <w:rsid w:val="002F3EB3"/>
    <w:rsid w:val="002F4646"/>
    <w:rsid w:val="002F6136"/>
    <w:rsid w:val="00300682"/>
    <w:rsid w:val="00301C82"/>
    <w:rsid w:val="00302776"/>
    <w:rsid w:val="00302B16"/>
    <w:rsid w:val="003039CE"/>
    <w:rsid w:val="0030692E"/>
    <w:rsid w:val="003107AC"/>
    <w:rsid w:val="00310D06"/>
    <w:rsid w:val="003118FA"/>
    <w:rsid w:val="00314830"/>
    <w:rsid w:val="0031733A"/>
    <w:rsid w:val="00320AA1"/>
    <w:rsid w:val="00323331"/>
    <w:rsid w:val="00324DD2"/>
    <w:rsid w:val="00331734"/>
    <w:rsid w:val="0033391C"/>
    <w:rsid w:val="003369C9"/>
    <w:rsid w:val="00337BBF"/>
    <w:rsid w:val="00340923"/>
    <w:rsid w:val="00341DCF"/>
    <w:rsid w:val="00344930"/>
    <w:rsid w:val="003449B4"/>
    <w:rsid w:val="00350B50"/>
    <w:rsid w:val="003515D5"/>
    <w:rsid w:val="00353C0F"/>
    <w:rsid w:val="00357428"/>
    <w:rsid w:val="00357BC6"/>
    <w:rsid w:val="003661BA"/>
    <w:rsid w:val="00367A4A"/>
    <w:rsid w:val="00374855"/>
    <w:rsid w:val="00375E19"/>
    <w:rsid w:val="00376E12"/>
    <w:rsid w:val="00380BBF"/>
    <w:rsid w:val="00383E25"/>
    <w:rsid w:val="00384EC7"/>
    <w:rsid w:val="003874B0"/>
    <w:rsid w:val="00387B22"/>
    <w:rsid w:val="003956C6"/>
    <w:rsid w:val="0039664E"/>
    <w:rsid w:val="003A3B0A"/>
    <w:rsid w:val="003A3C60"/>
    <w:rsid w:val="003A40DA"/>
    <w:rsid w:val="003A4E1F"/>
    <w:rsid w:val="003B0ECB"/>
    <w:rsid w:val="003B1379"/>
    <w:rsid w:val="003B5FA6"/>
    <w:rsid w:val="003B62B7"/>
    <w:rsid w:val="003C4D9F"/>
    <w:rsid w:val="003D264E"/>
    <w:rsid w:val="003D78AD"/>
    <w:rsid w:val="003D7AA7"/>
    <w:rsid w:val="003E20D1"/>
    <w:rsid w:val="003E3E1A"/>
    <w:rsid w:val="003F0BDE"/>
    <w:rsid w:val="003F0CAD"/>
    <w:rsid w:val="003F1446"/>
    <w:rsid w:val="003F163C"/>
    <w:rsid w:val="003F2BFE"/>
    <w:rsid w:val="003F3F53"/>
    <w:rsid w:val="003F74A4"/>
    <w:rsid w:val="00400422"/>
    <w:rsid w:val="00400BE9"/>
    <w:rsid w:val="00402D2E"/>
    <w:rsid w:val="00403FDB"/>
    <w:rsid w:val="00405F01"/>
    <w:rsid w:val="00412951"/>
    <w:rsid w:val="00414054"/>
    <w:rsid w:val="00417D20"/>
    <w:rsid w:val="00417FB4"/>
    <w:rsid w:val="00424BC3"/>
    <w:rsid w:val="00426602"/>
    <w:rsid w:val="0043342A"/>
    <w:rsid w:val="00437033"/>
    <w:rsid w:val="00441430"/>
    <w:rsid w:val="004439A6"/>
    <w:rsid w:val="00444E99"/>
    <w:rsid w:val="00450943"/>
    <w:rsid w:val="00450F07"/>
    <w:rsid w:val="00453CD3"/>
    <w:rsid w:val="00453E36"/>
    <w:rsid w:val="00454FC3"/>
    <w:rsid w:val="0045545F"/>
    <w:rsid w:val="00460660"/>
    <w:rsid w:val="0046140A"/>
    <w:rsid w:val="00462F4B"/>
    <w:rsid w:val="004635E5"/>
    <w:rsid w:val="004641CA"/>
    <w:rsid w:val="00465221"/>
    <w:rsid w:val="004724E2"/>
    <w:rsid w:val="004731B2"/>
    <w:rsid w:val="00473E0C"/>
    <w:rsid w:val="00480CEC"/>
    <w:rsid w:val="00481D88"/>
    <w:rsid w:val="00482FB4"/>
    <w:rsid w:val="00484360"/>
    <w:rsid w:val="00486107"/>
    <w:rsid w:val="00490F2A"/>
    <w:rsid w:val="00491827"/>
    <w:rsid w:val="00493D7C"/>
    <w:rsid w:val="0049486B"/>
    <w:rsid w:val="004A049E"/>
    <w:rsid w:val="004A26CF"/>
    <w:rsid w:val="004A29BB"/>
    <w:rsid w:val="004A2CC5"/>
    <w:rsid w:val="004A2FF5"/>
    <w:rsid w:val="004A30EA"/>
    <w:rsid w:val="004A5E9C"/>
    <w:rsid w:val="004A65F4"/>
    <w:rsid w:val="004A6F44"/>
    <w:rsid w:val="004B1F8F"/>
    <w:rsid w:val="004B2588"/>
    <w:rsid w:val="004B2D76"/>
    <w:rsid w:val="004B348C"/>
    <w:rsid w:val="004B5112"/>
    <w:rsid w:val="004C11D8"/>
    <w:rsid w:val="004C3D90"/>
    <w:rsid w:val="004C4399"/>
    <w:rsid w:val="004C5283"/>
    <w:rsid w:val="004C5AF4"/>
    <w:rsid w:val="004C787C"/>
    <w:rsid w:val="004D2F42"/>
    <w:rsid w:val="004D497B"/>
    <w:rsid w:val="004D51C2"/>
    <w:rsid w:val="004E143C"/>
    <w:rsid w:val="004E3A53"/>
    <w:rsid w:val="004E525E"/>
    <w:rsid w:val="004E6122"/>
    <w:rsid w:val="004E6C0C"/>
    <w:rsid w:val="004F20BC"/>
    <w:rsid w:val="004F2CF4"/>
    <w:rsid w:val="004F4B9B"/>
    <w:rsid w:val="004F6641"/>
    <w:rsid w:val="004F69EA"/>
    <w:rsid w:val="00501C42"/>
    <w:rsid w:val="00501E7E"/>
    <w:rsid w:val="00501F77"/>
    <w:rsid w:val="00506854"/>
    <w:rsid w:val="0050706D"/>
    <w:rsid w:val="0051191A"/>
    <w:rsid w:val="00511AB9"/>
    <w:rsid w:val="00523D66"/>
    <w:rsid w:val="00523EA7"/>
    <w:rsid w:val="0052712E"/>
    <w:rsid w:val="005322F9"/>
    <w:rsid w:val="00534ED5"/>
    <w:rsid w:val="005443D3"/>
    <w:rsid w:val="00546BD6"/>
    <w:rsid w:val="005474E5"/>
    <w:rsid w:val="0055114A"/>
    <w:rsid w:val="00552583"/>
    <w:rsid w:val="00553375"/>
    <w:rsid w:val="005535F1"/>
    <w:rsid w:val="00557199"/>
    <w:rsid w:val="005575CE"/>
    <w:rsid w:val="0055786D"/>
    <w:rsid w:val="00557C28"/>
    <w:rsid w:val="005607BE"/>
    <w:rsid w:val="00570358"/>
    <w:rsid w:val="0057083E"/>
    <w:rsid w:val="00572438"/>
    <w:rsid w:val="005736B7"/>
    <w:rsid w:val="00575E5A"/>
    <w:rsid w:val="00582966"/>
    <w:rsid w:val="00595E1C"/>
    <w:rsid w:val="005A180F"/>
    <w:rsid w:val="005A2659"/>
    <w:rsid w:val="005A5020"/>
    <w:rsid w:val="005A5377"/>
    <w:rsid w:val="005A790D"/>
    <w:rsid w:val="005A7AA1"/>
    <w:rsid w:val="005B2EF1"/>
    <w:rsid w:val="005B3FE9"/>
    <w:rsid w:val="005B72EB"/>
    <w:rsid w:val="005B7333"/>
    <w:rsid w:val="005C0D96"/>
    <w:rsid w:val="005C11D7"/>
    <w:rsid w:val="005C4088"/>
    <w:rsid w:val="005C5697"/>
    <w:rsid w:val="005C79FA"/>
    <w:rsid w:val="005D0929"/>
    <w:rsid w:val="005D166A"/>
    <w:rsid w:val="005E05B8"/>
    <w:rsid w:val="005E1F0B"/>
    <w:rsid w:val="005E2C51"/>
    <w:rsid w:val="005E4785"/>
    <w:rsid w:val="005E6E0B"/>
    <w:rsid w:val="005E70FC"/>
    <w:rsid w:val="005F1404"/>
    <w:rsid w:val="005F5655"/>
    <w:rsid w:val="005F6F13"/>
    <w:rsid w:val="00601B3F"/>
    <w:rsid w:val="006035B2"/>
    <w:rsid w:val="006052EE"/>
    <w:rsid w:val="006057B7"/>
    <w:rsid w:val="00605A28"/>
    <w:rsid w:val="0061068E"/>
    <w:rsid w:val="00616564"/>
    <w:rsid w:val="00620CC8"/>
    <w:rsid w:val="00634F7A"/>
    <w:rsid w:val="00641E1C"/>
    <w:rsid w:val="00643CDC"/>
    <w:rsid w:val="00647872"/>
    <w:rsid w:val="00647A82"/>
    <w:rsid w:val="0065207E"/>
    <w:rsid w:val="00655924"/>
    <w:rsid w:val="0066025E"/>
    <w:rsid w:val="00660AD3"/>
    <w:rsid w:val="00663A76"/>
    <w:rsid w:val="00664A67"/>
    <w:rsid w:val="00665C1B"/>
    <w:rsid w:val="006720BC"/>
    <w:rsid w:val="0067607F"/>
    <w:rsid w:val="00677B7F"/>
    <w:rsid w:val="006868EA"/>
    <w:rsid w:val="00686F47"/>
    <w:rsid w:val="006900D6"/>
    <w:rsid w:val="006933EF"/>
    <w:rsid w:val="00693CD6"/>
    <w:rsid w:val="00696426"/>
    <w:rsid w:val="00696A1B"/>
    <w:rsid w:val="006A5570"/>
    <w:rsid w:val="006A689C"/>
    <w:rsid w:val="006A6F0B"/>
    <w:rsid w:val="006A761E"/>
    <w:rsid w:val="006B0BFC"/>
    <w:rsid w:val="006B0F18"/>
    <w:rsid w:val="006B3CCA"/>
    <w:rsid w:val="006B3D79"/>
    <w:rsid w:val="006B498B"/>
    <w:rsid w:val="006B5EBD"/>
    <w:rsid w:val="006B7946"/>
    <w:rsid w:val="006C086E"/>
    <w:rsid w:val="006C36F7"/>
    <w:rsid w:val="006C755C"/>
    <w:rsid w:val="006D140A"/>
    <w:rsid w:val="006D54D6"/>
    <w:rsid w:val="006D625B"/>
    <w:rsid w:val="006D760E"/>
    <w:rsid w:val="006D76A8"/>
    <w:rsid w:val="006D7AFE"/>
    <w:rsid w:val="006E04E2"/>
    <w:rsid w:val="006E0578"/>
    <w:rsid w:val="006E314D"/>
    <w:rsid w:val="006E5C63"/>
    <w:rsid w:val="006E5CD7"/>
    <w:rsid w:val="006E7C8C"/>
    <w:rsid w:val="006F15D3"/>
    <w:rsid w:val="006F6AF2"/>
    <w:rsid w:val="006F719D"/>
    <w:rsid w:val="00702DD0"/>
    <w:rsid w:val="00703A47"/>
    <w:rsid w:val="00704DC1"/>
    <w:rsid w:val="007052B1"/>
    <w:rsid w:val="00710723"/>
    <w:rsid w:val="00710F96"/>
    <w:rsid w:val="0071215C"/>
    <w:rsid w:val="007146DE"/>
    <w:rsid w:val="00714EC9"/>
    <w:rsid w:val="007205F7"/>
    <w:rsid w:val="00723ED1"/>
    <w:rsid w:val="00733A10"/>
    <w:rsid w:val="00735D20"/>
    <w:rsid w:val="00743525"/>
    <w:rsid w:val="007469A1"/>
    <w:rsid w:val="00747207"/>
    <w:rsid w:val="007526FD"/>
    <w:rsid w:val="007538A2"/>
    <w:rsid w:val="0076073B"/>
    <w:rsid w:val="0076286B"/>
    <w:rsid w:val="00763C7A"/>
    <w:rsid w:val="00764484"/>
    <w:rsid w:val="00765057"/>
    <w:rsid w:val="0076675C"/>
    <w:rsid w:val="00766846"/>
    <w:rsid w:val="007726E3"/>
    <w:rsid w:val="00775C8C"/>
    <w:rsid w:val="0077673A"/>
    <w:rsid w:val="00777E4B"/>
    <w:rsid w:val="00781F8B"/>
    <w:rsid w:val="007846C1"/>
    <w:rsid w:val="007846E1"/>
    <w:rsid w:val="00791D6A"/>
    <w:rsid w:val="00793C1E"/>
    <w:rsid w:val="00795987"/>
    <w:rsid w:val="00795B0F"/>
    <w:rsid w:val="007A0F15"/>
    <w:rsid w:val="007A1EE4"/>
    <w:rsid w:val="007A5CC7"/>
    <w:rsid w:val="007B05E3"/>
    <w:rsid w:val="007B0C37"/>
    <w:rsid w:val="007B0E67"/>
    <w:rsid w:val="007B16CC"/>
    <w:rsid w:val="007B1A06"/>
    <w:rsid w:val="007B1EA6"/>
    <w:rsid w:val="007B4ABC"/>
    <w:rsid w:val="007B570C"/>
    <w:rsid w:val="007B7E60"/>
    <w:rsid w:val="007C0841"/>
    <w:rsid w:val="007C35E6"/>
    <w:rsid w:val="007C589B"/>
    <w:rsid w:val="007C7461"/>
    <w:rsid w:val="007C7CD1"/>
    <w:rsid w:val="007D3D4B"/>
    <w:rsid w:val="007D61C4"/>
    <w:rsid w:val="007D63D9"/>
    <w:rsid w:val="007E012D"/>
    <w:rsid w:val="007E13A5"/>
    <w:rsid w:val="007E25D5"/>
    <w:rsid w:val="007E47B6"/>
    <w:rsid w:val="007E4A6E"/>
    <w:rsid w:val="007F238F"/>
    <w:rsid w:val="007F2B3A"/>
    <w:rsid w:val="007F2B95"/>
    <w:rsid w:val="007F3A13"/>
    <w:rsid w:val="007F3AD6"/>
    <w:rsid w:val="007F56A7"/>
    <w:rsid w:val="007F68D4"/>
    <w:rsid w:val="007F7953"/>
    <w:rsid w:val="008027BD"/>
    <w:rsid w:val="00803A7B"/>
    <w:rsid w:val="0080570A"/>
    <w:rsid w:val="008060B8"/>
    <w:rsid w:val="008063DF"/>
    <w:rsid w:val="00807CD5"/>
    <w:rsid w:val="00807DD0"/>
    <w:rsid w:val="00810A21"/>
    <w:rsid w:val="008204CF"/>
    <w:rsid w:val="008205AD"/>
    <w:rsid w:val="00820798"/>
    <w:rsid w:val="00821359"/>
    <w:rsid w:val="008228C5"/>
    <w:rsid w:val="0082436F"/>
    <w:rsid w:val="00826068"/>
    <w:rsid w:val="008306D0"/>
    <w:rsid w:val="00832D45"/>
    <w:rsid w:val="0083605F"/>
    <w:rsid w:val="00836082"/>
    <w:rsid w:val="00840BC7"/>
    <w:rsid w:val="0084409D"/>
    <w:rsid w:val="00844AEF"/>
    <w:rsid w:val="008478C2"/>
    <w:rsid w:val="0085317A"/>
    <w:rsid w:val="008538EA"/>
    <w:rsid w:val="00861B19"/>
    <w:rsid w:val="00863C21"/>
    <w:rsid w:val="008659F3"/>
    <w:rsid w:val="008736F3"/>
    <w:rsid w:val="0087484B"/>
    <w:rsid w:val="00875952"/>
    <w:rsid w:val="0088017C"/>
    <w:rsid w:val="0088165D"/>
    <w:rsid w:val="00885F0C"/>
    <w:rsid w:val="00886D4B"/>
    <w:rsid w:val="00891622"/>
    <w:rsid w:val="00895406"/>
    <w:rsid w:val="00896407"/>
    <w:rsid w:val="008A3198"/>
    <w:rsid w:val="008A3568"/>
    <w:rsid w:val="008B08AA"/>
    <w:rsid w:val="008B1AF7"/>
    <w:rsid w:val="008B27BE"/>
    <w:rsid w:val="008B57B1"/>
    <w:rsid w:val="008B6CC3"/>
    <w:rsid w:val="008B75F1"/>
    <w:rsid w:val="008C0F1A"/>
    <w:rsid w:val="008C260B"/>
    <w:rsid w:val="008C40EB"/>
    <w:rsid w:val="008C4BEE"/>
    <w:rsid w:val="008C6546"/>
    <w:rsid w:val="008D03B9"/>
    <w:rsid w:val="008D1C5F"/>
    <w:rsid w:val="008D202D"/>
    <w:rsid w:val="008D436B"/>
    <w:rsid w:val="008D57FD"/>
    <w:rsid w:val="008D75CD"/>
    <w:rsid w:val="008E3F43"/>
    <w:rsid w:val="008E56C7"/>
    <w:rsid w:val="008F0FF0"/>
    <w:rsid w:val="008F18D6"/>
    <w:rsid w:val="008F6E08"/>
    <w:rsid w:val="008F7E17"/>
    <w:rsid w:val="009009CA"/>
    <w:rsid w:val="009036B9"/>
    <w:rsid w:val="00904780"/>
    <w:rsid w:val="00904B44"/>
    <w:rsid w:val="00906DA2"/>
    <w:rsid w:val="009141AF"/>
    <w:rsid w:val="00922385"/>
    <w:rsid w:val="009223DF"/>
    <w:rsid w:val="00923DE9"/>
    <w:rsid w:val="00924AE1"/>
    <w:rsid w:val="00936091"/>
    <w:rsid w:val="00937E5A"/>
    <w:rsid w:val="00940D8A"/>
    <w:rsid w:val="00941B19"/>
    <w:rsid w:val="00941D20"/>
    <w:rsid w:val="00947054"/>
    <w:rsid w:val="00950F03"/>
    <w:rsid w:val="00951903"/>
    <w:rsid w:val="0095229A"/>
    <w:rsid w:val="00952871"/>
    <w:rsid w:val="00956CE2"/>
    <w:rsid w:val="00957B54"/>
    <w:rsid w:val="00962258"/>
    <w:rsid w:val="009678B7"/>
    <w:rsid w:val="009726BE"/>
    <w:rsid w:val="00972D04"/>
    <w:rsid w:val="00973F52"/>
    <w:rsid w:val="009748CB"/>
    <w:rsid w:val="00975C47"/>
    <w:rsid w:val="00976D08"/>
    <w:rsid w:val="009777EF"/>
    <w:rsid w:val="009833E1"/>
    <w:rsid w:val="00983CAA"/>
    <w:rsid w:val="00984771"/>
    <w:rsid w:val="009856D3"/>
    <w:rsid w:val="00985A37"/>
    <w:rsid w:val="009901C1"/>
    <w:rsid w:val="00992D9C"/>
    <w:rsid w:val="00993157"/>
    <w:rsid w:val="00996CB8"/>
    <w:rsid w:val="00996F58"/>
    <w:rsid w:val="009A2990"/>
    <w:rsid w:val="009A42AA"/>
    <w:rsid w:val="009A4A77"/>
    <w:rsid w:val="009A56F3"/>
    <w:rsid w:val="009A6494"/>
    <w:rsid w:val="009B028C"/>
    <w:rsid w:val="009B14A9"/>
    <w:rsid w:val="009B1C34"/>
    <w:rsid w:val="009B28D1"/>
    <w:rsid w:val="009B2E97"/>
    <w:rsid w:val="009B32C3"/>
    <w:rsid w:val="009B6D42"/>
    <w:rsid w:val="009C26F5"/>
    <w:rsid w:val="009C394F"/>
    <w:rsid w:val="009C52EC"/>
    <w:rsid w:val="009C5A37"/>
    <w:rsid w:val="009D2DB8"/>
    <w:rsid w:val="009D3A9E"/>
    <w:rsid w:val="009E07F4"/>
    <w:rsid w:val="009E358B"/>
    <w:rsid w:val="009E679A"/>
    <w:rsid w:val="009E7F2D"/>
    <w:rsid w:val="009F16E4"/>
    <w:rsid w:val="009F392E"/>
    <w:rsid w:val="009F54CB"/>
    <w:rsid w:val="009F7C95"/>
    <w:rsid w:val="00A00B4D"/>
    <w:rsid w:val="00A0526C"/>
    <w:rsid w:val="00A05703"/>
    <w:rsid w:val="00A108BF"/>
    <w:rsid w:val="00A10F23"/>
    <w:rsid w:val="00A112CB"/>
    <w:rsid w:val="00A132AC"/>
    <w:rsid w:val="00A1568B"/>
    <w:rsid w:val="00A217E6"/>
    <w:rsid w:val="00A27DB7"/>
    <w:rsid w:val="00A30E21"/>
    <w:rsid w:val="00A3447B"/>
    <w:rsid w:val="00A36165"/>
    <w:rsid w:val="00A36784"/>
    <w:rsid w:val="00A464EA"/>
    <w:rsid w:val="00A5090A"/>
    <w:rsid w:val="00A564A4"/>
    <w:rsid w:val="00A6177B"/>
    <w:rsid w:val="00A66136"/>
    <w:rsid w:val="00A73501"/>
    <w:rsid w:val="00A74A4C"/>
    <w:rsid w:val="00A7760E"/>
    <w:rsid w:val="00A81022"/>
    <w:rsid w:val="00A82159"/>
    <w:rsid w:val="00A8387F"/>
    <w:rsid w:val="00A9130E"/>
    <w:rsid w:val="00A9399D"/>
    <w:rsid w:val="00A9681E"/>
    <w:rsid w:val="00AA16E4"/>
    <w:rsid w:val="00AA4CBB"/>
    <w:rsid w:val="00AA65FA"/>
    <w:rsid w:val="00AA7351"/>
    <w:rsid w:val="00AB033F"/>
    <w:rsid w:val="00AB03E6"/>
    <w:rsid w:val="00AB0B59"/>
    <w:rsid w:val="00AB0F93"/>
    <w:rsid w:val="00AC01BF"/>
    <w:rsid w:val="00AC60CB"/>
    <w:rsid w:val="00AC7039"/>
    <w:rsid w:val="00AD056F"/>
    <w:rsid w:val="00AD364F"/>
    <w:rsid w:val="00AD3811"/>
    <w:rsid w:val="00AD3A53"/>
    <w:rsid w:val="00AD46A3"/>
    <w:rsid w:val="00AD588D"/>
    <w:rsid w:val="00AD5AAE"/>
    <w:rsid w:val="00AD6731"/>
    <w:rsid w:val="00AD73E4"/>
    <w:rsid w:val="00AE32B3"/>
    <w:rsid w:val="00AE7762"/>
    <w:rsid w:val="00AF0C3C"/>
    <w:rsid w:val="00AF4383"/>
    <w:rsid w:val="00AF5DAE"/>
    <w:rsid w:val="00AF61EB"/>
    <w:rsid w:val="00AF64B1"/>
    <w:rsid w:val="00B11F66"/>
    <w:rsid w:val="00B12963"/>
    <w:rsid w:val="00B150C9"/>
    <w:rsid w:val="00B15D0D"/>
    <w:rsid w:val="00B15DEF"/>
    <w:rsid w:val="00B213D4"/>
    <w:rsid w:val="00B22D61"/>
    <w:rsid w:val="00B24D5A"/>
    <w:rsid w:val="00B26BBD"/>
    <w:rsid w:val="00B27DE9"/>
    <w:rsid w:val="00B32653"/>
    <w:rsid w:val="00B35F64"/>
    <w:rsid w:val="00B40A66"/>
    <w:rsid w:val="00B41715"/>
    <w:rsid w:val="00B41D37"/>
    <w:rsid w:val="00B42E6D"/>
    <w:rsid w:val="00B42FC7"/>
    <w:rsid w:val="00B43279"/>
    <w:rsid w:val="00B4349B"/>
    <w:rsid w:val="00B52CAC"/>
    <w:rsid w:val="00B52D29"/>
    <w:rsid w:val="00B623EA"/>
    <w:rsid w:val="00B711C7"/>
    <w:rsid w:val="00B74E70"/>
    <w:rsid w:val="00B75EE1"/>
    <w:rsid w:val="00B76CC5"/>
    <w:rsid w:val="00B77481"/>
    <w:rsid w:val="00B805FE"/>
    <w:rsid w:val="00B81BB7"/>
    <w:rsid w:val="00B8518B"/>
    <w:rsid w:val="00B86AE9"/>
    <w:rsid w:val="00B86B8B"/>
    <w:rsid w:val="00B96A98"/>
    <w:rsid w:val="00BA0976"/>
    <w:rsid w:val="00BA4E54"/>
    <w:rsid w:val="00BB16DD"/>
    <w:rsid w:val="00BB3AFB"/>
    <w:rsid w:val="00BB6509"/>
    <w:rsid w:val="00BC06C4"/>
    <w:rsid w:val="00BC1E18"/>
    <w:rsid w:val="00BC45C3"/>
    <w:rsid w:val="00BC57E5"/>
    <w:rsid w:val="00BC7FA5"/>
    <w:rsid w:val="00BD003D"/>
    <w:rsid w:val="00BD0E48"/>
    <w:rsid w:val="00BD13B8"/>
    <w:rsid w:val="00BD46B8"/>
    <w:rsid w:val="00BD7E91"/>
    <w:rsid w:val="00BE1235"/>
    <w:rsid w:val="00BE2099"/>
    <w:rsid w:val="00BF0D01"/>
    <w:rsid w:val="00BF233E"/>
    <w:rsid w:val="00C004DD"/>
    <w:rsid w:val="00C01A25"/>
    <w:rsid w:val="00C02D0A"/>
    <w:rsid w:val="00C03A6E"/>
    <w:rsid w:val="00C03DA8"/>
    <w:rsid w:val="00C06A42"/>
    <w:rsid w:val="00C07B72"/>
    <w:rsid w:val="00C07E9A"/>
    <w:rsid w:val="00C12E09"/>
    <w:rsid w:val="00C20F3E"/>
    <w:rsid w:val="00C21FD5"/>
    <w:rsid w:val="00C2370C"/>
    <w:rsid w:val="00C25DC5"/>
    <w:rsid w:val="00C3348E"/>
    <w:rsid w:val="00C3514E"/>
    <w:rsid w:val="00C3746D"/>
    <w:rsid w:val="00C41CE2"/>
    <w:rsid w:val="00C44F6A"/>
    <w:rsid w:val="00C45AFE"/>
    <w:rsid w:val="00C47003"/>
    <w:rsid w:val="00C47AE3"/>
    <w:rsid w:val="00C507ED"/>
    <w:rsid w:val="00C53602"/>
    <w:rsid w:val="00C537FF"/>
    <w:rsid w:val="00C569B1"/>
    <w:rsid w:val="00C5767E"/>
    <w:rsid w:val="00C6154B"/>
    <w:rsid w:val="00C63473"/>
    <w:rsid w:val="00C64AB2"/>
    <w:rsid w:val="00C64F63"/>
    <w:rsid w:val="00C710A5"/>
    <w:rsid w:val="00C97EF6"/>
    <w:rsid w:val="00CA0E09"/>
    <w:rsid w:val="00CA1588"/>
    <w:rsid w:val="00CA7E89"/>
    <w:rsid w:val="00CB2A79"/>
    <w:rsid w:val="00CC018F"/>
    <w:rsid w:val="00CC44BE"/>
    <w:rsid w:val="00CD0657"/>
    <w:rsid w:val="00CD1FC4"/>
    <w:rsid w:val="00CD232C"/>
    <w:rsid w:val="00CD5701"/>
    <w:rsid w:val="00CD672C"/>
    <w:rsid w:val="00CE3029"/>
    <w:rsid w:val="00CE525F"/>
    <w:rsid w:val="00CE6764"/>
    <w:rsid w:val="00CE7814"/>
    <w:rsid w:val="00CF1304"/>
    <w:rsid w:val="00CF3786"/>
    <w:rsid w:val="00CF4C63"/>
    <w:rsid w:val="00CF7773"/>
    <w:rsid w:val="00D00458"/>
    <w:rsid w:val="00D015B5"/>
    <w:rsid w:val="00D019EE"/>
    <w:rsid w:val="00D02C25"/>
    <w:rsid w:val="00D032C7"/>
    <w:rsid w:val="00D049D5"/>
    <w:rsid w:val="00D05670"/>
    <w:rsid w:val="00D15231"/>
    <w:rsid w:val="00D17940"/>
    <w:rsid w:val="00D21061"/>
    <w:rsid w:val="00D23118"/>
    <w:rsid w:val="00D33189"/>
    <w:rsid w:val="00D4108E"/>
    <w:rsid w:val="00D455AA"/>
    <w:rsid w:val="00D46F38"/>
    <w:rsid w:val="00D6163D"/>
    <w:rsid w:val="00D6214C"/>
    <w:rsid w:val="00D63CAB"/>
    <w:rsid w:val="00D64104"/>
    <w:rsid w:val="00D6496B"/>
    <w:rsid w:val="00D6664D"/>
    <w:rsid w:val="00D70ED7"/>
    <w:rsid w:val="00D730ED"/>
    <w:rsid w:val="00D73D46"/>
    <w:rsid w:val="00D75FF1"/>
    <w:rsid w:val="00D80752"/>
    <w:rsid w:val="00D80AE8"/>
    <w:rsid w:val="00D831A3"/>
    <w:rsid w:val="00D84990"/>
    <w:rsid w:val="00D877C9"/>
    <w:rsid w:val="00D95E2A"/>
    <w:rsid w:val="00DB4C33"/>
    <w:rsid w:val="00DC50D7"/>
    <w:rsid w:val="00DC646F"/>
    <w:rsid w:val="00DC75F3"/>
    <w:rsid w:val="00DD36FF"/>
    <w:rsid w:val="00DD46F3"/>
    <w:rsid w:val="00DD4778"/>
    <w:rsid w:val="00DD5DC6"/>
    <w:rsid w:val="00DE0448"/>
    <w:rsid w:val="00DE1445"/>
    <w:rsid w:val="00DE3349"/>
    <w:rsid w:val="00DE40BA"/>
    <w:rsid w:val="00DE41C5"/>
    <w:rsid w:val="00DE56F2"/>
    <w:rsid w:val="00DE5823"/>
    <w:rsid w:val="00DE6C19"/>
    <w:rsid w:val="00DE6FAF"/>
    <w:rsid w:val="00DE7904"/>
    <w:rsid w:val="00DF116D"/>
    <w:rsid w:val="00DF776B"/>
    <w:rsid w:val="00E003D1"/>
    <w:rsid w:val="00E052F9"/>
    <w:rsid w:val="00E10AAF"/>
    <w:rsid w:val="00E1199A"/>
    <w:rsid w:val="00E16B53"/>
    <w:rsid w:val="00E16D3E"/>
    <w:rsid w:val="00E2002D"/>
    <w:rsid w:val="00E20EE1"/>
    <w:rsid w:val="00E2287F"/>
    <w:rsid w:val="00E232E6"/>
    <w:rsid w:val="00E24000"/>
    <w:rsid w:val="00E2719A"/>
    <w:rsid w:val="00E31E6A"/>
    <w:rsid w:val="00E32D80"/>
    <w:rsid w:val="00E34931"/>
    <w:rsid w:val="00E35069"/>
    <w:rsid w:val="00E36314"/>
    <w:rsid w:val="00E36C4A"/>
    <w:rsid w:val="00E42AB1"/>
    <w:rsid w:val="00E43144"/>
    <w:rsid w:val="00E44B0A"/>
    <w:rsid w:val="00E4585E"/>
    <w:rsid w:val="00E46AAC"/>
    <w:rsid w:val="00E51206"/>
    <w:rsid w:val="00E539AF"/>
    <w:rsid w:val="00E560C1"/>
    <w:rsid w:val="00E57916"/>
    <w:rsid w:val="00E60B8C"/>
    <w:rsid w:val="00E64156"/>
    <w:rsid w:val="00E64932"/>
    <w:rsid w:val="00E758DB"/>
    <w:rsid w:val="00E75C72"/>
    <w:rsid w:val="00E77374"/>
    <w:rsid w:val="00E81E25"/>
    <w:rsid w:val="00E8455B"/>
    <w:rsid w:val="00E8609E"/>
    <w:rsid w:val="00E863EB"/>
    <w:rsid w:val="00E90CF9"/>
    <w:rsid w:val="00E91917"/>
    <w:rsid w:val="00E91F1F"/>
    <w:rsid w:val="00E927BA"/>
    <w:rsid w:val="00E96579"/>
    <w:rsid w:val="00E96972"/>
    <w:rsid w:val="00E9752E"/>
    <w:rsid w:val="00EA4E74"/>
    <w:rsid w:val="00EB104F"/>
    <w:rsid w:val="00EB5AB8"/>
    <w:rsid w:val="00EB79FC"/>
    <w:rsid w:val="00EB7A24"/>
    <w:rsid w:val="00EC48B6"/>
    <w:rsid w:val="00ED14BD"/>
    <w:rsid w:val="00ED24BB"/>
    <w:rsid w:val="00ED3AB9"/>
    <w:rsid w:val="00EE277F"/>
    <w:rsid w:val="00EE65D4"/>
    <w:rsid w:val="00EF3CBA"/>
    <w:rsid w:val="00EF4E33"/>
    <w:rsid w:val="00EF5849"/>
    <w:rsid w:val="00F006E2"/>
    <w:rsid w:val="00F02D84"/>
    <w:rsid w:val="00F0533E"/>
    <w:rsid w:val="00F059FD"/>
    <w:rsid w:val="00F0655E"/>
    <w:rsid w:val="00F0675A"/>
    <w:rsid w:val="00F1048D"/>
    <w:rsid w:val="00F12DEC"/>
    <w:rsid w:val="00F144EB"/>
    <w:rsid w:val="00F15D41"/>
    <w:rsid w:val="00F1715C"/>
    <w:rsid w:val="00F216C8"/>
    <w:rsid w:val="00F22240"/>
    <w:rsid w:val="00F24B69"/>
    <w:rsid w:val="00F310F8"/>
    <w:rsid w:val="00F31516"/>
    <w:rsid w:val="00F34B0B"/>
    <w:rsid w:val="00F35939"/>
    <w:rsid w:val="00F4225A"/>
    <w:rsid w:val="00F42C75"/>
    <w:rsid w:val="00F42FFE"/>
    <w:rsid w:val="00F43FF9"/>
    <w:rsid w:val="00F45607"/>
    <w:rsid w:val="00F5393F"/>
    <w:rsid w:val="00F54708"/>
    <w:rsid w:val="00F553E0"/>
    <w:rsid w:val="00F5558F"/>
    <w:rsid w:val="00F5664F"/>
    <w:rsid w:val="00F62310"/>
    <w:rsid w:val="00F6408F"/>
    <w:rsid w:val="00F64812"/>
    <w:rsid w:val="00F659EB"/>
    <w:rsid w:val="00F7516D"/>
    <w:rsid w:val="00F773D0"/>
    <w:rsid w:val="00F8014E"/>
    <w:rsid w:val="00F80435"/>
    <w:rsid w:val="00F8376F"/>
    <w:rsid w:val="00F85877"/>
    <w:rsid w:val="00F86BA6"/>
    <w:rsid w:val="00F87714"/>
    <w:rsid w:val="00F90E80"/>
    <w:rsid w:val="00F915DF"/>
    <w:rsid w:val="00F96274"/>
    <w:rsid w:val="00FA1C4C"/>
    <w:rsid w:val="00FA52B8"/>
    <w:rsid w:val="00FB0FE9"/>
    <w:rsid w:val="00FB4508"/>
    <w:rsid w:val="00FB5C22"/>
    <w:rsid w:val="00FB5F59"/>
    <w:rsid w:val="00FB677B"/>
    <w:rsid w:val="00FB6F1E"/>
    <w:rsid w:val="00FC1175"/>
    <w:rsid w:val="00FC1AA1"/>
    <w:rsid w:val="00FC6389"/>
    <w:rsid w:val="00FD081C"/>
    <w:rsid w:val="00FD5523"/>
    <w:rsid w:val="00FD691F"/>
    <w:rsid w:val="00FD6E79"/>
    <w:rsid w:val="00FE3C45"/>
    <w:rsid w:val="00FE4726"/>
    <w:rsid w:val="00FE5DB7"/>
    <w:rsid w:val="00FE6FDE"/>
    <w:rsid w:val="00FF34A8"/>
    <w:rsid w:val="00FF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4F4BA6"/>
  <w14:defaultImageDpi w14:val="32767"/>
  <w15:docId w15:val="{5C521409-0D03-4B7E-8306-21588123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609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spacing w:after="0"/>
      <w:ind w:left="454" w:hanging="170"/>
    </w:pPr>
  </w:style>
  <w:style w:type="paragraph" w:styleId="Seznamsodrkami2">
    <w:name w:val="List Bullet 2"/>
    <w:basedOn w:val="Seznamsodrkami"/>
    <w:uiPriority w:val="28"/>
    <w:unhideWhenUsed/>
    <w:rsid w:val="00895406"/>
    <w:pPr>
      <w:ind w:left="654" w:hanging="113"/>
    </w:pPr>
  </w:style>
  <w:style w:type="paragraph" w:styleId="Seznamsodrkami3">
    <w:name w:val="List Bullet 3"/>
    <w:basedOn w:val="Seznamsodrkami"/>
    <w:uiPriority w:val="28"/>
    <w:unhideWhenUsed/>
    <w:rsid w:val="00895406"/>
    <w:pPr>
      <w:ind w:left="854" w:hanging="113"/>
    </w:pPr>
  </w:style>
  <w:style w:type="paragraph" w:styleId="Seznamsodrkami4">
    <w:name w:val="List Bullet 4"/>
    <w:basedOn w:val="Seznamsodrkami"/>
    <w:uiPriority w:val="28"/>
    <w:unhideWhenUsed/>
    <w:rsid w:val="00895406"/>
    <w:pPr>
      <w:ind w:left="1054" w:hanging="113"/>
    </w:pPr>
  </w:style>
  <w:style w:type="paragraph" w:styleId="Seznamsodrkami5">
    <w:name w:val="List Bullet 5"/>
    <w:basedOn w:val="Seznamsodrkami"/>
    <w:uiPriority w:val="28"/>
    <w:unhideWhenUsed/>
    <w:rsid w:val="00895406"/>
    <w:pPr>
      <w:ind w:left="1254" w:hanging="113"/>
    </w:pPr>
  </w:style>
  <w:style w:type="paragraph" w:styleId="slovanseznam">
    <w:name w:val="List Number"/>
    <w:basedOn w:val="Normln"/>
    <w:uiPriority w:val="28"/>
    <w:unhideWhenUsed/>
    <w:rsid w:val="00895406"/>
    <w:pPr>
      <w:tabs>
        <w:tab w:val="num" w:pos="851"/>
      </w:tabs>
      <w:spacing w:after="0"/>
      <w:ind w:left="624" w:hanging="34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tabs>
        <w:tab w:val="clear" w:pos="851"/>
        <w:tab w:val="num" w:pos="1191"/>
        <w:tab w:val="left" w:pos="1361"/>
      </w:tabs>
      <w:ind w:left="1077" w:hanging="453"/>
    </w:pPr>
  </w:style>
  <w:style w:type="paragraph" w:styleId="slovanseznam3">
    <w:name w:val="List Number 3"/>
    <w:basedOn w:val="slovanseznam"/>
    <w:uiPriority w:val="28"/>
    <w:unhideWhenUsed/>
    <w:rsid w:val="00895406"/>
    <w:pPr>
      <w:tabs>
        <w:tab w:val="clear" w:pos="851"/>
        <w:tab w:val="num" w:pos="1843"/>
      </w:tabs>
      <w:ind w:left="1729" w:hanging="652"/>
    </w:pPr>
  </w:style>
  <w:style w:type="paragraph" w:styleId="slovanseznam4">
    <w:name w:val="List Number 4"/>
    <w:basedOn w:val="slovanseznam"/>
    <w:uiPriority w:val="28"/>
    <w:unhideWhenUsed/>
    <w:rsid w:val="00895406"/>
    <w:pPr>
      <w:tabs>
        <w:tab w:val="clear" w:pos="851"/>
        <w:tab w:val="num" w:pos="2665"/>
      </w:tabs>
      <w:ind w:left="2552" w:hanging="823"/>
    </w:pPr>
  </w:style>
  <w:style w:type="paragraph" w:styleId="slovanseznam5">
    <w:name w:val="List Number 5"/>
    <w:basedOn w:val="slovanseznam"/>
    <w:uiPriority w:val="28"/>
    <w:unhideWhenUsed/>
    <w:rsid w:val="00895406"/>
    <w:pPr>
      <w:tabs>
        <w:tab w:val="clear" w:pos="851"/>
        <w:tab w:val="num" w:pos="3686"/>
      </w:tabs>
      <w:ind w:left="3572" w:hanging="1020"/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00BE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00BE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00BE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00B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00BE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E539A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03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7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0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946E5BA0713A4CAC1090A2F00CB122" ma:contentTypeVersion="13" ma:contentTypeDescription="Vytvoří nový dokument" ma:contentTypeScope="" ma:versionID="f050ac273bb9b456b9cdbdaccf6bf77f">
  <xsd:schema xmlns:xsd="http://www.w3.org/2001/XMLSchema" xmlns:xs="http://www.w3.org/2001/XMLSchema" xmlns:p="http://schemas.microsoft.com/office/2006/metadata/properties" xmlns:ns2="bb3ea2cb-d0dd-4380-9e6d-7a9977b685a4" xmlns:ns3="a2e7f628-ce82-4da9-b257-4161d8a5e7ef" targetNamespace="http://schemas.microsoft.com/office/2006/metadata/properties" ma:root="true" ma:fieldsID="4ed47abf6e4da75e4eaa0cfc235cab98" ns2:_="" ns3:_="">
    <xsd:import namespace="bb3ea2cb-d0dd-4380-9e6d-7a9977b685a4"/>
    <xsd:import namespace="a2e7f628-ce82-4da9-b257-4161d8a5e7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ea2cb-d0dd-4380-9e6d-7a9977b685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7f628-ce82-4da9-b257-4161d8a5e7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lcf76f155ced4ddcb4097134ff3c332f xmlns="bb3ea2cb-d0dd-4380-9e6d-7a9977b685a4">
      <Terms xmlns="http://schemas.microsoft.com/office/infopath/2007/PartnerControls"/>
    </lcf76f155ced4ddcb4097134ff3c332f>
    <SharedWithUsers xmlns="a2e7f628-ce82-4da9-b257-4161d8a5e7ef">
      <UserInfo>
        <DisplayName>Duda Jaroslav, Ing.</DisplayName>
        <AccountId>37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568F79-1F7F-480F-BBE4-442AC11AB8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ea2cb-d0dd-4380-9e6d-7a9977b685a4"/>
    <ds:schemaRef ds:uri="a2e7f628-ce82-4da9-b257-4161d8a5e7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3061D2-96C3-4FE2-9961-47FA3ACF9B0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bb3ea2cb-d0dd-4380-9e6d-7a9977b685a4"/>
    <ds:schemaRef ds:uri="http://schemas.microsoft.com/office/infopath/2007/PartnerControls"/>
    <ds:schemaRef ds:uri="a2e7f628-ce82-4da9-b257-4161d8a5e7e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14</Pages>
  <Words>17260</Words>
  <Characters>101834</Characters>
  <Application>Microsoft Office Word</Application>
  <DocSecurity>0</DocSecurity>
  <Lines>848</Lines>
  <Paragraphs>237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118857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2</cp:revision>
  <cp:lastPrinted>2024-09-16T07:53:00Z</cp:lastPrinted>
  <dcterms:created xsi:type="dcterms:W3CDTF">2024-11-13T09:47:00Z</dcterms:created>
  <dcterms:modified xsi:type="dcterms:W3CDTF">2024-11-13T09:47:00Z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0x01010042946E5BA0713A4CAC1090A2F00CB122</vt:lpwstr>
  </property>
  <property fmtid="{D5CDD505-2E9C-101B-9397-08002B2CF9AE}" pid="3" name="URL">
    <vt:lpwstr/>
  </property>
  <property fmtid="{D5CDD505-2E9C-101B-9397-08002B2CF9AE}" pid="4" name="MediaServiceImageTags">
    <vt:lpwstr/>
  </property>
</Properties>
</file>